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261859" w14:textId="77777777" w:rsidR="00D144BE" w:rsidRPr="001C55B2" w:rsidRDefault="00741B12" w:rsidP="00350ECA">
      <w:pPr>
        <w:pStyle w:val="Heading1"/>
      </w:pPr>
      <w:r>
        <w:t>indoor air quality</w:t>
      </w:r>
    </w:p>
    <w:p w14:paraId="5380E9BE" w14:textId="77777777" w:rsidR="004F3D4F" w:rsidRPr="0027761B" w:rsidRDefault="004F3D4F" w:rsidP="005563A4">
      <w:pPr>
        <w:pStyle w:val="Heading3"/>
        <w:numPr>
          <w:ilvl w:val="0"/>
          <w:numId w:val="0"/>
        </w:numPr>
        <w:ind w:left="720" w:hanging="720"/>
        <w:rPr>
          <w:sz w:val="24"/>
          <w:szCs w:val="24"/>
        </w:rPr>
      </w:pPr>
      <w:bookmarkStart w:id="0" w:name="h.d27jtfsfquok"/>
      <w:bookmarkEnd w:id="0"/>
      <w:r w:rsidRPr="0027761B">
        <w:rPr>
          <w:sz w:val="24"/>
          <w:szCs w:val="24"/>
        </w:rPr>
        <w:t xml:space="preserve">Credit </w:t>
      </w:r>
      <w:r w:rsidR="005563A4" w:rsidRPr="0027761B">
        <w:rPr>
          <w:sz w:val="24"/>
          <w:szCs w:val="24"/>
        </w:rPr>
        <w:t>8</w:t>
      </w:r>
    </w:p>
    <w:p w14:paraId="5E9AB8B7" w14:textId="2ED44BA0" w:rsidR="005C34D2" w:rsidRPr="0027761B" w:rsidRDefault="005C34D2" w:rsidP="005563A4">
      <w:pPr>
        <w:pStyle w:val="Heading3"/>
        <w:numPr>
          <w:ilvl w:val="0"/>
          <w:numId w:val="0"/>
        </w:numPr>
        <w:ind w:left="720" w:hanging="720"/>
        <w:rPr>
          <w:sz w:val="24"/>
          <w:szCs w:val="24"/>
        </w:rPr>
      </w:pPr>
      <w:r w:rsidRPr="0027761B">
        <w:rPr>
          <w:sz w:val="24"/>
          <w:szCs w:val="24"/>
        </w:rPr>
        <w:t>Design Review Submission</w:t>
      </w:r>
      <w:r w:rsidRPr="0027761B">
        <w:rPr>
          <w:sz w:val="24"/>
          <w:szCs w:val="24"/>
        </w:rPr>
        <w:tab/>
      </w:r>
      <w:sdt>
        <w:sdtPr>
          <w:rPr>
            <w:bCs w:val="0"/>
            <w:caps w:val="0"/>
            <w:sz w:val="24"/>
            <w:szCs w:val="24"/>
          </w:rPr>
          <w:id w:val="10800679"/>
        </w:sdtPr>
        <w:sdtContent>
          <w:sdt>
            <w:sdtPr>
              <w:rPr>
                <w:bCs w:val="0"/>
                <w:caps w:val="0"/>
                <w:sz w:val="24"/>
                <w:szCs w:val="24"/>
              </w:rPr>
              <w:id w:val="207716689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Fonts w:hint="eastAsia"/>
              </w:rPr>
            </w:sdtEndPr>
            <w:sdtContent>
              <w:r w:rsidR="002D547A" w:rsidRPr="0027761B">
                <w:rPr>
                  <w:rFonts w:ascii="MS Gothic" w:eastAsia="MS Gothic" w:hAnsi="MS Gothic" w:hint="eastAsia"/>
                  <w:sz w:val="24"/>
                  <w:szCs w:val="24"/>
                </w:rPr>
                <w:t>☐</w:t>
              </w:r>
            </w:sdtContent>
          </w:sdt>
        </w:sdtContent>
      </w:sdt>
      <w:r w:rsidRPr="0027761B">
        <w:rPr>
          <w:sz w:val="24"/>
          <w:szCs w:val="24"/>
        </w:rPr>
        <w:tab/>
        <w:t>As Built Submission</w:t>
      </w:r>
      <w:r w:rsidRPr="0027761B">
        <w:rPr>
          <w:sz w:val="24"/>
          <w:szCs w:val="24"/>
        </w:rPr>
        <w:tab/>
        <w:t xml:space="preserve"> </w:t>
      </w:r>
      <w:sdt>
        <w:sdtPr>
          <w:rPr>
            <w:bCs w:val="0"/>
            <w:caps w:val="0"/>
            <w:sz w:val="24"/>
            <w:szCs w:val="24"/>
          </w:rPr>
          <w:id w:val="206148192"/>
        </w:sdtPr>
        <w:sdtContent>
          <w:sdt>
            <w:sdtPr>
              <w:rPr>
                <w:bCs w:val="0"/>
                <w:caps w:val="0"/>
                <w:sz w:val="24"/>
                <w:szCs w:val="24"/>
              </w:rPr>
              <w:id w:val="169225223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Fonts w:hint="eastAsia"/>
              </w:rPr>
            </w:sdtEndPr>
            <w:sdtContent>
              <w:r w:rsidR="00A95D22" w:rsidRPr="0027761B">
                <w:rPr>
                  <w:rFonts w:ascii="MS Gothic" w:eastAsia="MS Gothic" w:hAnsi="MS Gothic" w:hint="eastAsia"/>
                  <w:sz w:val="24"/>
                  <w:szCs w:val="24"/>
                </w:rPr>
                <w:t>☐</w:t>
              </w:r>
            </w:sdtContent>
          </w:sdt>
        </w:sdtContent>
      </w:sdt>
      <w:r w:rsidRPr="0027761B">
        <w:rPr>
          <w:sz w:val="24"/>
          <w:szCs w:val="24"/>
        </w:rPr>
        <w:t xml:space="preserve"> </w:t>
      </w:r>
    </w:p>
    <w:tbl>
      <w:tblPr>
        <w:tblStyle w:val="Style1"/>
        <w:tblW w:w="5000" w:type="pct"/>
        <w:tblBorders>
          <w:top w:val="single" w:sz="4" w:space="0" w:color="FFB70E"/>
          <w:bottom w:val="single" w:sz="4" w:space="0" w:color="FFB70E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3948"/>
        <w:gridCol w:w="962"/>
        <w:gridCol w:w="3158"/>
        <w:gridCol w:w="959"/>
      </w:tblGrid>
      <w:tr w:rsidR="005C34D2" w:rsidRPr="0027761B" w14:paraId="2F332BBE" w14:textId="77777777" w:rsidTr="00775804">
        <w:tc>
          <w:tcPr>
            <w:tcW w:w="2187" w:type="pct"/>
          </w:tcPr>
          <w:p w14:paraId="70AD395E" w14:textId="77777777" w:rsidR="005C34D2" w:rsidRPr="0027761B" w:rsidRDefault="005C34D2" w:rsidP="005563A4">
            <w:pPr>
              <w:pStyle w:val="Heading3"/>
              <w:numPr>
                <w:ilvl w:val="0"/>
                <w:numId w:val="0"/>
              </w:numPr>
              <w:rPr>
                <w:sz w:val="24"/>
                <w:szCs w:val="24"/>
              </w:rPr>
            </w:pPr>
            <w:r w:rsidRPr="0027761B">
              <w:rPr>
                <w:sz w:val="24"/>
                <w:szCs w:val="24"/>
              </w:rPr>
              <w:t>Total Points available:</w:t>
            </w:r>
          </w:p>
        </w:tc>
        <w:tc>
          <w:tcPr>
            <w:tcW w:w="533" w:type="pct"/>
          </w:tcPr>
          <w:p w14:paraId="407EB2C6" w14:textId="77777777" w:rsidR="005C34D2" w:rsidRPr="0027761B" w:rsidRDefault="000E1601" w:rsidP="005563A4">
            <w:pPr>
              <w:pStyle w:val="Heading3"/>
              <w:numPr>
                <w:ilvl w:val="0"/>
                <w:numId w:val="0"/>
              </w:numPr>
              <w:ind w:left="720" w:hanging="720"/>
              <w:rPr>
                <w:sz w:val="24"/>
                <w:szCs w:val="24"/>
              </w:rPr>
            </w:pPr>
            <w:r w:rsidRPr="0027761B">
              <w:rPr>
                <w:sz w:val="24"/>
                <w:szCs w:val="24"/>
              </w:rPr>
              <w:t>4</w:t>
            </w:r>
          </w:p>
        </w:tc>
        <w:tc>
          <w:tcPr>
            <w:tcW w:w="1749" w:type="pct"/>
          </w:tcPr>
          <w:p w14:paraId="579D37DC" w14:textId="77777777" w:rsidR="005C34D2" w:rsidRPr="0027761B" w:rsidRDefault="005C34D2" w:rsidP="005563A4">
            <w:pPr>
              <w:pStyle w:val="Heading3"/>
              <w:numPr>
                <w:ilvl w:val="0"/>
                <w:numId w:val="0"/>
              </w:numPr>
              <w:ind w:left="720" w:hanging="720"/>
              <w:rPr>
                <w:sz w:val="24"/>
                <w:szCs w:val="24"/>
              </w:rPr>
            </w:pPr>
            <w:r w:rsidRPr="0027761B">
              <w:rPr>
                <w:sz w:val="24"/>
                <w:szCs w:val="24"/>
              </w:rPr>
              <w:t>Points claimed:</w:t>
            </w:r>
          </w:p>
        </w:tc>
        <w:tc>
          <w:tcPr>
            <w:tcW w:w="532" w:type="pct"/>
          </w:tcPr>
          <w:p w14:paraId="4574DC45" w14:textId="77777777" w:rsidR="005C34D2" w:rsidRPr="0027761B" w:rsidRDefault="001D69AE" w:rsidP="005563A4">
            <w:pPr>
              <w:pStyle w:val="Heading3"/>
              <w:numPr>
                <w:ilvl w:val="0"/>
                <w:numId w:val="0"/>
              </w:numPr>
              <w:ind w:left="720" w:hanging="720"/>
              <w:rPr>
                <w:sz w:val="24"/>
                <w:szCs w:val="24"/>
              </w:rPr>
            </w:pPr>
            <w:r w:rsidRPr="0027761B">
              <w:rPr>
                <w:color w:val="8064A2" w:themeColor="accent4"/>
                <w:sz w:val="24"/>
                <w:szCs w:val="24"/>
              </w:rPr>
              <w:t>[#]</w:t>
            </w:r>
          </w:p>
        </w:tc>
      </w:tr>
    </w:tbl>
    <w:p w14:paraId="5921E858" w14:textId="77777777" w:rsidR="005C34D2" w:rsidRDefault="005C34D2"/>
    <w:tbl>
      <w:tblPr>
        <w:tblStyle w:val="Style1"/>
        <w:tblW w:w="5000" w:type="pct"/>
        <w:tblBorders>
          <w:top w:val="single" w:sz="4" w:space="0" w:color="FFB70E"/>
          <w:bottom w:val="single" w:sz="4" w:space="0" w:color="FFB70E"/>
          <w:insideH w:val="single" w:sz="4" w:space="0" w:color="FFB70E"/>
        </w:tblBorders>
        <w:tblLook w:val="00E0" w:firstRow="1" w:lastRow="1" w:firstColumn="1" w:lastColumn="0" w:noHBand="0" w:noVBand="0"/>
      </w:tblPr>
      <w:tblGrid>
        <w:gridCol w:w="590"/>
        <w:gridCol w:w="2008"/>
        <w:gridCol w:w="4291"/>
        <w:gridCol w:w="1107"/>
        <w:gridCol w:w="1031"/>
      </w:tblGrid>
      <w:tr w:rsidR="004F3D4F" w14:paraId="17734D1B" w14:textId="77777777" w:rsidTr="00775804">
        <w:tc>
          <w:tcPr>
            <w:tcW w:w="327" w:type="pct"/>
          </w:tcPr>
          <w:p w14:paraId="04DB6D63" w14:textId="77777777" w:rsidR="004F3D4F" w:rsidRPr="00017B56" w:rsidRDefault="004F3D4F" w:rsidP="001C55B2">
            <w:pPr>
              <w:jc w:val="center"/>
              <w:rPr>
                <w:rStyle w:val="StyleBold"/>
              </w:rPr>
            </w:pPr>
          </w:p>
        </w:tc>
        <w:tc>
          <w:tcPr>
            <w:tcW w:w="1112" w:type="pct"/>
            <w:vAlign w:val="center"/>
          </w:tcPr>
          <w:p w14:paraId="71001447" w14:textId="77777777" w:rsidR="004F3D4F" w:rsidRPr="007006FE" w:rsidRDefault="004F3D4F" w:rsidP="002D547A">
            <w:pPr>
              <w:rPr>
                <w:b/>
              </w:rPr>
            </w:pPr>
            <w:r>
              <w:rPr>
                <w:b/>
              </w:rPr>
              <w:t>Name</w:t>
            </w:r>
          </w:p>
        </w:tc>
        <w:tc>
          <w:tcPr>
            <w:tcW w:w="2377" w:type="pct"/>
            <w:vAlign w:val="center"/>
          </w:tcPr>
          <w:p w14:paraId="2B16D32B" w14:textId="77777777" w:rsidR="004F3D4F" w:rsidRPr="007006FE" w:rsidRDefault="004F3D4F" w:rsidP="00492B7D">
            <w:pPr>
              <w:rPr>
                <w:b/>
              </w:rPr>
            </w:pPr>
            <w:r w:rsidRPr="007006FE">
              <w:rPr>
                <w:b/>
              </w:rPr>
              <w:t>Description</w:t>
            </w:r>
          </w:p>
        </w:tc>
        <w:tc>
          <w:tcPr>
            <w:tcW w:w="613" w:type="pct"/>
          </w:tcPr>
          <w:p w14:paraId="25AFD757" w14:textId="77777777" w:rsidR="004F3D4F" w:rsidRPr="00017B56" w:rsidRDefault="004F3D4F" w:rsidP="001C55B2">
            <w:pPr>
              <w:jc w:val="center"/>
              <w:rPr>
                <w:rStyle w:val="StyleBold"/>
              </w:rPr>
            </w:pPr>
            <w:r w:rsidRPr="00017B56">
              <w:rPr>
                <w:rStyle w:val="StyleBold"/>
              </w:rPr>
              <w:t>Points Available</w:t>
            </w:r>
          </w:p>
        </w:tc>
        <w:tc>
          <w:tcPr>
            <w:tcW w:w="571" w:type="pct"/>
          </w:tcPr>
          <w:p w14:paraId="65E4D95A" w14:textId="77777777" w:rsidR="004F3D4F" w:rsidRPr="00017B56" w:rsidRDefault="004F3D4F" w:rsidP="001C55B2">
            <w:pPr>
              <w:jc w:val="center"/>
              <w:rPr>
                <w:rStyle w:val="StyleBold"/>
              </w:rPr>
            </w:pPr>
            <w:r w:rsidRPr="00017B56">
              <w:rPr>
                <w:rStyle w:val="StyleBold"/>
              </w:rPr>
              <w:t>Points Claimed</w:t>
            </w:r>
          </w:p>
        </w:tc>
      </w:tr>
      <w:tr w:rsidR="00CF15AA" w14:paraId="37EEDDD2" w14:textId="77777777" w:rsidTr="00A95D22">
        <w:tc>
          <w:tcPr>
            <w:tcW w:w="327" w:type="pct"/>
            <w:vMerge w:val="restart"/>
          </w:tcPr>
          <w:p w14:paraId="3D61BE81" w14:textId="77777777" w:rsidR="00CF15AA" w:rsidRPr="00B51442" w:rsidRDefault="00CF15AA" w:rsidP="001C55B2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  <w:r w:rsidRPr="00B51442">
              <w:rPr>
                <w:b/>
              </w:rPr>
              <w:t>.1</w:t>
            </w:r>
          </w:p>
        </w:tc>
        <w:tc>
          <w:tcPr>
            <w:tcW w:w="1112" w:type="pct"/>
            <w:vMerge w:val="restart"/>
          </w:tcPr>
          <w:p w14:paraId="69D62F75" w14:textId="77777777" w:rsidR="00CF15AA" w:rsidRPr="00B51442" w:rsidRDefault="00CF15AA" w:rsidP="007771E3">
            <w:pPr>
              <w:rPr>
                <w:b/>
              </w:rPr>
            </w:pPr>
            <w:r w:rsidRPr="00B51442">
              <w:rPr>
                <w:b/>
              </w:rPr>
              <w:t>Ventilation System Attributes</w:t>
            </w:r>
          </w:p>
        </w:tc>
        <w:tc>
          <w:tcPr>
            <w:tcW w:w="2377" w:type="pct"/>
            <w:vMerge w:val="restart"/>
          </w:tcPr>
          <w:p w14:paraId="58E7781D" w14:textId="77777777" w:rsidR="00CF15AA" w:rsidRDefault="00CF15AA" w:rsidP="007771E3">
            <w:r>
              <w:t>The project has mitigated the entry of outdoor pollutants, the systems are designed for ease of maintenance and cleaning and the system has been cleaned prior to occupation and use.</w:t>
            </w:r>
          </w:p>
        </w:tc>
        <w:tc>
          <w:tcPr>
            <w:tcW w:w="613" w:type="pct"/>
            <w:vAlign w:val="center"/>
          </w:tcPr>
          <w:p w14:paraId="42F7DDDB" w14:textId="77777777" w:rsidR="00CF15AA" w:rsidRDefault="00CF15AA" w:rsidP="00A95D22">
            <w:pPr>
              <w:jc w:val="center"/>
            </w:pPr>
            <w:r>
              <w:t>1</w:t>
            </w:r>
          </w:p>
        </w:tc>
        <w:tc>
          <w:tcPr>
            <w:tcW w:w="571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-186080339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3A06F4EC" w14:textId="77777777" w:rsidR="00CF15AA" w:rsidRPr="00A95D22" w:rsidRDefault="00CF15AA" w:rsidP="00A95D22">
                <w:pPr>
                  <w:jc w:val="center"/>
                  <w:rPr>
                    <w:rFonts w:ascii="MS Gothic" w:eastAsia="MS Gothic" w:hAnsi="MS Gothic" w:cs="MS Gothic"/>
                  </w:rPr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  <w:tr w:rsidR="00955A68" w14:paraId="6A422B54" w14:textId="77777777" w:rsidTr="00A95D22">
        <w:tc>
          <w:tcPr>
            <w:tcW w:w="327" w:type="pct"/>
            <w:vMerge/>
          </w:tcPr>
          <w:p w14:paraId="4FDF8E59" w14:textId="77777777" w:rsidR="00955A68" w:rsidRDefault="00955A68" w:rsidP="00955A68">
            <w:pPr>
              <w:jc w:val="center"/>
              <w:rPr>
                <w:b/>
              </w:rPr>
            </w:pPr>
          </w:p>
        </w:tc>
        <w:tc>
          <w:tcPr>
            <w:tcW w:w="1112" w:type="pct"/>
            <w:vMerge/>
          </w:tcPr>
          <w:p w14:paraId="4E64DE13" w14:textId="77777777" w:rsidR="00955A68" w:rsidRPr="00B51442" w:rsidRDefault="00955A68" w:rsidP="00955A68">
            <w:pPr>
              <w:rPr>
                <w:b/>
              </w:rPr>
            </w:pPr>
          </w:p>
        </w:tc>
        <w:tc>
          <w:tcPr>
            <w:tcW w:w="2377" w:type="pct"/>
            <w:vMerge/>
          </w:tcPr>
          <w:p w14:paraId="0EA84E68" w14:textId="77777777" w:rsidR="00955A68" w:rsidRDefault="00955A68" w:rsidP="00955A68"/>
        </w:tc>
        <w:tc>
          <w:tcPr>
            <w:tcW w:w="613" w:type="pct"/>
            <w:vAlign w:val="center"/>
          </w:tcPr>
          <w:p w14:paraId="69D4948A" w14:textId="55049C9B" w:rsidR="00955A68" w:rsidRDefault="00955A68" w:rsidP="00955A68">
            <w:pPr>
              <w:jc w:val="center"/>
            </w:pPr>
            <w:r>
              <w:t>NA</w:t>
            </w:r>
          </w:p>
        </w:tc>
        <w:tc>
          <w:tcPr>
            <w:tcW w:w="571" w:type="pct"/>
            <w:vAlign w:val="center"/>
          </w:tcPr>
          <w:p w14:paraId="1B536B25" w14:textId="2CF8BD4D" w:rsidR="00955A68" w:rsidRDefault="00000000" w:rsidP="00955A68">
            <w:pPr>
              <w:jc w:val="center"/>
              <w:rPr>
                <w:rFonts w:ascii="MS Gothic" w:eastAsia="MS Gothic" w:hAnsi="MS Gothic" w:cs="MS Gothic"/>
              </w:rPr>
            </w:pPr>
            <w:sdt>
              <w:sdtPr>
                <w:id w:val="-5551523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eastAsia"/>
                </w:rPr>
              </w:sdtEndPr>
              <w:sdtContent>
                <w:r w:rsidR="00955A6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955A68" w14:paraId="585B6E3C" w14:textId="77777777" w:rsidTr="00A95D22">
        <w:tc>
          <w:tcPr>
            <w:tcW w:w="327" w:type="pct"/>
            <w:vMerge w:val="restart"/>
          </w:tcPr>
          <w:p w14:paraId="61C0A431" w14:textId="77777777" w:rsidR="00955A68" w:rsidRPr="00B51442" w:rsidRDefault="00955A68" w:rsidP="000E1601">
            <w:pPr>
              <w:rPr>
                <w:b/>
              </w:rPr>
            </w:pPr>
            <w:r>
              <w:rPr>
                <w:b/>
              </w:rPr>
              <w:t>8</w:t>
            </w:r>
            <w:r w:rsidRPr="00B51442">
              <w:rPr>
                <w:b/>
              </w:rPr>
              <w:t>.2</w:t>
            </w:r>
          </w:p>
        </w:tc>
        <w:tc>
          <w:tcPr>
            <w:tcW w:w="1112" w:type="pct"/>
            <w:vMerge w:val="restart"/>
          </w:tcPr>
          <w:p w14:paraId="3667E303" w14:textId="77777777" w:rsidR="00955A68" w:rsidRPr="00B51442" w:rsidRDefault="00955A68" w:rsidP="007771E3">
            <w:pPr>
              <w:rPr>
                <w:b/>
              </w:rPr>
            </w:pPr>
            <w:r w:rsidRPr="00B51442">
              <w:rPr>
                <w:b/>
              </w:rPr>
              <w:t>Provision of Out</w:t>
            </w:r>
            <w:r>
              <w:rPr>
                <w:b/>
              </w:rPr>
              <w:t>door</w:t>
            </w:r>
            <w:r w:rsidRPr="00B51442">
              <w:rPr>
                <w:b/>
              </w:rPr>
              <w:t xml:space="preserve"> Air</w:t>
            </w:r>
          </w:p>
        </w:tc>
        <w:tc>
          <w:tcPr>
            <w:tcW w:w="2377" w:type="pct"/>
            <w:vMerge w:val="restart"/>
          </w:tcPr>
          <w:p w14:paraId="4A7CC38E" w14:textId="77777777" w:rsidR="00955A68" w:rsidRDefault="00955A68" w:rsidP="004C6782">
            <w:pPr>
              <w:pStyle w:val="Bullettext"/>
              <w:numPr>
                <w:ilvl w:val="0"/>
                <w:numId w:val="0"/>
              </w:numPr>
              <w:spacing w:line="240" w:lineRule="auto"/>
            </w:pPr>
            <w:r>
              <w:t xml:space="preserve">The nominated area is provided with </w:t>
            </w:r>
            <w:r w:rsidRPr="00BB7D6C">
              <w:t xml:space="preserve">sufficient outdoor air to ensure levels of indoor pollutants are maintained </w:t>
            </w:r>
            <w:r>
              <w:t>below</w:t>
            </w:r>
            <w:r w:rsidRPr="00BB7D6C">
              <w:t xml:space="preserve"> acceptable levels.</w:t>
            </w:r>
          </w:p>
        </w:tc>
        <w:tc>
          <w:tcPr>
            <w:tcW w:w="613" w:type="pct"/>
            <w:vAlign w:val="center"/>
          </w:tcPr>
          <w:p w14:paraId="2F66F3C8" w14:textId="77777777" w:rsidR="00955A68" w:rsidRDefault="00955A68" w:rsidP="00A95D22">
            <w:pPr>
              <w:jc w:val="center"/>
            </w:pPr>
            <w:r>
              <w:t>2</w:t>
            </w:r>
          </w:p>
        </w:tc>
        <w:tc>
          <w:tcPr>
            <w:tcW w:w="571" w:type="pct"/>
            <w:vAlign w:val="center"/>
          </w:tcPr>
          <w:p w14:paraId="1BA3074A" w14:textId="77777777" w:rsidR="00955A68" w:rsidRDefault="00955A68" w:rsidP="00A95D22">
            <w:pPr>
              <w:pStyle w:val="Bluetext"/>
              <w:jc w:val="center"/>
            </w:pPr>
            <w:r>
              <w:t>[#</w:t>
            </w:r>
            <w:r w:rsidRPr="001A76C9">
              <w:t>]</w:t>
            </w:r>
          </w:p>
        </w:tc>
      </w:tr>
      <w:tr w:rsidR="002B437D" w14:paraId="7EFEE409" w14:textId="77777777" w:rsidTr="00A95D22">
        <w:tc>
          <w:tcPr>
            <w:tcW w:w="327" w:type="pct"/>
            <w:vMerge/>
          </w:tcPr>
          <w:p w14:paraId="25D72D0D" w14:textId="77777777" w:rsidR="002B437D" w:rsidRDefault="002B437D" w:rsidP="002B437D">
            <w:pPr>
              <w:rPr>
                <w:b/>
              </w:rPr>
            </w:pPr>
          </w:p>
        </w:tc>
        <w:tc>
          <w:tcPr>
            <w:tcW w:w="1112" w:type="pct"/>
            <w:vMerge/>
          </w:tcPr>
          <w:p w14:paraId="4AE80F62" w14:textId="77777777" w:rsidR="002B437D" w:rsidRPr="00B51442" w:rsidRDefault="002B437D" w:rsidP="002B437D">
            <w:pPr>
              <w:rPr>
                <w:b/>
              </w:rPr>
            </w:pPr>
          </w:p>
        </w:tc>
        <w:tc>
          <w:tcPr>
            <w:tcW w:w="2377" w:type="pct"/>
            <w:vMerge/>
          </w:tcPr>
          <w:p w14:paraId="43A2FD44" w14:textId="77777777" w:rsidR="002B437D" w:rsidRDefault="002B437D" w:rsidP="002B437D">
            <w:pPr>
              <w:pStyle w:val="Bullettext"/>
              <w:numPr>
                <w:ilvl w:val="0"/>
                <w:numId w:val="0"/>
              </w:numPr>
              <w:spacing w:line="240" w:lineRule="auto"/>
            </w:pPr>
          </w:p>
        </w:tc>
        <w:tc>
          <w:tcPr>
            <w:tcW w:w="613" w:type="pct"/>
            <w:vAlign w:val="center"/>
          </w:tcPr>
          <w:p w14:paraId="5EDAEB4C" w14:textId="2E7E5402" w:rsidR="002B437D" w:rsidRDefault="002B437D" w:rsidP="002B437D">
            <w:pPr>
              <w:jc w:val="center"/>
            </w:pPr>
            <w:r>
              <w:t>NA</w:t>
            </w:r>
          </w:p>
        </w:tc>
        <w:sdt>
          <w:sdtPr>
            <w:id w:val="-172219934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71" w:type="pct"/>
                <w:vAlign w:val="center"/>
              </w:tcPr>
              <w:p w14:paraId="0F81BB66" w14:textId="3F69A399" w:rsidR="002B437D" w:rsidRDefault="002B437D" w:rsidP="002B437D">
                <w:pPr>
                  <w:pStyle w:val="Bluetext"/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2B437D" w14:paraId="49CE5182" w14:textId="77777777" w:rsidTr="00A95D22">
        <w:tc>
          <w:tcPr>
            <w:tcW w:w="327" w:type="pct"/>
            <w:vMerge w:val="restart"/>
          </w:tcPr>
          <w:p w14:paraId="46A0D128" w14:textId="77777777" w:rsidR="002B437D" w:rsidRPr="00B51442" w:rsidRDefault="002B437D" w:rsidP="00E45DAF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  <w:r w:rsidRPr="00B51442">
              <w:rPr>
                <w:b/>
              </w:rPr>
              <w:t>.3</w:t>
            </w:r>
          </w:p>
        </w:tc>
        <w:tc>
          <w:tcPr>
            <w:tcW w:w="1112" w:type="pct"/>
            <w:vMerge w:val="restart"/>
          </w:tcPr>
          <w:p w14:paraId="2284D1CF" w14:textId="77777777" w:rsidR="002B437D" w:rsidRPr="00B51442" w:rsidRDefault="002B437D" w:rsidP="007771E3">
            <w:pPr>
              <w:rPr>
                <w:b/>
              </w:rPr>
            </w:pPr>
            <w:r w:rsidRPr="00B51442">
              <w:rPr>
                <w:b/>
              </w:rPr>
              <w:t>Exhaust or Elimination of Pollutants</w:t>
            </w:r>
          </w:p>
        </w:tc>
        <w:tc>
          <w:tcPr>
            <w:tcW w:w="2377" w:type="pct"/>
            <w:vMerge w:val="restart"/>
          </w:tcPr>
          <w:p w14:paraId="5C71C9B7" w14:textId="77777777" w:rsidR="002B437D" w:rsidRDefault="002B437D" w:rsidP="007771E3">
            <w:r>
              <w:t>The project has limited the effects of indoor pollutants by either eliminating or exhausting the pollutants.</w:t>
            </w:r>
          </w:p>
        </w:tc>
        <w:tc>
          <w:tcPr>
            <w:tcW w:w="613" w:type="pct"/>
            <w:vAlign w:val="center"/>
          </w:tcPr>
          <w:p w14:paraId="14545151" w14:textId="77777777" w:rsidR="002B437D" w:rsidRDefault="002B437D" w:rsidP="00A95D22">
            <w:pPr>
              <w:jc w:val="center"/>
            </w:pPr>
            <w:r>
              <w:t>1</w:t>
            </w:r>
          </w:p>
        </w:tc>
        <w:tc>
          <w:tcPr>
            <w:tcW w:w="571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-139011232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01C0501E" w14:textId="77777777" w:rsidR="002B437D" w:rsidRPr="003A2BE3" w:rsidRDefault="002B437D" w:rsidP="00A95D22">
                <w:pPr>
                  <w:jc w:val="center"/>
                  <w:rPr>
                    <w:rFonts w:ascii="MS Gothic" w:eastAsia="MS Gothic" w:hAnsi="MS Gothic" w:cs="MS Gothic"/>
                  </w:rPr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  <w:tr w:rsidR="00035ECB" w14:paraId="4DDA3728" w14:textId="77777777" w:rsidTr="00A95D22">
        <w:tc>
          <w:tcPr>
            <w:tcW w:w="327" w:type="pct"/>
            <w:vMerge/>
          </w:tcPr>
          <w:p w14:paraId="70FCC450" w14:textId="77777777" w:rsidR="00035ECB" w:rsidRDefault="00035ECB" w:rsidP="00035ECB">
            <w:pPr>
              <w:jc w:val="center"/>
              <w:rPr>
                <w:b/>
              </w:rPr>
            </w:pPr>
          </w:p>
        </w:tc>
        <w:tc>
          <w:tcPr>
            <w:tcW w:w="1112" w:type="pct"/>
            <w:vMerge/>
          </w:tcPr>
          <w:p w14:paraId="2C042B1F" w14:textId="77777777" w:rsidR="00035ECB" w:rsidRPr="00B51442" w:rsidRDefault="00035ECB" w:rsidP="00035ECB">
            <w:pPr>
              <w:rPr>
                <w:b/>
              </w:rPr>
            </w:pPr>
          </w:p>
        </w:tc>
        <w:tc>
          <w:tcPr>
            <w:tcW w:w="2377" w:type="pct"/>
            <w:vMerge/>
          </w:tcPr>
          <w:p w14:paraId="36F71A0E" w14:textId="77777777" w:rsidR="00035ECB" w:rsidRDefault="00035ECB" w:rsidP="00035ECB"/>
        </w:tc>
        <w:tc>
          <w:tcPr>
            <w:tcW w:w="613" w:type="pct"/>
            <w:vAlign w:val="center"/>
          </w:tcPr>
          <w:p w14:paraId="40AF641A" w14:textId="0BA258E6" w:rsidR="00035ECB" w:rsidRDefault="00035ECB" w:rsidP="00035ECB">
            <w:pPr>
              <w:jc w:val="center"/>
            </w:pPr>
            <w:r>
              <w:t>NA</w:t>
            </w:r>
          </w:p>
        </w:tc>
        <w:sdt>
          <w:sdtPr>
            <w:id w:val="122957743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71" w:type="pct"/>
                <w:vAlign w:val="center"/>
              </w:tcPr>
              <w:p w14:paraId="23A00B32" w14:textId="6E3937EF" w:rsidR="00035ECB" w:rsidRDefault="00035ECB" w:rsidP="00035ECB">
                <w:pPr>
                  <w:jc w:val="center"/>
                  <w:rPr>
                    <w:rFonts w:ascii="MS Gothic" w:eastAsia="MS Gothic" w:hAnsi="MS Gothic" w:cs="MS Gothic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</w:tbl>
    <w:p w14:paraId="0B19D46E" w14:textId="77777777" w:rsidR="009E45D5" w:rsidRDefault="009E45D5" w:rsidP="00543FCE">
      <w:bookmarkStart w:id="1" w:name="h.fwvpjw869anz"/>
      <w:bookmarkEnd w:id="1"/>
    </w:p>
    <w:p w14:paraId="78F72F2A" w14:textId="77777777" w:rsidR="0027761B" w:rsidRPr="00FA0164" w:rsidRDefault="0027761B" w:rsidP="0027761B">
      <w:pPr>
        <w:pStyle w:val="Heading2"/>
      </w:pPr>
      <w:r w:rsidRPr="00FA0164">
        <w:t>Project-specific technical questions (formerly tc</w:t>
      </w:r>
      <w:r w:rsidRPr="00FA0164">
        <w:rPr>
          <w:sz w:val="24"/>
        </w:rPr>
        <w:t>s</w:t>
      </w:r>
      <w:r w:rsidRPr="00FA0164">
        <w:t xml:space="preserve"> and cir</w:t>
      </w:r>
      <w:r w:rsidRPr="00FA0164">
        <w:rPr>
          <w:sz w:val="24"/>
        </w:rPr>
        <w:t>s</w:t>
      </w:r>
      <w:r w:rsidRPr="00FA0164">
        <w:t xml:space="preserve">) </w:t>
      </w:r>
    </w:p>
    <w:tbl>
      <w:tblPr>
        <w:tblStyle w:val="Style1"/>
        <w:tblW w:w="5000" w:type="pct"/>
        <w:tblLook w:val="04A0" w:firstRow="1" w:lastRow="0" w:firstColumn="1" w:lastColumn="0" w:noHBand="0" w:noVBand="1"/>
      </w:tblPr>
      <w:tblGrid>
        <w:gridCol w:w="7211"/>
        <w:gridCol w:w="1816"/>
      </w:tblGrid>
      <w:tr w:rsidR="0027761B" w:rsidRPr="00FA0164" w14:paraId="3C85C11A" w14:textId="77777777" w:rsidTr="000601D6">
        <w:tc>
          <w:tcPr>
            <w:tcW w:w="3994" w:type="pct"/>
            <w:vAlign w:val="center"/>
          </w:tcPr>
          <w:p w14:paraId="3DD948BB" w14:textId="292C136A" w:rsidR="0027761B" w:rsidRPr="00FA0164" w:rsidRDefault="0027761B" w:rsidP="000601D6">
            <w:r w:rsidRPr="00FA0164">
              <w:t xml:space="preserve">There are no project-specific </w:t>
            </w:r>
            <w:r w:rsidR="00B70095">
              <w:t>T</w:t>
            </w:r>
            <w:r w:rsidRPr="00FA0164">
              <w:t xml:space="preserve">echnical </w:t>
            </w:r>
            <w:r w:rsidR="00B70095">
              <w:t>Q</w:t>
            </w:r>
            <w:r w:rsidRPr="00FA0164">
              <w:t>uestions for this credit.</w:t>
            </w:r>
          </w:p>
        </w:tc>
        <w:tc>
          <w:tcPr>
            <w:tcW w:w="1006" w:type="pct"/>
          </w:tcPr>
          <w:p w14:paraId="53C80C1E" w14:textId="77777777" w:rsidR="0027761B" w:rsidRPr="00FA0164" w:rsidRDefault="00000000" w:rsidP="000601D6">
            <w:pPr>
              <w:jc w:val="center"/>
            </w:pPr>
            <w:sdt>
              <w:sdtPr>
                <w:id w:val="5858821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7761B" w:rsidRPr="00FA016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</w:tr>
      <w:tr w:rsidR="0027761B" w:rsidRPr="00FA0164" w14:paraId="6DF41CE5" w14:textId="77777777" w:rsidTr="000601D6">
        <w:tc>
          <w:tcPr>
            <w:tcW w:w="3994" w:type="pct"/>
            <w:vAlign w:val="center"/>
          </w:tcPr>
          <w:p w14:paraId="724DD2FE" w14:textId="6C1B9548" w:rsidR="0027761B" w:rsidRPr="00FA0164" w:rsidRDefault="0027761B" w:rsidP="000601D6">
            <w:r w:rsidRPr="00FA0164">
              <w:t xml:space="preserve">There are project-specific </w:t>
            </w:r>
            <w:r w:rsidR="00B70095">
              <w:t>T</w:t>
            </w:r>
            <w:r w:rsidRPr="00FA0164">
              <w:t xml:space="preserve">echnical </w:t>
            </w:r>
            <w:r w:rsidR="00B70095">
              <w:t>Q</w:t>
            </w:r>
            <w:r w:rsidRPr="00FA0164">
              <w:t xml:space="preserve">uestions for this credit and all responses received from the </w:t>
            </w:r>
            <w:r w:rsidR="006F33D0">
              <w:t>NZ</w:t>
            </w:r>
            <w:r w:rsidRPr="00FA0164">
              <w:t>GBC are attached.</w:t>
            </w:r>
          </w:p>
        </w:tc>
        <w:tc>
          <w:tcPr>
            <w:tcW w:w="1006" w:type="pct"/>
          </w:tcPr>
          <w:p w14:paraId="2EA43E3B" w14:textId="77777777" w:rsidR="0027761B" w:rsidRPr="00FA0164" w:rsidRDefault="00000000" w:rsidP="000601D6">
            <w:pPr>
              <w:jc w:val="center"/>
            </w:pPr>
            <w:sdt>
              <w:sdtPr>
                <w:id w:val="-13982853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7761B" w:rsidRPr="00FA016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</w:tr>
    </w:tbl>
    <w:p w14:paraId="490577A0" w14:textId="77777777" w:rsidR="009A05DF" w:rsidRDefault="009A05DF" w:rsidP="009A05DF">
      <w:pPr>
        <w:pStyle w:val="Heading2"/>
      </w:pPr>
    </w:p>
    <w:p w14:paraId="71CB0778" w14:textId="77777777" w:rsidR="009A05DF" w:rsidRDefault="009A05DF" w:rsidP="009A05DF">
      <w:pPr>
        <w:rPr>
          <w:rFonts w:eastAsia="Times New Roman"/>
          <w:noProof/>
          <w:color w:val="365F91" w:themeColor="accent1" w:themeShade="BF"/>
          <w:sz w:val="36"/>
          <w:szCs w:val="32"/>
        </w:rPr>
      </w:pPr>
      <w:r>
        <w:br w:type="page"/>
      </w:r>
    </w:p>
    <w:p w14:paraId="14EA7856" w14:textId="77777777" w:rsidR="005A043B" w:rsidRDefault="005A043B" w:rsidP="005A043B">
      <w:pPr>
        <w:pStyle w:val="Heading2"/>
      </w:pPr>
      <w:r>
        <w:lastRenderedPageBreak/>
        <w:t>General Information</w:t>
      </w:r>
    </w:p>
    <w:p w14:paraId="02174AE5" w14:textId="79753635" w:rsidR="00C96E53" w:rsidRDefault="00C96E53" w:rsidP="00C96E53">
      <w:r>
        <w:t>Provide a</w:t>
      </w:r>
      <w:r w:rsidRPr="00BB7D6C">
        <w:t xml:space="preserve"> description of the </w:t>
      </w:r>
      <w:r>
        <w:t>project’s</w:t>
      </w:r>
      <w:r w:rsidRPr="00BB7D6C">
        <w:t xml:space="preserve"> </w:t>
      </w:r>
      <w:r w:rsidR="002D547A">
        <w:t>nominated area</w:t>
      </w:r>
      <w:r w:rsidR="00CD4E43" w:rsidRPr="00CD4E43">
        <w:t xml:space="preserve"> </w:t>
      </w:r>
      <w:r w:rsidR="00CD4E43">
        <w:t>and details of any areas that have been excluded for functional reasons.</w:t>
      </w:r>
    </w:p>
    <w:p w14:paraId="52A0E9E3" w14:textId="77777777" w:rsidR="00C96E53" w:rsidRDefault="00C96E53" w:rsidP="00C96E53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02399A3D" w14:textId="77777777" w:rsidR="00C96E53" w:rsidRDefault="00C96E53" w:rsidP="00C96E53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76DEC86F" w14:textId="77777777" w:rsidR="00C96E53" w:rsidRDefault="00C96E53" w:rsidP="00C96E53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5BBC45F5" w14:textId="77777777" w:rsidR="00C96E53" w:rsidRDefault="00C96E53" w:rsidP="00C96E53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60D4ADAE" w14:textId="77777777" w:rsidR="00C96E53" w:rsidRDefault="00C96E53" w:rsidP="00C96E53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40FFD5FA" w14:textId="13597E52" w:rsidR="0099600D" w:rsidRDefault="004F3D4F" w:rsidP="004F3D4F">
      <w:r>
        <w:t>Provide a</w:t>
      </w:r>
      <w:r w:rsidR="0099600D" w:rsidRPr="00BB7D6C">
        <w:t xml:space="preserve"> description of the </w:t>
      </w:r>
      <w:r w:rsidR="00B51442">
        <w:t>project’s</w:t>
      </w:r>
      <w:r w:rsidR="0099600D" w:rsidRPr="00BB7D6C">
        <w:t xml:space="preserve"> ventilation systems</w:t>
      </w:r>
      <w:r w:rsidR="00F06917">
        <w:t xml:space="preserve"> for the nominated area</w:t>
      </w:r>
      <w:r w:rsidR="003D3C2B">
        <w:t>.</w:t>
      </w:r>
    </w:p>
    <w:p w14:paraId="31C0A153" w14:textId="77777777" w:rsidR="004F3D4F" w:rsidRDefault="004F3D4F" w:rsidP="004F3D4F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45F9CE42" w14:textId="77777777" w:rsidR="004F3D4F" w:rsidRDefault="004F3D4F" w:rsidP="004F3D4F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1B6AA367" w14:textId="77777777" w:rsidR="004F3D4F" w:rsidRDefault="004F3D4F" w:rsidP="004F3D4F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650B6FB2" w14:textId="77777777" w:rsidR="004F3D4F" w:rsidRDefault="004F3D4F" w:rsidP="004F3D4F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02C8F23C" w14:textId="77777777" w:rsidR="004F3D4F" w:rsidRDefault="004F3D4F" w:rsidP="004F3D4F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47F7D503" w14:textId="77777777" w:rsidR="00574147" w:rsidRDefault="00574147" w:rsidP="00574147">
      <w:r>
        <w:t xml:space="preserve">Please justify when NA is claimed. </w:t>
      </w:r>
    </w:p>
    <w:p w14:paraId="09B3A038" w14:textId="77777777" w:rsidR="00574147" w:rsidRDefault="00574147" w:rsidP="00574147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4B164CCD" w14:textId="77777777" w:rsidR="00574147" w:rsidRDefault="00574147" w:rsidP="00574147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318D20C0" w14:textId="77777777" w:rsidR="00574147" w:rsidRDefault="00574147" w:rsidP="00574147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0E2E3C25" w14:textId="77777777" w:rsidR="00574147" w:rsidRDefault="00574147" w:rsidP="00574147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720190DB" w14:textId="77777777" w:rsidR="002D547A" w:rsidRPr="00350ECA" w:rsidRDefault="002D547A" w:rsidP="002D547A">
      <w:pPr>
        <w:pStyle w:val="Bluetext"/>
        <w:spacing w:before="240" w:after="240"/>
        <w:rPr>
          <w:color w:val="000000"/>
          <w:szCs w:val="20"/>
        </w:rPr>
      </w:pPr>
    </w:p>
    <w:p w14:paraId="411F1015" w14:textId="77777777" w:rsidR="002D547A" w:rsidRPr="00F44703" w:rsidRDefault="002D547A" w:rsidP="002D547A">
      <w:pPr>
        <w:pStyle w:val="Bluetext"/>
        <w:spacing w:before="240" w:after="240"/>
        <w:rPr>
          <w:color w:val="000000"/>
          <w:szCs w:val="20"/>
          <w:lang w:val="en-US"/>
        </w:rPr>
      </w:pPr>
      <w:r w:rsidRPr="00F44703">
        <w:rPr>
          <w:color w:val="000000"/>
          <w:szCs w:val="20"/>
          <w:lang w:val="en-US"/>
        </w:rPr>
        <w:t>Identify where this information can be found within the supporting documentation provided</w:t>
      </w:r>
      <w:r>
        <w:rPr>
          <w:color w:val="000000"/>
          <w:szCs w:val="20"/>
          <w:lang w:val="en-US"/>
        </w:rPr>
        <w:t>.</w:t>
      </w:r>
    </w:p>
    <w:tbl>
      <w:tblPr>
        <w:tblStyle w:val="TableGrid"/>
        <w:tblW w:w="0" w:type="auto"/>
        <w:tblBorders>
          <w:top w:val="single" w:sz="4" w:space="0" w:color="FFC000"/>
          <w:left w:val="none" w:sz="0" w:space="0" w:color="auto"/>
          <w:bottom w:val="single" w:sz="4" w:space="0" w:color="FFC000"/>
          <w:right w:val="none" w:sz="0" w:space="0" w:color="auto"/>
          <w:insideH w:val="single" w:sz="4" w:space="0" w:color="FFC000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35"/>
        <w:gridCol w:w="2292"/>
      </w:tblGrid>
      <w:tr w:rsidR="002D547A" w14:paraId="19F948FE" w14:textId="77777777" w:rsidTr="001D206F">
        <w:tc>
          <w:tcPr>
            <w:tcW w:w="6912" w:type="dxa"/>
            <w:shd w:val="clear" w:color="auto" w:fill="FFE69D"/>
          </w:tcPr>
          <w:p w14:paraId="5FB8BD09" w14:textId="77777777" w:rsidR="002D547A" w:rsidRPr="00F44703" w:rsidRDefault="002D547A" w:rsidP="001D206F">
            <w:pPr>
              <w:pStyle w:val="Bluetext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 xml:space="preserve">Supporting Documentation 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4716BA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shd w:val="clear" w:color="auto" w:fill="FFE69D"/>
          </w:tcPr>
          <w:p w14:paraId="4D38E014" w14:textId="77777777" w:rsidR="002D547A" w:rsidRPr="00F44703" w:rsidRDefault="002D547A" w:rsidP="001D206F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>Reference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4716BA">
              <w:rPr>
                <w:color w:val="auto"/>
                <w:szCs w:val="20"/>
              </w:rPr>
              <w:t>(Page no. or section)</w:t>
            </w:r>
          </w:p>
        </w:tc>
      </w:tr>
      <w:tr w:rsidR="002D547A" w14:paraId="1D1BDC1E" w14:textId="77777777" w:rsidTr="001D206F">
        <w:tc>
          <w:tcPr>
            <w:tcW w:w="6912" w:type="dxa"/>
          </w:tcPr>
          <w:p w14:paraId="0B71F711" w14:textId="77777777" w:rsidR="002D547A" w:rsidRDefault="002D547A" w:rsidP="001D206F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2E2002E5" w14:textId="77777777" w:rsidR="002D547A" w:rsidRDefault="002D547A" w:rsidP="001D206F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  <w:tr w:rsidR="002D547A" w14:paraId="4FC5ACA0" w14:textId="77777777" w:rsidTr="001D206F">
        <w:tc>
          <w:tcPr>
            <w:tcW w:w="6912" w:type="dxa"/>
          </w:tcPr>
          <w:p w14:paraId="50D824F8" w14:textId="77777777" w:rsidR="002D547A" w:rsidRDefault="002D547A" w:rsidP="001D206F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0F0F0F2B" w14:textId="77777777" w:rsidR="002D547A" w:rsidRDefault="002D547A" w:rsidP="001D206F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</w:tbl>
    <w:p w14:paraId="6D7C6551" w14:textId="77777777" w:rsidR="009A577A" w:rsidRDefault="009A577A">
      <w:pPr>
        <w:spacing w:before="0" w:after="0" w:line="240" w:lineRule="auto"/>
        <w:rPr>
          <w:rFonts w:eastAsia="Times New Roman"/>
          <w:caps/>
          <w:noProof/>
          <w:color w:val="FFC10E"/>
          <w:sz w:val="36"/>
          <w:szCs w:val="32"/>
        </w:rPr>
      </w:pPr>
      <w:r>
        <w:br w:type="page"/>
      </w:r>
    </w:p>
    <w:p w14:paraId="5847C38B" w14:textId="77777777" w:rsidR="00CC3B44" w:rsidRDefault="005563A4" w:rsidP="007771E3">
      <w:pPr>
        <w:pStyle w:val="Heading2"/>
      </w:pPr>
      <w:r>
        <w:lastRenderedPageBreak/>
        <w:t>8</w:t>
      </w:r>
      <w:r w:rsidR="00DE30E0">
        <w:t>.</w:t>
      </w:r>
      <w:r w:rsidR="000E1601">
        <w:t>1</w:t>
      </w:r>
      <w:r w:rsidR="00DE30E0">
        <w:t xml:space="preserve"> </w:t>
      </w:r>
      <w:r w:rsidR="000E1601">
        <w:t>ventilation system attributres</w:t>
      </w:r>
    </w:p>
    <w:p w14:paraId="542593B8" w14:textId="77777777" w:rsidR="00F06917" w:rsidRPr="00C96E53" w:rsidRDefault="00F06917" w:rsidP="00B432F4">
      <w:r>
        <w:t>The following conditions have been met for the ventilation system:</w:t>
      </w:r>
    </w:p>
    <w:tbl>
      <w:tblPr>
        <w:tblStyle w:val="Style1"/>
        <w:tblW w:w="4966" w:type="pct"/>
        <w:tblBorders>
          <w:top w:val="single" w:sz="4" w:space="0" w:color="FFB70E"/>
          <w:bottom w:val="single" w:sz="4" w:space="0" w:color="FFB70E"/>
          <w:insideH w:val="single" w:sz="4" w:space="0" w:color="FFB70E"/>
        </w:tblBorders>
        <w:tblLook w:val="04A0" w:firstRow="1" w:lastRow="0" w:firstColumn="1" w:lastColumn="0" w:noHBand="0" w:noVBand="1"/>
      </w:tblPr>
      <w:tblGrid>
        <w:gridCol w:w="7305"/>
        <w:gridCol w:w="1661"/>
      </w:tblGrid>
      <w:tr w:rsidR="003D3C2B" w:rsidRPr="003A2BE3" w14:paraId="32322D36" w14:textId="77777777" w:rsidTr="005563A4">
        <w:tc>
          <w:tcPr>
            <w:tcW w:w="4074" w:type="pct"/>
            <w:vAlign w:val="center"/>
          </w:tcPr>
          <w:p w14:paraId="40A0ED15" w14:textId="77777777" w:rsidR="003D3C2B" w:rsidRDefault="003D3C2B" w:rsidP="004F3D4F">
            <w:r>
              <w:t>The entry of outdoor pollutants is miti</w:t>
            </w:r>
            <w:r w:rsidR="004F3D4F">
              <w:t>gated</w:t>
            </w:r>
            <w:r w:rsidR="002D547A">
              <w:t>,</w:t>
            </w:r>
            <w:r w:rsidR="004F3D4F">
              <w:t xml:space="preserve"> in accordance with </w:t>
            </w:r>
            <w:r w:rsidR="00F06917">
              <w:t>8.1.1</w:t>
            </w:r>
            <w:r w:rsidR="002D547A">
              <w:t>;</w:t>
            </w:r>
          </w:p>
        </w:tc>
        <w:tc>
          <w:tcPr>
            <w:tcW w:w="926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-74857884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78B42667" w14:textId="77777777" w:rsidR="003D3C2B" w:rsidRPr="003A2BE3" w:rsidRDefault="002D547A" w:rsidP="00015214">
                <w:pPr>
                  <w:jc w:val="center"/>
                  <w:rPr>
                    <w:rFonts w:ascii="MS Gothic" w:eastAsia="MS Gothic" w:hAnsi="MS Gothic" w:cs="MS Gothic"/>
                  </w:rPr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  <w:tr w:rsidR="00963A81" w:rsidRPr="003A2BE3" w14:paraId="7D110B4C" w14:textId="77777777" w:rsidTr="005563A4">
        <w:tc>
          <w:tcPr>
            <w:tcW w:w="4074" w:type="pct"/>
            <w:vAlign w:val="center"/>
          </w:tcPr>
          <w:p w14:paraId="49FD4AC1" w14:textId="77777777" w:rsidR="00CC3536" w:rsidRDefault="003D3C2B" w:rsidP="002D547A">
            <w:r>
              <w:t>The system is designed for ease of maintenance and cleaning</w:t>
            </w:r>
            <w:r w:rsidR="002D547A">
              <w:t>,</w:t>
            </w:r>
            <w:r w:rsidR="00AC168A">
              <w:t xml:space="preserve"> in accordance with</w:t>
            </w:r>
            <w:r w:rsidR="001D69AE">
              <w:t xml:space="preserve"> </w:t>
            </w:r>
            <w:r w:rsidR="00F06917">
              <w:t>8.1.2</w:t>
            </w:r>
            <w:r w:rsidR="002D547A">
              <w:t>; and</w:t>
            </w:r>
          </w:p>
        </w:tc>
        <w:tc>
          <w:tcPr>
            <w:tcW w:w="926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183457015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1529BBA9" w14:textId="77777777" w:rsidR="00963A81" w:rsidRPr="003A2BE3" w:rsidRDefault="00254795" w:rsidP="00015214">
                <w:pPr>
                  <w:jc w:val="center"/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  <w:tr w:rsidR="000E1601" w:rsidRPr="003A2BE3" w14:paraId="51A6DAF2" w14:textId="77777777" w:rsidTr="005563A4">
        <w:tc>
          <w:tcPr>
            <w:tcW w:w="4074" w:type="pct"/>
            <w:vAlign w:val="center"/>
          </w:tcPr>
          <w:p w14:paraId="11EB58B3" w14:textId="77777777" w:rsidR="000E1601" w:rsidRDefault="003D3C2B" w:rsidP="003D3C2B">
            <w:r w:rsidRPr="00BB7D6C">
              <w:t>The system has been clea</w:t>
            </w:r>
            <w:r w:rsidR="00AC168A">
              <w:t>ned prior to occupation and use</w:t>
            </w:r>
            <w:r w:rsidR="002D547A">
              <w:t>,</w:t>
            </w:r>
            <w:r w:rsidR="00AC168A">
              <w:t xml:space="preserve"> in accordance with </w:t>
            </w:r>
            <w:r w:rsidR="00F06917">
              <w:t>8.1.3</w:t>
            </w:r>
            <w:r w:rsidR="00AC168A">
              <w:t>.</w:t>
            </w:r>
          </w:p>
        </w:tc>
        <w:tc>
          <w:tcPr>
            <w:tcW w:w="926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144958525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0CB688B2" w14:textId="77777777" w:rsidR="000E1601" w:rsidRPr="003A2BE3" w:rsidRDefault="00254795" w:rsidP="00015214">
                <w:pPr>
                  <w:jc w:val="center"/>
                  <w:rPr>
                    <w:rFonts w:ascii="MS Gothic" w:eastAsia="MS Gothic" w:hAnsi="MS Gothic" w:cs="MS Gothic"/>
                  </w:rPr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</w:tbl>
    <w:p w14:paraId="092A5E4B" w14:textId="39DA3E8E" w:rsidR="00C12EF5" w:rsidRDefault="002D547A" w:rsidP="004F3D4F">
      <w:r w:rsidRPr="00775804">
        <w:rPr>
          <w:b/>
        </w:rPr>
        <w:t>8.1.1</w:t>
      </w:r>
      <w:r>
        <w:t xml:space="preserve"> </w:t>
      </w:r>
      <w:r w:rsidR="004F3D4F">
        <w:t>Provide a</w:t>
      </w:r>
      <w:r w:rsidR="00C12EF5" w:rsidRPr="00BB7D6C">
        <w:t xml:space="preserve"> description of how air intakes are located away from specific potential outdoor contaminants and are designed to minimise the entry of pollutants to occupied spaces</w:t>
      </w:r>
      <w:r>
        <w:t>,</w:t>
      </w:r>
      <w:r w:rsidR="00C12EF5" w:rsidRPr="00BB7D6C">
        <w:t xml:space="preserve"> in accordance with</w:t>
      </w:r>
      <w:r w:rsidR="00A50989" w:rsidRPr="00BB7D6C">
        <w:t xml:space="preserve"> a recognised standard.</w:t>
      </w:r>
    </w:p>
    <w:p w14:paraId="397017B2" w14:textId="77777777" w:rsidR="004F3D4F" w:rsidRDefault="004F3D4F" w:rsidP="004F3D4F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1C49E733" w14:textId="77777777" w:rsidR="004F3D4F" w:rsidRDefault="004F3D4F" w:rsidP="004F3D4F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5A3759B5" w14:textId="77777777" w:rsidR="004F3D4F" w:rsidRDefault="004F3D4F" w:rsidP="004F3D4F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187947DA" w14:textId="77777777" w:rsidR="004F3D4F" w:rsidRDefault="004F3D4F" w:rsidP="004F3D4F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7FC63A87" w14:textId="77777777" w:rsidR="004F3D4F" w:rsidRDefault="004F3D4F" w:rsidP="004F3D4F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72C0400E" w14:textId="77777777" w:rsidR="00C12EF5" w:rsidRDefault="002D547A" w:rsidP="004F3D4F">
      <w:r w:rsidRPr="00775804">
        <w:rPr>
          <w:b/>
        </w:rPr>
        <w:t xml:space="preserve">8.1.2 </w:t>
      </w:r>
      <w:r w:rsidR="004F3D4F">
        <w:t>Provide a</w:t>
      </w:r>
      <w:r w:rsidR="00C12EF5" w:rsidRPr="00BB7D6C">
        <w:t xml:space="preserve"> description of how the system was designed for ease of maintenance and cleaning</w:t>
      </w:r>
      <w:r w:rsidR="001443D4">
        <w:t>.</w:t>
      </w:r>
    </w:p>
    <w:p w14:paraId="54665265" w14:textId="77777777" w:rsidR="004F3D4F" w:rsidRDefault="004F3D4F" w:rsidP="004F3D4F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7473C986" w14:textId="77777777" w:rsidR="004F3D4F" w:rsidRDefault="004F3D4F" w:rsidP="004F3D4F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19071BE8" w14:textId="77777777" w:rsidR="004F3D4F" w:rsidRDefault="004F3D4F" w:rsidP="004F3D4F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40C6616F" w14:textId="77777777" w:rsidR="004F3D4F" w:rsidRDefault="004F3D4F" w:rsidP="004F3D4F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1594A41C" w14:textId="77777777" w:rsidR="004F3D4F" w:rsidRDefault="004F3D4F" w:rsidP="004F3D4F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02689646" w14:textId="77777777" w:rsidR="004F3D4F" w:rsidRDefault="002D547A" w:rsidP="004F3D4F">
      <w:r w:rsidRPr="00775804">
        <w:rPr>
          <w:b/>
        </w:rPr>
        <w:t xml:space="preserve">8.1.3 </w:t>
      </w:r>
      <w:r w:rsidR="004F3D4F">
        <w:t>Provide c</w:t>
      </w:r>
      <w:r w:rsidR="004F3D4F" w:rsidRPr="00BB7D6C">
        <w:t xml:space="preserve">onfirmation </w:t>
      </w:r>
      <w:r w:rsidR="0028193E">
        <w:t>that t</w:t>
      </w:r>
      <w:r w:rsidR="0028193E" w:rsidRPr="0081577F">
        <w:t>he system has been cleaned prior to occupation and use</w:t>
      </w:r>
      <w:r w:rsidR="004F3D4F">
        <w:t>.</w:t>
      </w:r>
    </w:p>
    <w:p w14:paraId="0159B594" w14:textId="77777777" w:rsidR="004F3D4F" w:rsidRDefault="004F3D4F" w:rsidP="004F3D4F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6997A071" w14:textId="77777777" w:rsidR="002D547A" w:rsidRDefault="002D547A" w:rsidP="004F3D4F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78F3104B" w14:textId="77777777" w:rsidR="002D547A" w:rsidRDefault="002D547A" w:rsidP="004F3D4F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1FC50702" w14:textId="77777777" w:rsidR="004F3D4F" w:rsidRDefault="004F3D4F" w:rsidP="004F3D4F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64AA91A5" w14:textId="77777777" w:rsidR="004F3D4F" w:rsidRDefault="004F3D4F" w:rsidP="004F3D4F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2ABCC0F3" w14:textId="77777777" w:rsidR="00100A7C" w:rsidRDefault="00100A7C" w:rsidP="00100A7C">
      <w:r>
        <w:t>Provide c</w:t>
      </w:r>
      <w:r w:rsidRPr="00BB7D6C">
        <w:t>onfirmation if the space is naturally ventilated</w:t>
      </w:r>
      <w:r>
        <w:t>.</w:t>
      </w:r>
    </w:p>
    <w:p w14:paraId="264300D2" w14:textId="77777777" w:rsidR="00100A7C" w:rsidRDefault="00100A7C" w:rsidP="00100A7C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73834A42" w14:textId="77777777" w:rsidR="00100A7C" w:rsidRDefault="00100A7C" w:rsidP="00100A7C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0EC4BB3E" w14:textId="77777777" w:rsidR="00100A7C" w:rsidRDefault="00100A7C" w:rsidP="00100A7C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2C4FF757" w14:textId="77777777" w:rsidR="00100A7C" w:rsidRDefault="00100A7C" w:rsidP="00100A7C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7EA25070" w14:textId="77777777" w:rsidR="002D547A" w:rsidRPr="00F44703" w:rsidRDefault="002D547A" w:rsidP="002D547A">
      <w:pPr>
        <w:pStyle w:val="Bluetext"/>
        <w:spacing w:before="240" w:after="240"/>
        <w:rPr>
          <w:color w:val="000000"/>
          <w:szCs w:val="20"/>
          <w:lang w:val="en-US"/>
        </w:rPr>
      </w:pPr>
      <w:r w:rsidRPr="00F44703">
        <w:rPr>
          <w:color w:val="000000"/>
          <w:szCs w:val="20"/>
          <w:lang w:val="en-US"/>
        </w:rPr>
        <w:t>Identify where this information can be found within the supporting documentation provided</w:t>
      </w:r>
      <w:r>
        <w:rPr>
          <w:color w:val="000000"/>
          <w:szCs w:val="20"/>
          <w:lang w:val="en-US"/>
        </w:rPr>
        <w:t>.</w:t>
      </w:r>
    </w:p>
    <w:tbl>
      <w:tblPr>
        <w:tblStyle w:val="TableGrid"/>
        <w:tblW w:w="0" w:type="auto"/>
        <w:tblBorders>
          <w:top w:val="single" w:sz="4" w:space="0" w:color="FFC000"/>
          <w:left w:val="none" w:sz="0" w:space="0" w:color="auto"/>
          <w:bottom w:val="single" w:sz="4" w:space="0" w:color="FFC000"/>
          <w:right w:val="none" w:sz="0" w:space="0" w:color="auto"/>
          <w:insideH w:val="single" w:sz="4" w:space="0" w:color="FFC000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35"/>
        <w:gridCol w:w="2292"/>
      </w:tblGrid>
      <w:tr w:rsidR="002D547A" w14:paraId="081D19C2" w14:textId="77777777" w:rsidTr="001D206F">
        <w:tc>
          <w:tcPr>
            <w:tcW w:w="6912" w:type="dxa"/>
            <w:shd w:val="clear" w:color="auto" w:fill="FFE69D"/>
          </w:tcPr>
          <w:p w14:paraId="33F4CF4D" w14:textId="77777777" w:rsidR="002D547A" w:rsidRPr="00F44703" w:rsidRDefault="002D547A" w:rsidP="001D206F">
            <w:pPr>
              <w:pStyle w:val="Bluetext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lastRenderedPageBreak/>
              <w:t xml:space="preserve">Supporting Documentation 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4716BA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shd w:val="clear" w:color="auto" w:fill="FFE69D"/>
          </w:tcPr>
          <w:p w14:paraId="51C18521" w14:textId="77777777" w:rsidR="002D547A" w:rsidRPr="00F44703" w:rsidRDefault="002D547A" w:rsidP="001D206F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>Reference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4716BA">
              <w:rPr>
                <w:color w:val="auto"/>
                <w:szCs w:val="20"/>
              </w:rPr>
              <w:t>(Page no. or section)</w:t>
            </w:r>
          </w:p>
        </w:tc>
      </w:tr>
      <w:tr w:rsidR="002D547A" w14:paraId="68C7936D" w14:textId="77777777" w:rsidTr="001D206F">
        <w:tc>
          <w:tcPr>
            <w:tcW w:w="6912" w:type="dxa"/>
          </w:tcPr>
          <w:p w14:paraId="5F71E7FD" w14:textId="77777777" w:rsidR="002D547A" w:rsidRDefault="002D547A" w:rsidP="001D206F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2FDDBDD0" w14:textId="77777777" w:rsidR="002D547A" w:rsidRDefault="002D547A" w:rsidP="001D206F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  <w:tr w:rsidR="002D547A" w14:paraId="51E8529D" w14:textId="77777777" w:rsidTr="001D206F">
        <w:tc>
          <w:tcPr>
            <w:tcW w:w="6912" w:type="dxa"/>
          </w:tcPr>
          <w:p w14:paraId="4B6FA5A6" w14:textId="77777777" w:rsidR="002D547A" w:rsidRDefault="002D547A" w:rsidP="001D206F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15329E1C" w14:textId="77777777" w:rsidR="002D547A" w:rsidRDefault="002D547A" w:rsidP="001D206F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</w:tbl>
    <w:p w14:paraId="58B644F3" w14:textId="77777777" w:rsidR="009A577A" w:rsidRDefault="009A577A">
      <w:pPr>
        <w:spacing w:before="0" w:after="0" w:line="240" w:lineRule="auto"/>
        <w:rPr>
          <w:rFonts w:eastAsia="Times New Roman"/>
          <w:caps/>
          <w:noProof/>
          <w:color w:val="FFC10E"/>
          <w:sz w:val="36"/>
          <w:szCs w:val="32"/>
        </w:rPr>
      </w:pPr>
      <w:r>
        <w:br w:type="page"/>
      </w:r>
    </w:p>
    <w:p w14:paraId="637FF80A" w14:textId="77777777" w:rsidR="004770A9" w:rsidRDefault="005563A4" w:rsidP="004770A9">
      <w:pPr>
        <w:pStyle w:val="Heading2"/>
      </w:pPr>
      <w:r>
        <w:lastRenderedPageBreak/>
        <w:t>8</w:t>
      </w:r>
      <w:r w:rsidR="004D0A28">
        <w:t>.2</w:t>
      </w:r>
      <w:r w:rsidR="009A05DF">
        <w:t xml:space="preserve"> </w:t>
      </w:r>
      <w:r w:rsidR="004D0A28">
        <w:t>provision of outdoor air</w:t>
      </w:r>
    </w:p>
    <w:p w14:paraId="05B0A5C8" w14:textId="77777777" w:rsidR="00FA2F39" w:rsidRDefault="00FA2F39" w:rsidP="00FA2F39">
      <w:r>
        <w:t>Please select the recognised standard that has been used by the project team:</w:t>
      </w:r>
    </w:p>
    <w:tbl>
      <w:tblPr>
        <w:tblStyle w:val="Style1"/>
        <w:tblW w:w="4966" w:type="pct"/>
        <w:tblLook w:val="04A0" w:firstRow="1" w:lastRow="0" w:firstColumn="1" w:lastColumn="0" w:noHBand="0" w:noVBand="1"/>
      </w:tblPr>
      <w:tblGrid>
        <w:gridCol w:w="7938"/>
        <w:gridCol w:w="1028"/>
      </w:tblGrid>
      <w:tr w:rsidR="00FA2F39" w:rsidRPr="003A2BE3" w14:paraId="3E6549C3" w14:textId="77777777" w:rsidTr="008D75DA">
        <w:tc>
          <w:tcPr>
            <w:tcW w:w="4427" w:type="pct"/>
            <w:vAlign w:val="center"/>
          </w:tcPr>
          <w:p w14:paraId="64D48A19" w14:textId="77777777" w:rsidR="00FA2F39" w:rsidRDefault="00FA2F39" w:rsidP="008D75DA">
            <w:bookmarkStart w:id="2" w:name="_Hlk535408820"/>
            <w:r>
              <w:t xml:space="preserve">AS 1668.2:2012 The use of ventilation and air-conditioning in buildings – </w:t>
            </w:r>
          </w:p>
          <w:p w14:paraId="48C2D3DF" w14:textId="77777777" w:rsidR="00FA2F39" w:rsidRPr="003A2BE3" w:rsidRDefault="00FA2F39" w:rsidP="008D75DA">
            <w:r>
              <w:t>Part 2: Mechanical ventilation in buildings</w:t>
            </w:r>
            <w:bookmarkEnd w:id="2"/>
          </w:p>
        </w:tc>
        <w:tc>
          <w:tcPr>
            <w:tcW w:w="573" w:type="pct"/>
            <w:vAlign w:val="center"/>
          </w:tcPr>
          <w:p w14:paraId="7546F656" w14:textId="77777777" w:rsidR="00FA2F39" w:rsidRPr="003A2BE3" w:rsidRDefault="00000000" w:rsidP="008D75DA">
            <w:sdt>
              <w:sdtPr>
                <w:id w:val="-1194923834"/>
              </w:sdtPr>
              <w:sdtContent>
                <w:sdt>
                  <w:sdtPr>
                    <w:id w:val="1312759058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>
                    <w:rPr>
                      <w:rFonts w:hint="eastAsia"/>
                    </w:rPr>
                  </w:sdtEndPr>
                  <w:sdtContent>
                    <w:r w:rsidR="00FA2F39" w:rsidRPr="008D75DA">
                      <w:rPr>
                        <w:rFonts w:ascii="Segoe UI Symbol" w:hAnsi="Segoe UI Symbol" w:cs="Segoe UI Symbol"/>
                      </w:rPr>
                      <w:t>☐</w:t>
                    </w:r>
                  </w:sdtContent>
                </w:sdt>
              </w:sdtContent>
            </w:sdt>
          </w:p>
        </w:tc>
      </w:tr>
      <w:tr w:rsidR="00FA2F39" w:rsidRPr="003A2BE3" w14:paraId="4BE99D35" w14:textId="77777777" w:rsidTr="008D75DA">
        <w:tc>
          <w:tcPr>
            <w:tcW w:w="4427" w:type="pct"/>
            <w:vAlign w:val="center"/>
          </w:tcPr>
          <w:p w14:paraId="4ECB95E1" w14:textId="77777777" w:rsidR="00FA2F39" w:rsidRDefault="00FA2F39" w:rsidP="008D75DA">
            <w:bookmarkStart w:id="3" w:name="_Hlk535408831"/>
            <w:r>
              <w:t xml:space="preserve">AS 1668.4:2012 The use of ventilation and air-conditioning in buildings – </w:t>
            </w:r>
          </w:p>
          <w:p w14:paraId="7341C2FC" w14:textId="77777777" w:rsidR="00FA2F39" w:rsidRDefault="00FA2F39" w:rsidP="008D75DA">
            <w:r>
              <w:t>Part 4: Natural ventilation of buildings</w:t>
            </w:r>
            <w:bookmarkEnd w:id="3"/>
          </w:p>
        </w:tc>
        <w:tc>
          <w:tcPr>
            <w:tcW w:w="573" w:type="pct"/>
            <w:vAlign w:val="center"/>
          </w:tcPr>
          <w:p w14:paraId="3CE22D1E" w14:textId="77777777" w:rsidR="00FA2F39" w:rsidRPr="008D75DA" w:rsidRDefault="00000000" w:rsidP="008D75DA">
            <w:sdt>
              <w:sdtPr>
                <w:id w:val="-1854413276"/>
              </w:sdtPr>
              <w:sdtContent>
                <w:sdt>
                  <w:sdtPr>
                    <w:id w:val="1804737582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>
                    <w:rPr>
                      <w:rFonts w:hint="eastAsia"/>
                    </w:rPr>
                  </w:sdtEndPr>
                  <w:sdtContent>
                    <w:r w:rsidR="00FA2F39" w:rsidRPr="008D75DA">
                      <w:rPr>
                        <w:rFonts w:ascii="Segoe UI Symbol" w:hAnsi="Segoe UI Symbol" w:cs="Segoe UI Symbol"/>
                      </w:rPr>
                      <w:t>☐</w:t>
                    </w:r>
                  </w:sdtContent>
                </w:sdt>
              </w:sdtContent>
            </w:sdt>
          </w:p>
        </w:tc>
      </w:tr>
      <w:tr w:rsidR="00FA2F39" w:rsidRPr="003A2BE3" w14:paraId="37B284BC" w14:textId="77777777" w:rsidTr="008D75DA">
        <w:tc>
          <w:tcPr>
            <w:tcW w:w="4427" w:type="pct"/>
            <w:vAlign w:val="center"/>
          </w:tcPr>
          <w:p w14:paraId="5C40D4C4" w14:textId="77777777" w:rsidR="00FA2F39" w:rsidRDefault="00FA2F39" w:rsidP="008D75DA">
            <w:r>
              <w:t>NZS 4303:1990 Ventilation for Acceptable Indoor Air Quality</w:t>
            </w:r>
          </w:p>
        </w:tc>
        <w:tc>
          <w:tcPr>
            <w:tcW w:w="573" w:type="pct"/>
            <w:vAlign w:val="center"/>
          </w:tcPr>
          <w:p w14:paraId="3E2F4D3A" w14:textId="77777777" w:rsidR="00FA2F39" w:rsidRDefault="00000000" w:rsidP="008D75DA">
            <w:sdt>
              <w:sdtPr>
                <w:id w:val="-2006187240"/>
              </w:sdtPr>
              <w:sdtContent>
                <w:sdt>
                  <w:sdtPr>
                    <w:id w:val="139387555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>
                    <w:rPr>
                      <w:rFonts w:hint="eastAsia"/>
                    </w:rPr>
                  </w:sdtEndPr>
                  <w:sdtContent>
                    <w:r w:rsidR="00FA2F39" w:rsidRPr="00CF0EE2">
                      <w:rPr>
                        <w:rFonts w:ascii="Segoe UI Symbol" w:hAnsi="Segoe UI Symbol" w:cs="Segoe UI Symbol"/>
                      </w:rPr>
                      <w:t>☐</w:t>
                    </w:r>
                  </w:sdtContent>
                </w:sdt>
              </w:sdtContent>
            </w:sdt>
          </w:p>
        </w:tc>
      </w:tr>
      <w:tr w:rsidR="00FA2F39" w:rsidRPr="003A2BE3" w14:paraId="2D0A4962" w14:textId="77777777" w:rsidTr="008D75DA">
        <w:tc>
          <w:tcPr>
            <w:tcW w:w="4427" w:type="pct"/>
            <w:vAlign w:val="center"/>
          </w:tcPr>
          <w:p w14:paraId="569AF1E5" w14:textId="77777777" w:rsidR="00FA2F39" w:rsidRPr="00617CF5" w:rsidRDefault="00FA2F39" w:rsidP="008D75DA">
            <w:r>
              <w:t>ASHRAE 62.1:2003 Ventilation for Acceptable Indoor Air Quality</w:t>
            </w:r>
          </w:p>
        </w:tc>
        <w:tc>
          <w:tcPr>
            <w:tcW w:w="573" w:type="pct"/>
            <w:vAlign w:val="center"/>
          </w:tcPr>
          <w:p w14:paraId="113EB09E" w14:textId="77777777" w:rsidR="00FA2F39" w:rsidRPr="008D75DA" w:rsidRDefault="00000000" w:rsidP="008D75DA">
            <w:sdt>
              <w:sdtPr>
                <w:id w:val="1347598432"/>
              </w:sdtPr>
              <w:sdtContent>
                <w:sdt>
                  <w:sdtPr>
                    <w:id w:val="-1381636355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>
                    <w:rPr>
                      <w:rFonts w:hint="eastAsia"/>
                    </w:rPr>
                  </w:sdtEndPr>
                  <w:sdtContent>
                    <w:r w:rsidR="00FA2F39" w:rsidRPr="008D75DA">
                      <w:rPr>
                        <w:rFonts w:ascii="Segoe UI Symbol" w:hAnsi="Segoe UI Symbol" w:cs="Segoe UI Symbol"/>
                      </w:rPr>
                      <w:t>☐</w:t>
                    </w:r>
                  </w:sdtContent>
                </w:sdt>
              </w:sdtContent>
            </w:sdt>
          </w:p>
        </w:tc>
      </w:tr>
    </w:tbl>
    <w:p w14:paraId="001B33E8" w14:textId="77777777" w:rsidR="00FA2F39" w:rsidRDefault="00FA2F39" w:rsidP="004F3D4F"/>
    <w:p w14:paraId="3ED7A15B" w14:textId="77777777" w:rsidR="00FA2F39" w:rsidRDefault="00FA2F39" w:rsidP="004F3D4F"/>
    <w:p w14:paraId="3F5B88B3" w14:textId="7155FC25" w:rsidR="004F3D4F" w:rsidRPr="004F3D4F" w:rsidRDefault="004F3D4F" w:rsidP="004F3D4F">
      <w:r>
        <w:t>Select</w:t>
      </w:r>
      <w:r w:rsidR="002D547A">
        <w:t xml:space="preserve"> one of the following</w:t>
      </w:r>
      <w:r>
        <w:t xml:space="preserve"> compliance pathway</w:t>
      </w:r>
      <w:r w:rsidR="002D547A">
        <w:t>s:</w:t>
      </w:r>
    </w:p>
    <w:tbl>
      <w:tblPr>
        <w:tblStyle w:val="Style1"/>
        <w:tblW w:w="4966" w:type="pct"/>
        <w:tblBorders>
          <w:top w:val="single" w:sz="4" w:space="0" w:color="FFB70E"/>
          <w:bottom w:val="single" w:sz="4" w:space="0" w:color="FFB70E"/>
          <w:insideH w:val="single" w:sz="4" w:space="0" w:color="FFB70E"/>
        </w:tblBorders>
        <w:tblLook w:val="04A0" w:firstRow="1" w:lastRow="0" w:firstColumn="1" w:lastColumn="0" w:noHBand="0" w:noVBand="1"/>
      </w:tblPr>
      <w:tblGrid>
        <w:gridCol w:w="7305"/>
        <w:gridCol w:w="1661"/>
      </w:tblGrid>
      <w:tr w:rsidR="004C45DD" w:rsidRPr="003A2BE3" w14:paraId="34C119D2" w14:textId="77777777" w:rsidTr="005563A4">
        <w:tc>
          <w:tcPr>
            <w:tcW w:w="4074" w:type="pct"/>
            <w:vAlign w:val="center"/>
          </w:tcPr>
          <w:p w14:paraId="3598188A" w14:textId="34D8A5C7" w:rsidR="004C45DD" w:rsidRPr="003A2BE3" w:rsidRDefault="005563A4" w:rsidP="00492B7D">
            <w:r>
              <w:rPr>
                <w:b/>
              </w:rPr>
              <w:t>8</w:t>
            </w:r>
            <w:r w:rsidR="00C87F76" w:rsidRPr="00C87F76">
              <w:rPr>
                <w:b/>
              </w:rPr>
              <w:t xml:space="preserve">.2A </w:t>
            </w:r>
            <w:r w:rsidR="005C51C3" w:rsidRPr="00C87F76">
              <w:rPr>
                <w:b/>
              </w:rPr>
              <w:t>Comparison</w:t>
            </w:r>
            <w:r w:rsidR="00C87F76" w:rsidRPr="00C87F76">
              <w:rPr>
                <w:b/>
              </w:rPr>
              <w:t xml:space="preserve"> to </w:t>
            </w:r>
            <w:r w:rsidR="0028193E">
              <w:rPr>
                <w:b/>
              </w:rPr>
              <w:t>Industry</w:t>
            </w:r>
            <w:r w:rsidR="0028193E" w:rsidRPr="00C87F76">
              <w:rPr>
                <w:b/>
              </w:rPr>
              <w:t xml:space="preserve"> </w:t>
            </w:r>
            <w:r w:rsidR="00C87F76" w:rsidRPr="00C87F76">
              <w:rPr>
                <w:b/>
              </w:rPr>
              <w:t>Standard</w:t>
            </w:r>
            <w:r w:rsidR="00AC168A">
              <w:br/>
            </w:r>
            <w:r w:rsidR="004D0A28">
              <w:t xml:space="preserve">Outdoor air is provided </w:t>
            </w:r>
            <w:r w:rsidR="00680341">
              <w:t xml:space="preserve">to the nominated area </w:t>
            </w:r>
            <w:r w:rsidR="004D0A28">
              <w:t>at a rate 50% greater tha</w:t>
            </w:r>
            <w:r w:rsidR="002D547A">
              <w:t>n</w:t>
            </w:r>
            <w:r w:rsidR="004D0A28">
              <w:t xml:space="preserve"> the minimum required by </w:t>
            </w:r>
            <w:r w:rsidR="00FA2F39">
              <w:t>the recognised standard selected above</w:t>
            </w:r>
            <w:r w:rsidR="002D547A">
              <w:t>.</w:t>
            </w:r>
          </w:p>
        </w:tc>
        <w:tc>
          <w:tcPr>
            <w:tcW w:w="926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15334237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26F233FC" w14:textId="77777777" w:rsidR="004C45DD" w:rsidRPr="003A2BE3" w:rsidRDefault="00254795" w:rsidP="00015214">
                <w:pPr>
                  <w:jc w:val="center"/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  <w:tr w:rsidR="004C45DD" w:rsidRPr="003A2BE3" w14:paraId="12F11CF2" w14:textId="77777777" w:rsidTr="005563A4">
        <w:tc>
          <w:tcPr>
            <w:tcW w:w="4074" w:type="pct"/>
            <w:vAlign w:val="center"/>
          </w:tcPr>
          <w:p w14:paraId="6F086DDE" w14:textId="3D879922" w:rsidR="00CC3536" w:rsidRDefault="004D0A28" w:rsidP="00492B7D">
            <w:r>
              <w:t xml:space="preserve">Outdoor air is provided </w:t>
            </w:r>
            <w:r w:rsidR="00680341">
              <w:t xml:space="preserve">to the nominated area </w:t>
            </w:r>
            <w:r>
              <w:t>at a rate 100% greater tha</w:t>
            </w:r>
            <w:r w:rsidR="002D547A">
              <w:t>n</w:t>
            </w:r>
            <w:r>
              <w:t xml:space="preserve"> the minimum required by </w:t>
            </w:r>
            <w:r w:rsidR="00FA2F39">
              <w:t>the recognised standard selected above</w:t>
            </w:r>
            <w:r w:rsidR="00AC168A">
              <w:t>.</w:t>
            </w:r>
          </w:p>
        </w:tc>
        <w:tc>
          <w:tcPr>
            <w:tcW w:w="926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63359654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316BE306" w14:textId="77777777" w:rsidR="004C45DD" w:rsidRPr="003A2BE3" w:rsidRDefault="00254795" w:rsidP="00015214">
                <w:pPr>
                  <w:jc w:val="center"/>
                  <w:rPr>
                    <w:rFonts w:ascii="MS Gothic" w:eastAsia="MS Gothic" w:hAnsi="MS Gothic" w:cs="MS Gothic"/>
                  </w:rPr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  <w:tr w:rsidR="00AC168A" w:rsidRPr="003A2BE3" w14:paraId="41413023" w14:textId="77777777" w:rsidTr="005563A4">
        <w:tc>
          <w:tcPr>
            <w:tcW w:w="4074" w:type="pct"/>
            <w:vAlign w:val="center"/>
          </w:tcPr>
          <w:p w14:paraId="46F0397E" w14:textId="77777777" w:rsidR="00AC168A" w:rsidRDefault="005563A4" w:rsidP="00492B7D">
            <w:r>
              <w:rPr>
                <w:b/>
              </w:rPr>
              <w:t>8</w:t>
            </w:r>
            <w:r w:rsidR="00C87F76" w:rsidRPr="00C87F76">
              <w:rPr>
                <w:b/>
              </w:rPr>
              <w:t>.2B</w:t>
            </w:r>
            <w:r w:rsidR="00474D4F">
              <w:rPr>
                <w:b/>
              </w:rPr>
              <w:t xml:space="preserve"> </w:t>
            </w:r>
            <w:r w:rsidR="00C87F76" w:rsidRPr="00C87F76">
              <w:rPr>
                <w:b/>
              </w:rPr>
              <w:t xml:space="preserve">Performance </w:t>
            </w:r>
            <w:r w:rsidR="002D547A" w:rsidRPr="00C87F76">
              <w:rPr>
                <w:b/>
              </w:rPr>
              <w:t>Based Approach</w:t>
            </w:r>
            <w:r w:rsidR="00AC168A">
              <w:br/>
              <w:t xml:space="preserve">Outdoor air is provided to the nominated area at a rate </w:t>
            </w:r>
            <w:r w:rsidR="00BD6353">
              <w:t>so that</w:t>
            </w:r>
            <w:r w:rsidR="00AC168A">
              <w:t xml:space="preserve"> CO</w:t>
            </w:r>
            <w:r w:rsidR="00AC168A" w:rsidRPr="004D0A28">
              <w:rPr>
                <w:vertAlign w:val="subscript"/>
              </w:rPr>
              <w:t>2</w:t>
            </w:r>
            <w:r w:rsidR="00AC168A">
              <w:t xml:space="preserve"> concentrations are maintained below 800ppm </w:t>
            </w:r>
            <w:r w:rsidR="002D547A">
              <w:t xml:space="preserve">as </w:t>
            </w:r>
            <w:r w:rsidR="00AC168A">
              <w:t xml:space="preserve">controlled by </w:t>
            </w:r>
            <w:r w:rsidR="00AC168A" w:rsidRPr="00BB7D6C">
              <w:t>CO</w:t>
            </w:r>
            <w:r w:rsidR="00AC168A" w:rsidRPr="00BB7D6C">
              <w:rPr>
                <w:vertAlign w:val="subscript"/>
              </w:rPr>
              <w:t>2</w:t>
            </w:r>
            <w:r w:rsidR="00AC168A" w:rsidRPr="00BB7D6C">
              <w:t xml:space="preserve"> sensors</w:t>
            </w:r>
            <w:r w:rsidR="002D547A">
              <w:t>.</w:t>
            </w:r>
          </w:p>
        </w:tc>
        <w:tc>
          <w:tcPr>
            <w:tcW w:w="926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138035711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08DA7EDA" w14:textId="77777777" w:rsidR="00AC168A" w:rsidRPr="003A2BE3" w:rsidRDefault="00A95D22" w:rsidP="00015214">
                <w:pPr>
                  <w:jc w:val="center"/>
                  <w:rPr>
                    <w:rFonts w:ascii="MS Gothic" w:eastAsia="MS Gothic" w:hAnsi="MS Gothic" w:cs="MS Gothic"/>
                  </w:rPr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  <w:tr w:rsidR="00AC168A" w:rsidRPr="003A2BE3" w14:paraId="43794222" w14:textId="77777777" w:rsidTr="005563A4">
        <w:tc>
          <w:tcPr>
            <w:tcW w:w="4074" w:type="pct"/>
            <w:vAlign w:val="center"/>
          </w:tcPr>
          <w:p w14:paraId="7CE0785E" w14:textId="77777777" w:rsidR="00CC3536" w:rsidRDefault="00AC168A">
            <w:r>
              <w:t xml:space="preserve">Outdoor air is provided to the nominated area </w:t>
            </w:r>
            <w:r w:rsidR="00BD6353">
              <w:t>at a rate so that</w:t>
            </w:r>
            <w:r>
              <w:t xml:space="preserve"> CO</w:t>
            </w:r>
            <w:r w:rsidRPr="004D0A28">
              <w:rPr>
                <w:vertAlign w:val="subscript"/>
              </w:rPr>
              <w:t>2</w:t>
            </w:r>
            <w:r>
              <w:t xml:space="preserve"> concentrations are maintained below 700ppm</w:t>
            </w:r>
            <w:r w:rsidR="002D547A">
              <w:t xml:space="preserve"> as</w:t>
            </w:r>
            <w:r w:rsidR="00BD6353" w:rsidRPr="00BB7D6C">
              <w:t xml:space="preserve"> </w:t>
            </w:r>
            <w:r w:rsidR="00BD6353">
              <w:t xml:space="preserve">controlled by </w:t>
            </w:r>
            <w:r w:rsidR="00BD6353" w:rsidRPr="00BB7D6C">
              <w:t>CO</w:t>
            </w:r>
            <w:r w:rsidR="00BD6353" w:rsidRPr="00BB7D6C">
              <w:rPr>
                <w:vertAlign w:val="subscript"/>
              </w:rPr>
              <w:t>2</w:t>
            </w:r>
            <w:r w:rsidR="00BD6353" w:rsidRPr="00BB7D6C">
              <w:t xml:space="preserve"> sensors</w:t>
            </w:r>
            <w:r w:rsidR="00BD6353">
              <w:t>.</w:t>
            </w:r>
          </w:p>
        </w:tc>
        <w:tc>
          <w:tcPr>
            <w:tcW w:w="926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120906263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4A769D31" w14:textId="77777777" w:rsidR="00AC168A" w:rsidRPr="003A2BE3" w:rsidRDefault="00254795" w:rsidP="00015214">
                <w:pPr>
                  <w:jc w:val="center"/>
                  <w:rPr>
                    <w:rFonts w:ascii="MS Gothic" w:eastAsia="MS Gothic" w:hAnsi="MS Gothic" w:cs="MS Gothic"/>
                  </w:rPr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  <w:tr w:rsidR="00DD595B" w:rsidRPr="003A2BE3" w14:paraId="2E5FFEED" w14:textId="77777777" w:rsidTr="005563A4">
        <w:tc>
          <w:tcPr>
            <w:tcW w:w="4074" w:type="pct"/>
            <w:vAlign w:val="center"/>
          </w:tcPr>
          <w:p w14:paraId="6906813B" w14:textId="06B0EF71" w:rsidR="00DD595B" w:rsidRDefault="00DD595B" w:rsidP="00DD595B">
            <w:r w:rsidRPr="002B2B4E">
              <w:t xml:space="preserve">CO2 sensors </w:t>
            </w:r>
            <w:r>
              <w:t>are</w:t>
            </w:r>
            <w:r w:rsidRPr="002B2B4E">
              <w:t xml:space="preserve"> located with (and as regularly as) temperature sensors and monitor an area no greater than 500m2.</w:t>
            </w:r>
          </w:p>
        </w:tc>
        <w:tc>
          <w:tcPr>
            <w:tcW w:w="926" w:type="pct"/>
            <w:vAlign w:val="center"/>
          </w:tcPr>
          <w:p w14:paraId="39989A30" w14:textId="4CDE7500" w:rsidR="00DD595B" w:rsidRDefault="00000000" w:rsidP="00DD595B">
            <w:pPr>
              <w:jc w:val="center"/>
              <w:rPr>
                <w:rFonts w:ascii="MS Gothic" w:eastAsia="MS Gothic" w:hAnsi="MS Gothic" w:cs="MS Gothic"/>
              </w:rPr>
            </w:pPr>
            <w:sdt>
              <w:sdtPr>
                <w:id w:val="1999833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eastAsia"/>
                </w:rPr>
              </w:sdtEndPr>
              <w:sdtContent>
                <w:r w:rsidR="00DD595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8B5920" w:rsidRPr="003A2BE3" w14:paraId="48A218F9" w14:textId="77777777" w:rsidTr="008B5920">
        <w:tc>
          <w:tcPr>
            <w:tcW w:w="5000" w:type="pct"/>
            <w:gridSpan w:val="2"/>
            <w:vAlign w:val="center"/>
          </w:tcPr>
          <w:p w14:paraId="69D3186A" w14:textId="39821DAE" w:rsidR="008B5920" w:rsidRDefault="00D47FBA" w:rsidP="001F6AD5">
            <w:r>
              <w:t>If a</w:t>
            </w:r>
            <w:r w:rsidR="008B5920" w:rsidRPr="006A69DD">
              <w:t>lternative thresholds from ASHRAE 62.1:2013</w:t>
            </w:r>
            <w:r w:rsidR="008B5920">
              <w:t xml:space="preserve"> </w:t>
            </w:r>
            <w:r>
              <w:t>are</w:t>
            </w:r>
            <w:r w:rsidR="008B5920">
              <w:t xml:space="preserve"> used</w:t>
            </w:r>
            <w:r>
              <w:t>, p</w:t>
            </w:r>
            <w:r w:rsidR="008B5920">
              <w:t>lease provide a justification below:</w:t>
            </w:r>
          </w:p>
          <w:p w14:paraId="625C8DD2" w14:textId="77777777" w:rsidR="008B5920" w:rsidRDefault="008B5920" w:rsidP="008B5920">
            <w:pPr>
              <w:pBdr>
                <w:top w:val="single" w:sz="4" w:space="1" w:color="244061" w:themeColor="accent1" w:themeShade="80"/>
                <w:left w:val="single" w:sz="4" w:space="4" w:color="244061" w:themeColor="accent1" w:themeShade="80"/>
                <w:bottom w:val="single" w:sz="4" w:space="1" w:color="244061" w:themeColor="accent1" w:themeShade="80"/>
                <w:right w:val="single" w:sz="4" w:space="4" w:color="244061" w:themeColor="accent1" w:themeShade="80"/>
              </w:pBdr>
              <w:shd w:val="clear" w:color="auto" w:fill="DBE5F1" w:themeFill="accent1" w:themeFillTint="33"/>
              <w:spacing w:line="22" w:lineRule="atLeast"/>
            </w:pPr>
          </w:p>
          <w:p w14:paraId="13B9A009" w14:textId="77777777" w:rsidR="008B5920" w:rsidRDefault="008B5920" w:rsidP="008B5920">
            <w:pPr>
              <w:pBdr>
                <w:top w:val="single" w:sz="4" w:space="1" w:color="244061" w:themeColor="accent1" w:themeShade="80"/>
                <w:left w:val="single" w:sz="4" w:space="4" w:color="244061" w:themeColor="accent1" w:themeShade="80"/>
                <w:bottom w:val="single" w:sz="4" w:space="1" w:color="244061" w:themeColor="accent1" w:themeShade="80"/>
                <w:right w:val="single" w:sz="4" w:space="4" w:color="244061" w:themeColor="accent1" w:themeShade="80"/>
              </w:pBdr>
              <w:shd w:val="clear" w:color="auto" w:fill="DBE5F1" w:themeFill="accent1" w:themeFillTint="33"/>
              <w:spacing w:line="22" w:lineRule="atLeast"/>
            </w:pPr>
          </w:p>
          <w:p w14:paraId="533D3E94" w14:textId="77777777" w:rsidR="008B5920" w:rsidRDefault="008B5920" w:rsidP="008B5920">
            <w:pPr>
              <w:pBdr>
                <w:top w:val="single" w:sz="4" w:space="1" w:color="244061" w:themeColor="accent1" w:themeShade="80"/>
                <w:left w:val="single" w:sz="4" w:space="4" w:color="244061" w:themeColor="accent1" w:themeShade="80"/>
                <w:bottom w:val="single" w:sz="4" w:space="1" w:color="244061" w:themeColor="accent1" w:themeShade="80"/>
                <w:right w:val="single" w:sz="4" w:space="4" w:color="244061" w:themeColor="accent1" w:themeShade="80"/>
              </w:pBdr>
              <w:shd w:val="clear" w:color="auto" w:fill="DBE5F1" w:themeFill="accent1" w:themeFillTint="33"/>
              <w:spacing w:line="22" w:lineRule="atLeast"/>
            </w:pPr>
          </w:p>
          <w:p w14:paraId="6F968E47" w14:textId="77777777" w:rsidR="008B5920" w:rsidRDefault="008B5920" w:rsidP="008B5920">
            <w:pPr>
              <w:pBdr>
                <w:top w:val="single" w:sz="4" w:space="1" w:color="244061" w:themeColor="accent1" w:themeShade="80"/>
                <w:left w:val="single" w:sz="4" w:space="4" w:color="244061" w:themeColor="accent1" w:themeShade="80"/>
                <w:bottom w:val="single" w:sz="4" w:space="1" w:color="244061" w:themeColor="accent1" w:themeShade="80"/>
                <w:right w:val="single" w:sz="4" w:space="4" w:color="244061" w:themeColor="accent1" w:themeShade="80"/>
              </w:pBdr>
              <w:shd w:val="clear" w:color="auto" w:fill="DBE5F1" w:themeFill="accent1" w:themeFillTint="33"/>
              <w:spacing w:line="22" w:lineRule="atLeast"/>
            </w:pPr>
          </w:p>
          <w:p w14:paraId="1073E197" w14:textId="77777777" w:rsidR="008B5920" w:rsidRDefault="008B5920" w:rsidP="001F6AD5">
            <w:pPr>
              <w:jc w:val="center"/>
            </w:pPr>
          </w:p>
        </w:tc>
      </w:tr>
      <w:tr w:rsidR="001F6AD5" w:rsidRPr="003A2BE3" w14:paraId="37CBA818" w14:textId="77777777" w:rsidTr="005563A4">
        <w:tc>
          <w:tcPr>
            <w:tcW w:w="4074" w:type="pct"/>
            <w:vAlign w:val="center"/>
          </w:tcPr>
          <w:p w14:paraId="543E2CB2" w14:textId="65B3981A" w:rsidR="001F6AD5" w:rsidRDefault="001F6AD5" w:rsidP="001F6AD5"/>
        </w:tc>
        <w:tc>
          <w:tcPr>
            <w:tcW w:w="926" w:type="pct"/>
            <w:vAlign w:val="center"/>
          </w:tcPr>
          <w:p w14:paraId="704590A9" w14:textId="77777777" w:rsidR="001F6AD5" w:rsidRDefault="001F6AD5" w:rsidP="001F6AD5">
            <w:pPr>
              <w:jc w:val="center"/>
            </w:pPr>
          </w:p>
        </w:tc>
      </w:tr>
      <w:tr w:rsidR="001F6AD5" w:rsidRPr="003A2BE3" w14:paraId="2C56D515" w14:textId="77777777" w:rsidTr="005563A4">
        <w:tc>
          <w:tcPr>
            <w:tcW w:w="4074" w:type="pct"/>
            <w:vAlign w:val="center"/>
          </w:tcPr>
          <w:p w14:paraId="1DEAEA52" w14:textId="2C007859" w:rsidR="001F6AD5" w:rsidRDefault="001F6AD5" w:rsidP="001F6AD5">
            <w:r>
              <w:rPr>
                <w:b/>
              </w:rPr>
              <w:t>8</w:t>
            </w:r>
            <w:r w:rsidRPr="00C87F76">
              <w:rPr>
                <w:b/>
              </w:rPr>
              <w:t>.2C Natural Ventilation</w:t>
            </w:r>
            <w:r>
              <w:br/>
              <w:t xml:space="preserve">The project is naturally </w:t>
            </w:r>
            <w:proofErr w:type="gramStart"/>
            <w:r>
              <w:t>ventilated</w:t>
            </w:r>
            <w:proofErr w:type="gramEnd"/>
            <w:r>
              <w:t xml:space="preserve"> and the nominated area meets the requirements of the recognised standard selected above.</w:t>
            </w:r>
          </w:p>
        </w:tc>
        <w:tc>
          <w:tcPr>
            <w:tcW w:w="926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-212845408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582C08B4" w14:textId="77777777" w:rsidR="001F6AD5" w:rsidRPr="003A2BE3" w:rsidRDefault="001F6AD5" w:rsidP="001F6AD5">
                <w:pPr>
                  <w:jc w:val="center"/>
                  <w:rPr>
                    <w:rFonts w:ascii="MS Gothic" w:eastAsia="MS Gothic" w:hAnsi="MS Gothic" w:cs="MS Gothic"/>
                  </w:rPr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</w:tbl>
    <w:p w14:paraId="1A394B7E" w14:textId="77777777" w:rsidR="00C96E53" w:rsidRDefault="00C96E53">
      <w:pPr>
        <w:spacing w:before="0" w:after="0" w:line="240" w:lineRule="auto"/>
      </w:pPr>
    </w:p>
    <w:tbl>
      <w:tblPr>
        <w:tblStyle w:val="Style1"/>
        <w:tblW w:w="4966" w:type="pct"/>
        <w:tblLook w:val="04A0" w:firstRow="1" w:lastRow="0" w:firstColumn="1" w:lastColumn="0" w:noHBand="0" w:noVBand="1"/>
      </w:tblPr>
      <w:tblGrid>
        <w:gridCol w:w="8966"/>
      </w:tblGrid>
      <w:tr w:rsidR="000548CD" w14:paraId="16D06166" w14:textId="77777777" w:rsidTr="00426B15">
        <w:tc>
          <w:tcPr>
            <w:tcW w:w="5000" w:type="pct"/>
            <w:vAlign w:val="center"/>
          </w:tcPr>
          <w:p w14:paraId="23FF5E46" w14:textId="77777777" w:rsidR="000548CD" w:rsidRDefault="000548CD" w:rsidP="00426B15">
            <w:r w:rsidRPr="00F8744B">
              <w:lastRenderedPageBreak/>
              <w:t>Please just</w:t>
            </w:r>
            <w:r>
              <w:t>ify</w:t>
            </w:r>
            <w:r w:rsidRPr="00F8744B">
              <w:t xml:space="preserve"> how the nominated area will perform as a naturally ventilated space under all likely weather conditions.</w:t>
            </w:r>
          </w:p>
        </w:tc>
      </w:tr>
      <w:tr w:rsidR="000548CD" w:rsidRPr="00F8744B" w14:paraId="02A91A88" w14:textId="77777777" w:rsidTr="00426B15">
        <w:tc>
          <w:tcPr>
            <w:tcW w:w="5000" w:type="pct"/>
            <w:vAlign w:val="center"/>
          </w:tcPr>
          <w:p w14:paraId="533541D9" w14:textId="77777777" w:rsidR="000548CD" w:rsidRDefault="000548CD" w:rsidP="00426B15">
            <w:pPr>
              <w:pBdr>
                <w:top w:val="single" w:sz="4" w:space="1" w:color="244061" w:themeColor="accent1" w:themeShade="80"/>
                <w:left w:val="single" w:sz="4" w:space="4" w:color="244061" w:themeColor="accent1" w:themeShade="80"/>
                <w:bottom w:val="single" w:sz="4" w:space="1" w:color="244061" w:themeColor="accent1" w:themeShade="80"/>
                <w:right w:val="single" w:sz="4" w:space="4" w:color="244061" w:themeColor="accent1" w:themeShade="80"/>
              </w:pBdr>
              <w:shd w:val="clear" w:color="auto" w:fill="DBE5F1" w:themeFill="accent1" w:themeFillTint="33"/>
              <w:spacing w:line="22" w:lineRule="atLeast"/>
            </w:pPr>
          </w:p>
          <w:p w14:paraId="3D2BF9B9" w14:textId="77777777" w:rsidR="000548CD" w:rsidRDefault="000548CD" w:rsidP="00426B15">
            <w:pPr>
              <w:pBdr>
                <w:top w:val="single" w:sz="4" w:space="1" w:color="244061" w:themeColor="accent1" w:themeShade="80"/>
                <w:left w:val="single" w:sz="4" w:space="4" w:color="244061" w:themeColor="accent1" w:themeShade="80"/>
                <w:bottom w:val="single" w:sz="4" w:space="1" w:color="244061" w:themeColor="accent1" w:themeShade="80"/>
                <w:right w:val="single" w:sz="4" w:space="4" w:color="244061" w:themeColor="accent1" w:themeShade="80"/>
              </w:pBdr>
              <w:shd w:val="clear" w:color="auto" w:fill="DBE5F1" w:themeFill="accent1" w:themeFillTint="33"/>
              <w:spacing w:line="22" w:lineRule="atLeast"/>
            </w:pPr>
          </w:p>
          <w:p w14:paraId="5B180A84" w14:textId="77777777" w:rsidR="000548CD" w:rsidRDefault="000548CD" w:rsidP="00426B15">
            <w:pPr>
              <w:pBdr>
                <w:top w:val="single" w:sz="4" w:space="1" w:color="244061" w:themeColor="accent1" w:themeShade="80"/>
                <w:left w:val="single" w:sz="4" w:space="4" w:color="244061" w:themeColor="accent1" w:themeShade="80"/>
                <w:bottom w:val="single" w:sz="4" w:space="1" w:color="244061" w:themeColor="accent1" w:themeShade="80"/>
                <w:right w:val="single" w:sz="4" w:space="4" w:color="244061" w:themeColor="accent1" w:themeShade="80"/>
              </w:pBdr>
              <w:shd w:val="clear" w:color="auto" w:fill="DBE5F1" w:themeFill="accent1" w:themeFillTint="33"/>
              <w:spacing w:line="22" w:lineRule="atLeast"/>
            </w:pPr>
          </w:p>
          <w:p w14:paraId="445861C3" w14:textId="77777777" w:rsidR="000548CD" w:rsidRDefault="000548CD" w:rsidP="00426B15">
            <w:pPr>
              <w:pBdr>
                <w:top w:val="single" w:sz="4" w:space="1" w:color="244061" w:themeColor="accent1" w:themeShade="80"/>
                <w:left w:val="single" w:sz="4" w:space="4" w:color="244061" w:themeColor="accent1" w:themeShade="80"/>
                <w:bottom w:val="single" w:sz="4" w:space="1" w:color="244061" w:themeColor="accent1" w:themeShade="80"/>
                <w:right w:val="single" w:sz="4" w:space="4" w:color="244061" w:themeColor="accent1" w:themeShade="80"/>
              </w:pBdr>
              <w:shd w:val="clear" w:color="auto" w:fill="DBE5F1" w:themeFill="accent1" w:themeFillTint="33"/>
              <w:spacing w:line="22" w:lineRule="atLeast"/>
            </w:pPr>
          </w:p>
          <w:p w14:paraId="0DAB60B1" w14:textId="77777777" w:rsidR="000548CD" w:rsidRPr="00F8744B" w:rsidRDefault="000548CD" w:rsidP="00426B15"/>
        </w:tc>
      </w:tr>
    </w:tbl>
    <w:p w14:paraId="2311D17B" w14:textId="77777777" w:rsidR="00CC3536" w:rsidRDefault="004F3D4F" w:rsidP="004F3D4F">
      <w:pPr>
        <w:spacing w:line="22" w:lineRule="atLeast"/>
      </w:pPr>
      <w:r>
        <w:t>Provide a d</w:t>
      </w:r>
      <w:r w:rsidR="00C12EF5" w:rsidRPr="00BB7D6C">
        <w:t>escription of the system in place, occupancy rates, and how each space is provid</w:t>
      </w:r>
      <w:r>
        <w:t>ed with sufficient outdoor air</w:t>
      </w:r>
      <w:r w:rsidR="001D69AE">
        <w:t>.</w:t>
      </w:r>
    </w:p>
    <w:p w14:paraId="7D9E11B4" w14:textId="77777777" w:rsidR="004F3D4F" w:rsidRDefault="004F3D4F" w:rsidP="004F3D4F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spacing w:line="22" w:lineRule="atLeast"/>
      </w:pPr>
    </w:p>
    <w:p w14:paraId="341A252C" w14:textId="77777777" w:rsidR="004F3D4F" w:rsidRDefault="004F3D4F" w:rsidP="004F3D4F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spacing w:line="22" w:lineRule="atLeast"/>
      </w:pPr>
    </w:p>
    <w:p w14:paraId="6A10C958" w14:textId="77777777" w:rsidR="00C96E53" w:rsidRDefault="00C96E53" w:rsidP="004F3D4F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spacing w:line="22" w:lineRule="atLeast"/>
      </w:pPr>
    </w:p>
    <w:p w14:paraId="2109364C" w14:textId="77777777" w:rsidR="00C96E53" w:rsidRDefault="00C96E53" w:rsidP="004F3D4F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spacing w:line="22" w:lineRule="atLeast"/>
      </w:pPr>
    </w:p>
    <w:p w14:paraId="7974C8B7" w14:textId="77777777" w:rsidR="00C96E53" w:rsidRDefault="00C96E53" w:rsidP="004F3D4F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spacing w:line="22" w:lineRule="atLeast"/>
      </w:pPr>
    </w:p>
    <w:p w14:paraId="1044FCC9" w14:textId="77777777" w:rsidR="00C96E53" w:rsidRDefault="00C96E53" w:rsidP="004F3D4F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spacing w:line="22" w:lineRule="atLeast"/>
      </w:pPr>
    </w:p>
    <w:p w14:paraId="41A25880" w14:textId="77777777" w:rsidR="004F3D4F" w:rsidRDefault="004F3D4F" w:rsidP="004F3D4F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spacing w:line="22" w:lineRule="atLeast"/>
      </w:pPr>
    </w:p>
    <w:p w14:paraId="0C2A0A28" w14:textId="77777777" w:rsidR="004F3D4F" w:rsidRDefault="004F3D4F" w:rsidP="004F3D4F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spacing w:line="22" w:lineRule="atLeast"/>
      </w:pPr>
    </w:p>
    <w:p w14:paraId="37EA351C" w14:textId="77777777" w:rsidR="00E636A3" w:rsidRDefault="00E636A3" w:rsidP="004F3D4F">
      <w:pPr>
        <w:spacing w:line="22" w:lineRule="atLeast"/>
      </w:pPr>
    </w:p>
    <w:p w14:paraId="43D46A56" w14:textId="746DEB56" w:rsidR="00CC3536" w:rsidRDefault="004F3D4F" w:rsidP="004F3D4F">
      <w:pPr>
        <w:spacing w:line="22" w:lineRule="atLeast"/>
      </w:pPr>
      <w:r>
        <w:t>Provide a d</w:t>
      </w:r>
      <w:r w:rsidR="00C12EF5" w:rsidRPr="00BB7D6C">
        <w:t xml:space="preserve">escription of any modelling (if relevant) to ensure the </w:t>
      </w:r>
      <w:r w:rsidR="001443D4" w:rsidRPr="00BB7D6C">
        <w:t>CO</w:t>
      </w:r>
      <w:r w:rsidR="001443D4" w:rsidRPr="004F3D4F">
        <w:rPr>
          <w:vertAlign w:val="subscript"/>
        </w:rPr>
        <w:t>2</w:t>
      </w:r>
      <w:r w:rsidR="00C12EF5" w:rsidRPr="00BB7D6C">
        <w:t xml:space="preserve"> level threshold is maintained.</w:t>
      </w:r>
    </w:p>
    <w:p w14:paraId="47003BDC" w14:textId="77777777" w:rsidR="004F3D4F" w:rsidRDefault="004F3D4F" w:rsidP="004F3D4F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spacing w:line="22" w:lineRule="atLeast"/>
      </w:pPr>
    </w:p>
    <w:p w14:paraId="6F053FDC" w14:textId="77777777" w:rsidR="00C96E53" w:rsidRDefault="00C96E53" w:rsidP="004F3D4F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spacing w:line="22" w:lineRule="atLeast"/>
      </w:pPr>
    </w:p>
    <w:p w14:paraId="376FCC11" w14:textId="77777777" w:rsidR="00C96E53" w:rsidRDefault="00C96E53" w:rsidP="004F3D4F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spacing w:line="22" w:lineRule="atLeast"/>
      </w:pPr>
    </w:p>
    <w:p w14:paraId="56F46671" w14:textId="77777777" w:rsidR="00C96E53" w:rsidRDefault="00C96E53" w:rsidP="004F3D4F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spacing w:line="22" w:lineRule="atLeast"/>
      </w:pPr>
    </w:p>
    <w:p w14:paraId="790AD4B7" w14:textId="77777777" w:rsidR="00C96E53" w:rsidRDefault="00C96E53" w:rsidP="004F3D4F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spacing w:line="22" w:lineRule="atLeast"/>
      </w:pPr>
    </w:p>
    <w:p w14:paraId="2F8F5E40" w14:textId="77777777" w:rsidR="004F3D4F" w:rsidRDefault="004F3D4F" w:rsidP="004F3D4F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spacing w:line="22" w:lineRule="atLeast"/>
      </w:pPr>
    </w:p>
    <w:p w14:paraId="2A1F9B23" w14:textId="77777777" w:rsidR="004F3D4F" w:rsidRDefault="004F3D4F" w:rsidP="004F3D4F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spacing w:line="22" w:lineRule="atLeast"/>
      </w:pPr>
    </w:p>
    <w:p w14:paraId="198F580C" w14:textId="77777777" w:rsidR="004F3D4F" w:rsidRDefault="004F3D4F" w:rsidP="004F3D4F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spacing w:line="22" w:lineRule="atLeast"/>
      </w:pPr>
    </w:p>
    <w:p w14:paraId="2B317F08" w14:textId="77777777" w:rsidR="004F3D4F" w:rsidRDefault="00C96E53">
      <w:pPr>
        <w:spacing w:before="0" w:after="0" w:line="240" w:lineRule="auto"/>
        <w:rPr>
          <w:color w:val="8064A2" w:themeColor="accent4"/>
          <w:szCs w:val="20"/>
        </w:rPr>
      </w:pPr>
      <w:r>
        <w:rPr>
          <w:szCs w:val="20"/>
        </w:rPr>
        <w:t xml:space="preserve"> </w:t>
      </w:r>
    </w:p>
    <w:tbl>
      <w:tblPr>
        <w:tblStyle w:val="Style1"/>
        <w:tblW w:w="9786" w:type="dxa"/>
        <w:tblBorders>
          <w:top w:val="single" w:sz="4" w:space="0" w:color="FFB70E"/>
          <w:bottom w:val="single" w:sz="4" w:space="0" w:color="FFB70E"/>
          <w:insideH w:val="single" w:sz="4" w:space="0" w:color="FFB70E"/>
        </w:tblBorders>
        <w:tblLayout w:type="fixed"/>
        <w:tblLook w:val="04A0" w:firstRow="1" w:lastRow="0" w:firstColumn="1" w:lastColumn="0" w:noHBand="0" w:noVBand="1"/>
      </w:tblPr>
      <w:tblGrid>
        <w:gridCol w:w="998"/>
        <w:gridCol w:w="1134"/>
        <w:gridCol w:w="953"/>
        <w:gridCol w:w="992"/>
        <w:gridCol w:w="1207"/>
        <w:gridCol w:w="1100"/>
        <w:gridCol w:w="1276"/>
        <w:gridCol w:w="992"/>
        <w:gridCol w:w="1134"/>
      </w:tblGrid>
      <w:tr w:rsidR="00680341" w14:paraId="36365767" w14:textId="77777777" w:rsidTr="005563A4">
        <w:tc>
          <w:tcPr>
            <w:tcW w:w="9786" w:type="dxa"/>
            <w:gridSpan w:val="9"/>
          </w:tcPr>
          <w:p w14:paraId="24E31200" w14:textId="77777777" w:rsidR="00680341" w:rsidRPr="00680341" w:rsidRDefault="00680341" w:rsidP="00B432F4">
            <w:pPr>
              <w:pStyle w:val="Criterion"/>
            </w:pPr>
            <w:r>
              <w:t>Summary of Mechanically Ventilated Spaces</w:t>
            </w:r>
          </w:p>
        </w:tc>
      </w:tr>
      <w:tr w:rsidR="00680341" w14:paraId="2A318FA1" w14:textId="77777777" w:rsidTr="00775804">
        <w:tc>
          <w:tcPr>
            <w:tcW w:w="998" w:type="dxa"/>
            <w:vMerge w:val="restart"/>
            <w:shd w:val="clear" w:color="auto" w:fill="FFE69E" w:themeFill="text1" w:themeFillTint="66"/>
            <w:vAlign w:val="center"/>
          </w:tcPr>
          <w:p w14:paraId="5DC3D63E" w14:textId="77777777" w:rsidR="00680341" w:rsidRPr="00680341" w:rsidRDefault="00680341" w:rsidP="00775804">
            <w:pPr>
              <w:rPr>
                <w:b/>
                <w:sz w:val="16"/>
                <w:szCs w:val="16"/>
              </w:rPr>
            </w:pPr>
            <w:r w:rsidRPr="00680341">
              <w:rPr>
                <w:b/>
                <w:sz w:val="16"/>
                <w:szCs w:val="16"/>
              </w:rPr>
              <w:t>Air Handling Unit</w:t>
            </w:r>
          </w:p>
        </w:tc>
        <w:tc>
          <w:tcPr>
            <w:tcW w:w="1134" w:type="dxa"/>
            <w:vMerge w:val="restart"/>
            <w:shd w:val="clear" w:color="auto" w:fill="FFE69E" w:themeFill="text1" w:themeFillTint="66"/>
            <w:vAlign w:val="center"/>
          </w:tcPr>
          <w:p w14:paraId="3CFF01D5" w14:textId="77777777" w:rsidR="00680341" w:rsidRPr="00680341" w:rsidRDefault="00680341" w:rsidP="00775804">
            <w:pPr>
              <w:rPr>
                <w:b/>
                <w:sz w:val="16"/>
                <w:szCs w:val="16"/>
              </w:rPr>
            </w:pPr>
            <w:r w:rsidRPr="00680341">
              <w:rPr>
                <w:b/>
                <w:sz w:val="16"/>
                <w:szCs w:val="16"/>
              </w:rPr>
              <w:t>Space/ Floor</w:t>
            </w:r>
          </w:p>
        </w:tc>
        <w:tc>
          <w:tcPr>
            <w:tcW w:w="953" w:type="dxa"/>
            <w:vMerge w:val="restart"/>
            <w:shd w:val="clear" w:color="auto" w:fill="FFE69E" w:themeFill="text1" w:themeFillTint="66"/>
            <w:vAlign w:val="center"/>
          </w:tcPr>
          <w:p w14:paraId="1DF62524" w14:textId="77777777" w:rsidR="00680341" w:rsidRPr="00680341" w:rsidRDefault="00680341" w:rsidP="00775804">
            <w:pPr>
              <w:rPr>
                <w:b/>
                <w:sz w:val="16"/>
                <w:szCs w:val="16"/>
              </w:rPr>
            </w:pPr>
            <w:r w:rsidRPr="00680341">
              <w:rPr>
                <w:b/>
                <w:sz w:val="16"/>
                <w:szCs w:val="16"/>
              </w:rPr>
              <w:t>Area (m</w:t>
            </w:r>
            <w:r w:rsidRPr="00680341">
              <w:rPr>
                <w:b/>
                <w:sz w:val="16"/>
                <w:szCs w:val="16"/>
                <w:vertAlign w:val="superscript"/>
              </w:rPr>
              <w:t>2</w:t>
            </w:r>
            <w:r w:rsidRPr="00680341">
              <w:rPr>
                <w:b/>
                <w:sz w:val="16"/>
                <w:szCs w:val="16"/>
              </w:rPr>
              <w:t>)</w:t>
            </w:r>
          </w:p>
        </w:tc>
        <w:tc>
          <w:tcPr>
            <w:tcW w:w="3299" w:type="dxa"/>
            <w:gridSpan w:val="3"/>
            <w:shd w:val="clear" w:color="auto" w:fill="FFE69E" w:themeFill="text1" w:themeFillTint="66"/>
            <w:vAlign w:val="center"/>
          </w:tcPr>
          <w:p w14:paraId="06FBAAFA" w14:textId="77777777" w:rsidR="00680341" w:rsidRPr="00680341" w:rsidRDefault="00680341" w:rsidP="00775804">
            <w:pPr>
              <w:rPr>
                <w:b/>
                <w:sz w:val="16"/>
                <w:szCs w:val="16"/>
              </w:rPr>
            </w:pPr>
            <w:r w:rsidRPr="00680341">
              <w:rPr>
                <w:b/>
                <w:sz w:val="16"/>
                <w:szCs w:val="16"/>
              </w:rPr>
              <w:t>AS</w:t>
            </w:r>
            <w:r w:rsidR="0028193E">
              <w:rPr>
                <w:b/>
                <w:sz w:val="16"/>
                <w:szCs w:val="16"/>
              </w:rPr>
              <w:t xml:space="preserve"> </w:t>
            </w:r>
            <w:r w:rsidRPr="00680341">
              <w:rPr>
                <w:b/>
                <w:sz w:val="16"/>
                <w:szCs w:val="16"/>
              </w:rPr>
              <w:t>1668.2 Requirements</w:t>
            </w:r>
          </w:p>
        </w:tc>
        <w:tc>
          <w:tcPr>
            <w:tcW w:w="1276" w:type="dxa"/>
            <w:shd w:val="clear" w:color="auto" w:fill="FFE69E" w:themeFill="text1" w:themeFillTint="66"/>
            <w:vAlign w:val="center"/>
          </w:tcPr>
          <w:p w14:paraId="7FDAE493" w14:textId="77777777" w:rsidR="00680341" w:rsidRPr="00680341" w:rsidRDefault="00680341" w:rsidP="00775804">
            <w:pPr>
              <w:rPr>
                <w:b/>
                <w:sz w:val="16"/>
                <w:szCs w:val="16"/>
              </w:rPr>
            </w:pPr>
            <w:r w:rsidRPr="00680341">
              <w:rPr>
                <w:b/>
                <w:sz w:val="16"/>
                <w:szCs w:val="16"/>
              </w:rPr>
              <w:t>Project Rates</w:t>
            </w:r>
          </w:p>
        </w:tc>
        <w:tc>
          <w:tcPr>
            <w:tcW w:w="992" w:type="dxa"/>
            <w:vMerge w:val="restart"/>
            <w:shd w:val="clear" w:color="auto" w:fill="FFE69E" w:themeFill="text1" w:themeFillTint="66"/>
            <w:vAlign w:val="center"/>
          </w:tcPr>
          <w:p w14:paraId="0B7FDE9B" w14:textId="77777777" w:rsidR="00680341" w:rsidRPr="00680341" w:rsidRDefault="00680341" w:rsidP="00775804">
            <w:pPr>
              <w:rPr>
                <w:b/>
                <w:sz w:val="16"/>
                <w:szCs w:val="16"/>
              </w:rPr>
            </w:pPr>
            <w:r w:rsidRPr="00680341">
              <w:rPr>
                <w:b/>
                <w:sz w:val="16"/>
                <w:szCs w:val="16"/>
              </w:rPr>
              <w:t>% Improve-ment</w:t>
            </w:r>
          </w:p>
        </w:tc>
        <w:tc>
          <w:tcPr>
            <w:tcW w:w="1134" w:type="dxa"/>
            <w:vMerge w:val="restart"/>
            <w:shd w:val="clear" w:color="auto" w:fill="FFE69E" w:themeFill="text1" w:themeFillTint="66"/>
            <w:vAlign w:val="center"/>
          </w:tcPr>
          <w:p w14:paraId="438B95E2" w14:textId="77777777" w:rsidR="00680341" w:rsidRDefault="00680341" w:rsidP="00775804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P</w:t>
            </w:r>
            <w:r w:rsidRPr="00680341">
              <w:rPr>
                <w:b/>
                <w:sz w:val="16"/>
                <w:szCs w:val="16"/>
              </w:rPr>
              <w:t xml:space="preserve">oints </w:t>
            </w:r>
            <w:r w:rsidR="00BD6353">
              <w:rPr>
                <w:b/>
                <w:sz w:val="16"/>
                <w:szCs w:val="16"/>
              </w:rPr>
              <w:t>claimed</w:t>
            </w:r>
          </w:p>
          <w:p w14:paraId="5D01D412" w14:textId="77777777" w:rsidR="00680341" w:rsidRPr="00680341" w:rsidRDefault="00680341" w:rsidP="00775804">
            <w:pPr>
              <w:rPr>
                <w:b/>
                <w:sz w:val="16"/>
                <w:szCs w:val="16"/>
              </w:rPr>
            </w:pPr>
            <w:r w:rsidRPr="00680341">
              <w:rPr>
                <w:b/>
                <w:sz w:val="16"/>
                <w:szCs w:val="16"/>
              </w:rPr>
              <w:t>[1</w:t>
            </w:r>
            <w:r w:rsidR="0028193E">
              <w:rPr>
                <w:b/>
                <w:sz w:val="16"/>
                <w:szCs w:val="16"/>
              </w:rPr>
              <w:t xml:space="preserve"> or</w:t>
            </w:r>
            <w:r w:rsidRPr="00680341">
              <w:rPr>
                <w:b/>
                <w:sz w:val="16"/>
                <w:szCs w:val="16"/>
              </w:rPr>
              <w:t xml:space="preserve"> 2]</w:t>
            </w:r>
          </w:p>
        </w:tc>
      </w:tr>
      <w:tr w:rsidR="00775804" w14:paraId="3F9A1B90" w14:textId="77777777" w:rsidTr="00775804">
        <w:tc>
          <w:tcPr>
            <w:tcW w:w="998" w:type="dxa"/>
            <w:vMerge/>
            <w:shd w:val="clear" w:color="auto" w:fill="FFE69E" w:themeFill="text1" w:themeFillTint="66"/>
            <w:vAlign w:val="center"/>
          </w:tcPr>
          <w:p w14:paraId="4A5FEC34" w14:textId="77777777" w:rsidR="00680341" w:rsidRPr="00680341" w:rsidRDefault="00680341" w:rsidP="00775804">
            <w:pPr>
              <w:rPr>
                <w:color w:val="76923C" w:themeColor="accent3" w:themeShade="BF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FFE69E" w:themeFill="text1" w:themeFillTint="66"/>
            <w:vAlign w:val="center"/>
          </w:tcPr>
          <w:p w14:paraId="5CF56320" w14:textId="77777777" w:rsidR="00680341" w:rsidRPr="00680341" w:rsidRDefault="00680341" w:rsidP="00775804">
            <w:pPr>
              <w:rPr>
                <w:color w:val="76923C" w:themeColor="accent3" w:themeShade="BF"/>
                <w:sz w:val="16"/>
                <w:szCs w:val="16"/>
              </w:rPr>
            </w:pPr>
          </w:p>
        </w:tc>
        <w:tc>
          <w:tcPr>
            <w:tcW w:w="953" w:type="dxa"/>
            <w:vMerge/>
            <w:shd w:val="clear" w:color="auto" w:fill="FFE69E" w:themeFill="text1" w:themeFillTint="66"/>
            <w:vAlign w:val="center"/>
          </w:tcPr>
          <w:p w14:paraId="4CE8B377" w14:textId="77777777" w:rsidR="00680341" w:rsidRPr="00680341" w:rsidRDefault="00680341" w:rsidP="00775804">
            <w:pPr>
              <w:rPr>
                <w:color w:val="76923C" w:themeColor="accent3" w:themeShade="BF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E69E" w:themeFill="text1" w:themeFillTint="66"/>
            <w:vAlign w:val="center"/>
          </w:tcPr>
          <w:p w14:paraId="1639CB34" w14:textId="77777777" w:rsidR="00680341" w:rsidRPr="00775804" w:rsidRDefault="00680341" w:rsidP="00775804">
            <w:pPr>
              <w:rPr>
                <w:b/>
                <w:sz w:val="16"/>
                <w:szCs w:val="16"/>
              </w:rPr>
            </w:pPr>
            <w:r w:rsidRPr="00775804">
              <w:rPr>
                <w:b/>
                <w:sz w:val="16"/>
                <w:szCs w:val="16"/>
              </w:rPr>
              <w:t>Net Floor Area per person</w:t>
            </w:r>
          </w:p>
        </w:tc>
        <w:tc>
          <w:tcPr>
            <w:tcW w:w="1207" w:type="dxa"/>
            <w:shd w:val="clear" w:color="auto" w:fill="FFE69E" w:themeFill="text1" w:themeFillTint="66"/>
            <w:vAlign w:val="center"/>
          </w:tcPr>
          <w:p w14:paraId="42353DBE" w14:textId="77777777" w:rsidR="00680341" w:rsidRPr="00775804" w:rsidRDefault="00680341" w:rsidP="00775804">
            <w:pPr>
              <w:rPr>
                <w:b/>
                <w:sz w:val="16"/>
                <w:szCs w:val="16"/>
              </w:rPr>
            </w:pPr>
            <w:r w:rsidRPr="00775804">
              <w:rPr>
                <w:b/>
                <w:sz w:val="16"/>
                <w:szCs w:val="16"/>
              </w:rPr>
              <w:t>Quantity (L/</w:t>
            </w:r>
            <w:r w:rsidR="0028193E" w:rsidRPr="00775804">
              <w:rPr>
                <w:b/>
                <w:sz w:val="16"/>
                <w:szCs w:val="16"/>
              </w:rPr>
              <w:t>s.</w:t>
            </w:r>
            <w:r w:rsidRPr="00775804">
              <w:rPr>
                <w:b/>
                <w:sz w:val="16"/>
                <w:szCs w:val="16"/>
              </w:rPr>
              <w:t>Person)</w:t>
            </w:r>
          </w:p>
        </w:tc>
        <w:tc>
          <w:tcPr>
            <w:tcW w:w="1100" w:type="dxa"/>
            <w:shd w:val="clear" w:color="auto" w:fill="FFE69E" w:themeFill="text1" w:themeFillTint="66"/>
            <w:vAlign w:val="center"/>
          </w:tcPr>
          <w:p w14:paraId="0F8E702D" w14:textId="77777777" w:rsidR="00680341" w:rsidRPr="00775804" w:rsidRDefault="00680341" w:rsidP="00775804">
            <w:pPr>
              <w:rPr>
                <w:b/>
                <w:sz w:val="16"/>
                <w:szCs w:val="16"/>
              </w:rPr>
            </w:pPr>
            <w:r w:rsidRPr="00775804">
              <w:rPr>
                <w:b/>
                <w:sz w:val="16"/>
                <w:szCs w:val="16"/>
              </w:rPr>
              <w:t>Min OA per Space (L/s)</w:t>
            </w:r>
          </w:p>
        </w:tc>
        <w:tc>
          <w:tcPr>
            <w:tcW w:w="1276" w:type="dxa"/>
            <w:shd w:val="clear" w:color="auto" w:fill="FFE69E" w:themeFill="text1" w:themeFillTint="66"/>
            <w:vAlign w:val="center"/>
          </w:tcPr>
          <w:p w14:paraId="66723321" w14:textId="77777777" w:rsidR="00680341" w:rsidRPr="00775804" w:rsidRDefault="00680341" w:rsidP="00775804">
            <w:pPr>
              <w:rPr>
                <w:b/>
                <w:sz w:val="16"/>
                <w:szCs w:val="16"/>
              </w:rPr>
            </w:pPr>
            <w:r w:rsidRPr="00775804">
              <w:rPr>
                <w:b/>
                <w:sz w:val="16"/>
                <w:szCs w:val="16"/>
              </w:rPr>
              <w:t>Min OA per Space (L/s)</w:t>
            </w:r>
          </w:p>
        </w:tc>
        <w:tc>
          <w:tcPr>
            <w:tcW w:w="992" w:type="dxa"/>
            <w:vMerge/>
            <w:shd w:val="clear" w:color="auto" w:fill="FFE69E" w:themeFill="text1" w:themeFillTint="66"/>
            <w:vAlign w:val="center"/>
          </w:tcPr>
          <w:p w14:paraId="46206F73" w14:textId="77777777" w:rsidR="00680341" w:rsidRPr="00680341" w:rsidRDefault="00680341" w:rsidP="00775804">
            <w:pPr>
              <w:rPr>
                <w:b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FFE69E" w:themeFill="text1" w:themeFillTint="66"/>
            <w:vAlign w:val="center"/>
          </w:tcPr>
          <w:p w14:paraId="65606F48" w14:textId="77777777" w:rsidR="00680341" w:rsidRPr="00680341" w:rsidRDefault="00680341" w:rsidP="00775804">
            <w:pPr>
              <w:rPr>
                <w:b/>
                <w:sz w:val="16"/>
                <w:szCs w:val="16"/>
              </w:rPr>
            </w:pPr>
          </w:p>
        </w:tc>
      </w:tr>
      <w:tr w:rsidR="00680341" w14:paraId="45D3AD21" w14:textId="77777777" w:rsidTr="00775804">
        <w:tc>
          <w:tcPr>
            <w:tcW w:w="998" w:type="dxa"/>
            <w:vAlign w:val="center"/>
          </w:tcPr>
          <w:p w14:paraId="16202733" w14:textId="77777777" w:rsidR="00680341" w:rsidRPr="00680341" w:rsidRDefault="00680341" w:rsidP="00775804">
            <w:pPr>
              <w:rPr>
                <w:b/>
                <w:color w:val="8064A2" w:themeColor="accent4"/>
                <w:sz w:val="16"/>
                <w:szCs w:val="16"/>
              </w:rPr>
            </w:pPr>
            <w:r w:rsidRPr="00680341">
              <w:rPr>
                <w:color w:val="8064A2" w:themeColor="accent4"/>
                <w:sz w:val="16"/>
                <w:szCs w:val="16"/>
              </w:rPr>
              <w:t>[e.g. AHU – North]</w:t>
            </w:r>
          </w:p>
        </w:tc>
        <w:tc>
          <w:tcPr>
            <w:tcW w:w="1134" w:type="dxa"/>
            <w:vAlign w:val="center"/>
          </w:tcPr>
          <w:p w14:paraId="6A8C98BB" w14:textId="77777777" w:rsidR="00680341" w:rsidRPr="00775804" w:rsidRDefault="00680341" w:rsidP="00775804">
            <w:pPr>
              <w:rPr>
                <w:color w:val="8064A2" w:themeColor="accent4"/>
                <w:sz w:val="16"/>
                <w:szCs w:val="16"/>
              </w:rPr>
            </w:pPr>
            <w:r w:rsidRPr="00775804">
              <w:rPr>
                <w:color w:val="8064A2" w:themeColor="accent4"/>
                <w:sz w:val="16"/>
                <w:szCs w:val="16"/>
              </w:rPr>
              <w:t>[e.g. 1</w:t>
            </w:r>
            <w:r w:rsidRPr="00775804">
              <w:rPr>
                <w:color w:val="8064A2" w:themeColor="accent4"/>
                <w:sz w:val="16"/>
                <w:szCs w:val="16"/>
                <w:vertAlign w:val="superscript"/>
              </w:rPr>
              <w:t>st</w:t>
            </w:r>
            <w:r w:rsidRPr="00775804">
              <w:rPr>
                <w:color w:val="8064A2" w:themeColor="accent4"/>
                <w:sz w:val="16"/>
                <w:szCs w:val="16"/>
              </w:rPr>
              <w:t xml:space="preserve"> Floor]</w:t>
            </w:r>
          </w:p>
        </w:tc>
        <w:tc>
          <w:tcPr>
            <w:tcW w:w="953" w:type="dxa"/>
            <w:vAlign w:val="center"/>
          </w:tcPr>
          <w:p w14:paraId="2ECC2988" w14:textId="77777777" w:rsidR="00680341" w:rsidRPr="00680341" w:rsidRDefault="00680341" w:rsidP="00775804">
            <w:pPr>
              <w:rPr>
                <w:color w:val="8064A2" w:themeColor="accent4"/>
                <w:sz w:val="16"/>
                <w:szCs w:val="16"/>
              </w:rPr>
            </w:pPr>
            <w:r w:rsidRPr="00680341">
              <w:rPr>
                <w:color w:val="8064A2" w:themeColor="accent4"/>
                <w:sz w:val="16"/>
                <w:szCs w:val="16"/>
              </w:rPr>
              <w:t>[10</w:t>
            </w:r>
            <w:r w:rsidR="001443D4">
              <w:rPr>
                <w:color w:val="8064A2" w:themeColor="accent4"/>
                <w:sz w:val="16"/>
                <w:szCs w:val="16"/>
              </w:rPr>
              <w:t>0</w:t>
            </w:r>
            <w:r w:rsidRPr="00680341">
              <w:rPr>
                <w:color w:val="8064A2" w:themeColor="accent4"/>
                <w:sz w:val="16"/>
                <w:szCs w:val="16"/>
              </w:rPr>
              <w:t>m</w:t>
            </w:r>
            <w:r w:rsidRPr="00680341">
              <w:rPr>
                <w:color w:val="8064A2" w:themeColor="accent4"/>
                <w:sz w:val="16"/>
                <w:szCs w:val="16"/>
                <w:vertAlign w:val="superscript"/>
              </w:rPr>
              <w:t>2</w:t>
            </w:r>
            <w:r w:rsidRPr="00680341">
              <w:rPr>
                <w:color w:val="8064A2" w:themeColor="accent4"/>
                <w:sz w:val="16"/>
                <w:szCs w:val="16"/>
              </w:rPr>
              <w:t>]</w:t>
            </w:r>
          </w:p>
        </w:tc>
        <w:tc>
          <w:tcPr>
            <w:tcW w:w="992" w:type="dxa"/>
            <w:vAlign w:val="center"/>
          </w:tcPr>
          <w:p w14:paraId="696219F3" w14:textId="77777777" w:rsidR="00680341" w:rsidRPr="00680341" w:rsidRDefault="00680341" w:rsidP="00775804">
            <w:pPr>
              <w:rPr>
                <w:color w:val="8064A2" w:themeColor="accent4"/>
                <w:sz w:val="16"/>
                <w:szCs w:val="16"/>
              </w:rPr>
            </w:pPr>
            <w:r w:rsidRPr="00680341">
              <w:rPr>
                <w:color w:val="8064A2" w:themeColor="accent4"/>
                <w:sz w:val="16"/>
                <w:szCs w:val="16"/>
              </w:rPr>
              <w:t>[10m</w:t>
            </w:r>
            <w:r w:rsidRPr="00680341">
              <w:rPr>
                <w:color w:val="8064A2" w:themeColor="accent4"/>
                <w:sz w:val="16"/>
                <w:szCs w:val="16"/>
                <w:vertAlign w:val="superscript"/>
              </w:rPr>
              <w:t>2</w:t>
            </w:r>
            <w:r w:rsidRPr="00680341">
              <w:rPr>
                <w:color w:val="8064A2" w:themeColor="accent4"/>
                <w:sz w:val="16"/>
                <w:szCs w:val="16"/>
              </w:rPr>
              <w:t>]</w:t>
            </w:r>
          </w:p>
        </w:tc>
        <w:tc>
          <w:tcPr>
            <w:tcW w:w="1207" w:type="dxa"/>
            <w:vAlign w:val="center"/>
          </w:tcPr>
          <w:p w14:paraId="738A6D6B" w14:textId="77777777" w:rsidR="00680341" w:rsidRPr="00680341" w:rsidRDefault="00680341" w:rsidP="00775804">
            <w:pPr>
              <w:rPr>
                <w:color w:val="8064A2" w:themeColor="accent4"/>
                <w:sz w:val="16"/>
                <w:szCs w:val="16"/>
              </w:rPr>
            </w:pPr>
            <w:r w:rsidRPr="00680341">
              <w:rPr>
                <w:color w:val="8064A2" w:themeColor="accent4"/>
                <w:sz w:val="16"/>
                <w:szCs w:val="16"/>
              </w:rPr>
              <w:t>[e.g. 7.5l/s/ person]</w:t>
            </w:r>
          </w:p>
        </w:tc>
        <w:tc>
          <w:tcPr>
            <w:tcW w:w="1100" w:type="dxa"/>
            <w:vAlign w:val="center"/>
          </w:tcPr>
          <w:p w14:paraId="2094A286" w14:textId="77777777" w:rsidR="00680341" w:rsidRPr="00680341" w:rsidRDefault="00680341" w:rsidP="00775804">
            <w:pPr>
              <w:rPr>
                <w:color w:val="8064A2" w:themeColor="accent4"/>
                <w:sz w:val="16"/>
                <w:szCs w:val="16"/>
              </w:rPr>
            </w:pPr>
            <w:r w:rsidRPr="00680341">
              <w:rPr>
                <w:color w:val="8064A2" w:themeColor="accent4"/>
                <w:sz w:val="16"/>
                <w:szCs w:val="16"/>
              </w:rPr>
              <w:t>[e.g. 75L/s]</w:t>
            </w:r>
          </w:p>
        </w:tc>
        <w:tc>
          <w:tcPr>
            <w:tcW w:w="1276" w:type="dxa"/>
            <w:vAlign w:val="center"/>
          </w:tcPr>
          <w:p w14:paraId="012BC3E1" w14:textId="77777777" w:rsidR="00680341" w:rsidRPr="00680341" w:rsidRDefault="00680341" w:rsidP="00775804">
            <w:pPr>
              <w:rPr>
                <w:color w:val="8064A2" w:themeColor="accent4"/>
                <w:sz w:val="16"/>
                <w:szCs w:val="16"/>
              </w:rPr>
            </w:pPr>
            <w:r w:rsidRPr="00680341">
              <w:rPr>
                <w:color w:val="8064A2" w:themeColor="accent4"/>
                <w:sz w:val="16"/>
                <w:szCs w:val="16"/>
              </w:rPr>
              <w:t>[e.g. 115 L/s]</w:t>
            </w:r>
          </w:p>
        </w:tc>
        <w:tc>
          <w:tcPr>
            <w:tcW w:w="992" w:type="dxa"/>
            <w:vAlign w:val="center"/>
          </w:tcPr>
          <w:p w14:paraId="07063003" w14:textId="77777777" w:rsidR="00680341" w:rsidRPr="00680341" w:rsidRDefault="00680341" w:rsidP="00775804">
            <w:pPr>
              <w:rPr>
                <w:color w:val="8064A2" w:themeColor="accent4"/>
                <w:sz w:val="16"/>
                <w:szCs w:val="16"/>
              </w:rPr>
            </w:pPr>
            <w:r w:rsidRPr="00680341">
              <w:rPr>
                <w:color w:val="8064A2" w:themeColor="accent4"/>
                <w:sz w:val="16"/>
                <w:szCs w:val="16"/>
              </w:rPr>
              <w:t>[e.g. 53%]</w:t>
            </w:r>
          </w:p>
        </w:tc>
        <w:tc>
          <w:tcPr>
            <w:tcW w:w="1134" w:type="dxa"/>
            <w:vAlign w:val="center"/>
          </w:tcPr>
          <w:p w14:paraId="136C8915" w14:textId="77777777" w:rsidR="00680341" w:rsidRPr="00680341" w:rsidRDefault="00680341" w:rsidP="00775804">
            <w:pPr>
              <w:rPr>
                <w:color w:val="8064A2" w:themeColor="accent4"/>
                <w:sz w:val="16"/>
                <w:szCs w:val="16"/>
              </w:rPr>
            </w:pPr>
            <w:r w:rsidRPr="00680341">
              <w:rPr>
                <w:color w:val="8064A2" w:themeColor="accent4"/>
                <w:sz w:val="16"/>
                <w:szCs w:val="16"/>
              </w:rPr>
              <w:t>[e.g. 1 point]</w:t>
            </w:r>
          </w:p>
        </w:tc>
      </w:tr>
      <w:tr w:rsidR="00680341" w14:paraId="3AB9B761" w14:textId="77777777" w:rsidTr="00775804">
        <w:tc>
          <w:tcPr>
            <w:tcW w:w="998" w:type="dxa"/>
            <w:vAlign w:val="center"/>
          </w:tcPr>
          <w:p w14:paraId="64A5998C" w14:textId="77777777" w:rsidR="00680341" w:rsidRPr="00680341" w:rsidRDefault="00680341" w:rsidP="00775804">
            <w:pPr>
              <w:rPr>
                <w:b/>
                <w:color w:val="8064A2" w:themeColor="accent4"/>
                <w:sz w:val="16"/>
                <w:szCs w:val="16"/>
              </w:rPr>
            </w:pPr>
            <w:r w:rsidRPr="00680341">
              <w:rPr>
                <w:color w:val="8064A2" w:themeColor="accent4"/>
                <w:sz w:val="16"/>
                <w:szCs w:val="16"/>
              </w:rPr>
              <w:t>[e.g. AHU – North]</w:t>
            </w:r>
          </w:p>
        </w:tc>
        <w:tc>
          <w:tcPr>
            <w:tcW w:w="1134" w:type="dxa"/>
            <w:vAlign w:val="center"/>
          </w:tcPr>
          <w:p w14:paraId="40008E30" w14:textId="77777777" w:rsidR="00680341" w:rsidRPr="00775804" w:rsidRDefault="00680341" w:rsidP="00775804">
            <w:pPr>
              <w:rPr>
                <w:color w:val="8064A2" w:themeColor="accent4"/>
                <w:sz w:val="16"/>
                <w:szCs w:val="16"/>
              </w:rPr>
            </w:pPr>
            <w:r w:rsidRPr="00775804">
              <w:rPr>
                <w:color w:val="8064A2" w:themeColor="accent4"/>
                <w:sz w:val="16"/>
                <w:szCs w:val="16"/>
              </w:rPr>
              <w:t>[e.g. Laboratory]</w:t>
            </w:r>
          </w:p>
        </w:tc>
        <w:tc>
          <w:tcPr>
            <w:tcW w:w="953" w:type="dxa"/>
            <w:vAlign w:val="center"/>
          </w:tcPr>
          <w:p w14:paraId="705BAAB7" w14:textId="77777777" w:rsidR="00680341" w:rsidRPr="00680341" w:rsidRDefault="00680341" w:rsidP="00775804">
            <w:pPr>
              <w:rPr>
                <w:color w:val="8064A2" w:themeColor="accent4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14:paraId="07B1222C" w14:textId="77777777" w:rsidR="00680341" w:rsidRPr="00680341" w:rsidRDefault="00680341" w:rsidP="00775804">
            <w:pPr>
              <w:rPr>
                <w:color w:val="8064A2" w:themeColor="accent4"/>
                <w:sz w:val="16"/>
                <w:szCs w:val="16"/>
              </w:rPr>
            </w:pPr>
          </w:p>
        </w:tc>
        <w:tc>
          <w:tcPr>
            <w:tcW w:w="1207" w:type="dxa"/>
            <w:vAlign w:val="center"/>
          </w:tcPr>
          <w:p w14:paraId="3178B6D8" w14:textId="77777777" w:rsidR="00680341" w:rsidRPr="00680341" w:rsidRDefault="00680341" w:rsidP="00775804">
            <w:pPr>
              <w:rPr>
                <w:color w:val="8064A2" w:themeColor="accent4"/>
                <w:sz w:val="16"/>
                <w:szCs w:val="16"/>
              </w:rPr>
            </w:pPr>
          </w:p>
        </w:tc>
        <w:tc>
          <w:tcPr>
            <w:tcW w:w="1100" w:type="dxa"/>
            <w:vAlign w:val="center"/>
          </w:tcPr>
          <w:p w14:paraId="7F0B5388" w14:textId="77777777" w:rsidR="00680341" w:rsidRPr="00680341" w:rsidRDefault="00680341" w:rsidP="00775804">
            <w:pPr>
              <w:rPr>
                <w:color w:val="8064A2" w:themeColor="accent4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70908B27" w14:textId="77777777" w:rsidR="00680341" w:rsidRPr="00680341" w:rsidRDefault="00680341" w:rsidP="00775804">
            <w:pPr>
              <w:rPr>
                <w:color w:val="8064A2" w:themeColor="accent4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14:paraId="74375605" w14:textId="77777777" w:rsidR="00680341" w:rsidRPr="00680341" w:rsidRDefault="00680341" w:rsidP="00775804">
            <w:pPr>
              <w:rPr>
                <w:color w:val="8064A2" w:themeColor="accent4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09EBEB97" w14:textId="77777777" w:rsidR="00680341" w:rsidRPr="00680341" w:rsidRDefault="00680341" w:rsidP="00775804">
            <w:pPr>
              <w:rPr>
                <w:color w:val="8064A2" w:themeColor="accent4"/>
                <w:sz w:val="16"/>
                <w:szCs w:val="16"/>
              </w:rPr>
            </w:pPr>
          </w:p>
        </w:tc>
      </w:tr>
      <w:tr w:rsidR="00680341" w14:paraId="5436BD73" w14:textId="77777777" w:rsidTr="00775804">
        <w:tc>
          <w:tcPr>
            <w:tcW w:w="998" w:type="dxa"/>
            <w:vAlign w:val="center"/>
          </w:tcPr>
          <w:p w14:paraId="01BCCE92" w14:textId="77777777" w:rsidR="00680341" w:rsidRPr="00680341" w:rsidRDefault="00680341" w:rsidP="00775804">
            <w:pPr>
              <w:rPr>
                <w:b/>
                <w:color w:val="8064A2" w:themeColor="accent4"/>
                <w:sz w:val="16"/>
                <w:szCs w:val="16"/>
              </w:rPr>
            </w:pPr>
            <w:r w:rsidRPr="00680341">
              <w:rPr>
                <w:color w:val="8064A2" w:themeColor="accent4"/>
                <w:sz w:val="16"/>
                <w:szCs w:val="16"/>
              </w:rPr>
              <w:lastRenderedPageBreak/>
              <w:t>[e.g. AHU – North]</w:t>
            </w:r>
          </w:p>
        </w:tc>
        <w:tc>
          <w:tcPr>
            <w:tcW w:w="1134" w:type="dxa"/>
            <w:vAlign w:val="center"/>
          </w:tcPr>
          <w:p w14:paraId="434D71B5" w14:textId="77777777" w:rsidR="00680341" w:rsidRPr="00775804" w:rsidRDefault="00680341" w:rsidP="00775804">
            <w:pPr>
              <w:rPr>
                <w:color w:val="8064A2" w:themeColor="accent4"/>
                <w:sz w:val="16"/>
                <w:szCs w:val="16"/>
              </w:rPr>
            </w:pPr>
            <w:r w:rsidRPr="00775804">
              <w:rPr>
                <w:color w:val="8064A2" w:themeColor="accent4"/>
                <w:sz w:val="16"/>
                <w:szCs w:val="16"/>
              </w:rPr>
              <w:t>[e.g. 2</w:t>
            </w:r>
            <w:r w:rsidRPr="00775804">
              <w:rPr>
                <w:color w:val="8064A2" w:themeColor="accent4"/>
                <w:sz w:val="16"/>
                <w:szCs w:val="16"/>
                <w:vertAlign w:val="superscript"/>
              </w:rPr>
              <w:t>nd</w:t>
            </w:r>
            <w:r w:rsidRPr="00775804">
              <w:rPr>
                <w:color w:val="8064A2" w:themeColor="accent4"/>
                <w:sz w:val="16"/>
                <w:szCs w:val="16"/>
              </w:rPr>
              <w:t xml:space="preserve"> Floor]</w:t>
            </w:r>
          </w:p>
        </w:tc>
        <w:tc>
          <w:tcPr>
            <w:tcW w:w="953" w:type="dxa"/>
            <w:vAlign w:val="center"/>
          </w:tcPr>
          <w:p w14:paraId="0D100F37" w14:textId="77777777" w:rsidR="00680341" w:rsidRPr="00680341" w:rsidRDefault="00680341" w:rsidP="00775804">
            <w:pPr>
              <w:rPr>
                <w:color w:val="8064A2" w:themeColor="accent4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14:paraId="3C246F06" w14:textId="77777777" w:rsidR="00680341" w:rsidRPr="00680341" w:rsidRDefault="00680341" w:rsidP="00775804">
            <w:pPr>
              <w:rPr>
                <w:color w:val="8064A2" w:themeColor="accent4"/>
                <w:sz w:val="16"/>
                <w:szCs w:val="16"/>
              </w:rPr>
            </w:pPr>
          </w:p>
        </w:tc>
        <w:tc>
          <w:tcPr>
            <w:tcW w:w="1207" w:type="dxa"/>
            <w:vAlign w:val="center"/>
          </w:tcPr>
          <w:p w14:paraId="5CC3FBF0" w14:textId="77777777" w:rsidR="00680341" w:rsidRPr="00680341" w:rsidRDefault="00680341" w:rsidP="00775804">
            <w:pPr>
              <w:rPr>
                <w:color w:val="8064A2" w:themeColor="accent4"/>
                <w:sz w:val="16"/>
                <w:szCs w:val="16"/>
              </w:rPr>
            </w:pPr>
          </w:p>
        </w:tc>
        <w:tc>
          <w:tcPr>
            <w:tcW w:w="1100" w:type="dxa"/>
            <w:vAlign w:val="center"/>
          </w:tcPr>
          <w:p w14:paraId="65A52052" w14:textId="77777777" w:rsidR="00680341" w:rsidRPr="00680341" w:rsidRDefault="00680341" w:rsidP="00775804">
            <w:pPr>
              <w:rPr>
                <w:color w:val="8064A2" w:themeColor="accent4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0AD5C67B" w14:textId="77777777" w:rsidR="00680341" w:rsidRPr="00680341" w:rsidRDefault="00680341" w:rsidP="00775804">
            <w:pPr>
              <w:rPr>
                <w:color w:val="8064A2" w:themeColor="accent4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14:paraId="462C043F" w14:textId="77777777" w:rsidR="00680341" w:rsidRPr="00680341" w:rsidRDefault="00680341" w:rsidP="00775804">
            <w:pPr>
              <w:rPr>
                <w:color w:val="8064A2" w:themeColor="accent4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21ABBB22" w14:textId="77777777" w:rsidR="00680341" w:rsidRPr="00680341" w:rsidRDefault="00680341" w:rsidP="00775804">
            <w:pPr>
              <w:rPr>
                <w:color w:val="8064A2" w:themeColor="accent4"/>
                <w:sz w:val="16"/>
                <w:szCs w:val="16"/>
              </w:rPr>
            </w:pPr>
          </w:p>
        </w:tc>
      </w:tr>
      <w:tr w:rsidR="00DB4ABE" w14:paraId="38A8C1E6" w14:textId="77777777" w:rsidTr="00775804">
        <w:tc>
          <w:tcPr>
            <w:tcW w:w="998" w:type="dxa"/>
            <w:vAlign w:val="center"/>
          </w:tcPr>
          <w:p w14:paraId="530EC429" w14:textId="77777777" w:rsidR="00DB4ABE" w:rsidRPr="00680341" w:rsidRDefault="00DB4ABE" w:rsidP="00775804">
            <w:pPr>
              <w:rPr>
                <w:color w:val="8064A2" w:themeColor="accent4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78883B7F" w14:textId="77777777" w:rsidR="00DB4ABE" w:rsidRPr="00680341" w:rsidRDefault="00DB4ABE" w:rsidP="00775804">
            <w:pPr>
              <w:rPr>
                <w:b/>
                <w:color w:val="8064A2" w:themeColor="accent4"/>
                <w:sz w:val="16"/>
                <w:szCs w:val="16"/>
              </w:rPr>
            </w:pPr>
          </w:p>
        </w:tc>
        <w:tc>
          <w:tcPr>
            <w:tcW w:w="953" w:type="dxa"/>
            <w:vAlign w:val="center"/>
          </w:tcPr>
          <w:p w14:paraId="1D5F78D7" w14:textId="77777777" w:rsidR="00DB4ABE" w:rsidRPr="00680341" w:rsidRDefault="00DB4ABE" w:rsidP="00775804">
            <w:pPr>
              <w:rPr>
                <w:color w:val="8064A2" w:themeColor="accent4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14:paraId="72AB93C3" w14:textId="77777777" w:rsidR="00DB4ABE" w:rsidRPr="00680341" w:rsidRDefault="00DB4ABE" w:rsidP="00775804">
            <w:pPr>
              <w:rPr>
                <w:color w:val="8064A2" w:themeColor="accent4"/>
                <w:sz w:val="16"/>
                <w:szCs w:val="16"/>
              </w:rPr>
            </w:pPr>
          </w:p>
        </w:tc>
        <w:tc>
          <w:tcPr>
            <w:tcW w:w="1207" w:type="dxa"/>
            <w:vAlign w:val="center"/>
          </w:tcPr>
          <w:p w14:paraId="3B50A0DE" w14:textId="77777777" w:rsidR="00DB4ABE" w:rsidRPr="00680341" w:rsidRDefault="00DB4ABE" w:rsidP="00775804">
            <w:pPr>
              <w:rPr>
                <w:color w:val="8064A2" w:themeColor="accent4"/>
                <w:sz w:val="16"/>
                <w:szCs w:val="16"/>
              </w:rPr>
            </w:pPr>
          </w:p>
        </w:tc>
        <w:tc>
          <w:tcPr>
            <w:tcW w:w="1100" w:type="dxa"/>
            <w:vAlign w:val="center"/>
          </w:tcPr>
          <w:p w14:paraId="1F383666" w14:textId="77777777" w:rsidR="00DB4ABE" w:rsidRPr="00680341" w:rsidRDefault="00DB4ABE" w:rsidP="00775804">
            <w:pPr>
              <w:rPr>
                <w:color w:val="8064A2" w:themeColor="accent4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4A8BA10D" w14:textId="77777777" w:rsidR="00DB4ABE" w:rsidRPr="00680341" w:rsidRDefault="00DB4ABE" w:rsidP="00775804">
            <w:pPr>
              <w:rPr>
                <w:color w:val="8064A2" w:themeColor="accent4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14:paraId="69AE39D3" w14:textId="77777777" w:rsidR="00DB4ABE" w:rsidRPr="00680341" w:rsidRDefault="00DB4ABE" w:rsidP="00775804">
            <w:pPr>
              <w:rPr>
                <w:color w:val="8064A2" w:themeColor="accent4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5BED4624" w14:textId="77777777" w:rsidR="00DB4ABE" w:rsidRPr="00680341" w:rsidRDefault="00DB4ABE" w:rsidP="00775804">
            <w:pPr>
              <w:rPr>
                <w:color w:val="8064A2" w:themeColor="accent4"/>
                <w:sz w:val="16"/>
                <w:szCs w:val="16"/>
              </w:rPr>
            </w:pPr>
          </w:p>
        </w:tc>
      </w:tr>
    </w:tbl>
    <w:p w14:paraId="3D334F17" w14:textId="6D0527D9" w:rsidR="00E636A3" w:rsidRDefault="004E7082" w:rsidP="004E7082">
      <w:pPr>
        <w:pStyle w:val="Bluetext"/>
        <w:spacing w:before="240" w:after="240"/>
        <w:rPr>
          <w:color w:val="000000"/>
          <w:szCs w:val="20"/>
          <w:lang w:val="en-US"/>
        </w:rPr>
      </w:pPr>
      <w:r>
        <w:rPr>
          <w:color w:val="000000"/>
          <w:szCs w:val="20"/>
          <w:lang w:val="en-US"/>
        </w:rPr>
        <w:t xml:space="preserve">Please </w:t>
      </w:r>
      <w:proofErr w:type="gramStart"/>
      <w:r>
        <w:rPr>
          <w:color w:val="000000"/>
          <w:szCs w:val="20"/>
          <w:lang w:val="en-US"/>
        </w:rPr>
        <w:t>note:</w:t>
      </w:r>
      <w:proofErr w:type="gramEnd"/>
      <w:r w:rsidRPr="001A6E9F">
        <w:rPr>
          <w:color w:val="000000"/>
          <w:szCs w:val="20"/>
          <w:lang w:val="en-US"/>
        </w:rPr>
        <w:t xml:space="preserve"> project teams may add more rows as required or use an attachme</w:t>
      </w:r>
      <w:r>
        <w:rPr>
          <w:color w:val="000000"/>
          <w:szCs w:val="20"/>
          <w:lang w:val="en-US"/>
        </w:rPr>
        <w:t>nt to display this information.</w:t>
      </w:r>
    </w:p>
    <w:p w14:paraId="17773887" w14:textId="77777777" w:rsidR="00DB4ABE" w:rsidRDefault="00DB4ABE" w:rsidP="006D3D38">
      <w:pPr>
        <w:pStyle w:val="Bluetext"/>
        <w:spacing w:before="240" w:after="240"/>
      </w:pPr>
    </w:p>
    <w:tbl>
      <w:tblPr>
        <w:tblStyle w:val="Style1"/>
        <w:tblW w:w="9786" w:type="dxa"/>
        <w:tblBorders>
          <w:top w:val="single" w:sz="4" w:space="0" w:color="FFB70E"/>
          <w:bottom w:val="single" w:sz="4" w:space="0" w:color="FFB70E"/>
          <w:insideH w:val="single" w:sz="4" w:space="0" w:color="FFB70E"/>
        </w:tblBorders>
        <w:tblLayout w:type="fixed"/>
        <w:tblLook w:val="04A0" w:firstRow="1" w:lastRow="0" w:firstColumn="1" w:lastColumn="0" w:noHBand="0" w:noVBand="1"/>
      </w:tblPr>
      <w:tblGrid>
        <w:gridCol w:w="1957"/>
        <w:gridCol w:w="1957"/>
        <w:gridCol w:w="1957"/>
        <w:gridCol w:w="1957"/>
        <w:gridCol w:w="1958"/>
      </w:tblGrid>
      <w:tr w:rsidR="00680341" w14:paraId="115E5980" w14:textId="77777777" w:rsidTr="005563A4">
        <w:tc>
          <w:tcPr>
            <w:tcW w:w="9786" w:type="dxa"/>
            <w:gridSpan w:val="5"/>
          </w:tcPr>
          <w:p w14:paraId="53C03FD9" w14:textId="77777777" w:rsidR="00680341" w:rsidRPr="00EA7E26" w:rsidRDefault="00680341" w:rsidP="00B432F4">
            <w:pPr>
              <w:pStyle w:val="Criterion"/>
            </w:pPr>
            <w:r>
              <w:t>Summary of Naturally Ventilated Spaces</w:t>
            </w:r>
          </w:p>
        </w:tc>
      </w:tr>
      <w:tr w:rsidR="00680341" w14:paraId="08D2335E" w14:textId="77777777" w:rsidTr="00775804">
        <w:tc>
          <w:tcPr>
            <w:tcW w:w="1957" w:type="dxa"/>
            <w:vMerge w:val="restart"/>
            <w:shd w:val="clear" w:color="auto" w:fill="FFE69E" w:themeFill="text1" w:themeFillTint="66"/>
            <w:vAlign w:val="center"/>
          </w:tcPr>
          <w:p w14:paraId="6B9C4C07" w14:textId="77777777" w:rsidR="00680341" w:rsidRPr="00680341" w:rsidRDefault="00680341" w:rsidP="00492B7D">
            <w:pPr>
              <w:rPr>
                <w:b/>
                <w:sz w:val="16"/>
                <w:szCs w:val="16"/>
              </w:rPr>
            </w:pPr>
            <w:r w:rsidRPr="00680341">
              <w:rPr>
                <w:b/>
                <w:sz w:val="16"/>
                <w:szCs w:val="16"/>
              </w:rPr>
              <w:t>Space/Floor</w:t>
            </w:r>
          </w:p>
        </w:tc>
        <w:tc>
          <w:tcPr>
            <w:tcW w:w="1957" w:type="dxa"/>
            <w:vMerge w:val="restart"/>
            <w:shd w:val="clear" w:color="auto" w:fill="FFE69E" w:themeFill="text1" w:themeFillTint="66"/>
            <w:vAlign w:val="center"/>
          </w:tcPr>
          <w:p w14:paraId="661DA226" w14:textId="77777777" w:rsidR="00680341" w:rsidRPr="00680341" w:rsidRDefault="00680341">
            <w:pPr>
              <w:rPr>
                <w:b/>
                <w:sz w:val="16"/>
                <w:szCs w:val="16"/>
              </w:rPr>
            </w:pPr>
            <w:r w:rsidRPr="00680341">
              <w:rPr>
                <w:b/>
                <w:sz w:val="16"/>
                <w:szCs w:val="16"/>
              </w:rPr>
              <w:t>Nominated Area (m</w:t>
            </w:r>
            <w:r w:rsidRPr="00680341">
              <w:rPr>
                <w:b/>
                <w:sz w:val="16"/>
                <w:szCs w:val="16"/>
                <w:vertAlign w:val="superscript"/>
              </w:rPr>
              <w:t>2</w:t>
            </w:r>
            <w:r w:rsidRPr="00680341">
              <w:rPr>
                <w:b/>
                <w:sz w:val="16"/>
                <w:szCs w:val="16"/>
              </w:rPr>
              <w:t>)</w:t>
            </w:r>
          </w:p>
        </w:tc>
        <w:tc>
          <w:tcPr>
            <w:tcW w:w="1957" w:type="dxa"/>
            <w:shd w:val="clear" w:color="auto" w:fill="FFE69E" w:themeFill="text1" w:themeFillTint="66"/>
          </w:tcPr>
          <w:p w14:paraId="19E28484" w14:textId="77777777" w:rsidR="00680341" w:rsidRPr="00680341" w:rsidRDefault="00680341" w:rsidP="00680341">
            <w:pPr>
              <w:rPr>
                <w:b/>
                <w:sz w:val="16"/>
                <w:szCs w:val="16"/>
              </w:rPr>
            </w:pPr>
            <w:r w:rsidRPr="00680341">
              <w:rPr>
                <w:b/>
                <w:sz w:val="16"/>
                <w:szCs w:val="16"/>
              </w:rPr>
              <w:t>Required Opening Size</w:t>
            </w:r>
            <w:r w:rsidR="0028193E">
              <w:rPr>
                <w:b/>
                <w:sz w:val="16"/>
                <w:szCs w:val="16"/>
              </w:rPr>
              <w:t xml:space="preserve"> (AS 1668.4)</w:t>
            </w:r>
          </w:p>
        </w:tc>
        <w:tc>
          <w:tcPr>
            <w:tcW w:w="1957" w:type="dxa"/>
            <w:shd w:val="clear" w:color="auto" w:fill="FFE69E" w:themeFill="text1" w:themeFillTint="66"/>
          </w:tcPr>
          <w:p w14:paraId="22028755" w14:textId="77777777" w:rsidR="00680341" w:rsidRPr="00680341" w:rsidRDefault="00680341" w:rsidP="00680341">
            <w:pPr>
              <w:rPr>
                <w:b/>
                <w:sz w:val="16"/>
                <w:szCs w:val="16"/>
              </w:rPr>
            </w:pPr>
            <w:proofErr w:type="gramStart"/>
            <w:r w:rsidRPr="00680341">
              <w:rPr>
                <w:b/>
                <w:sz w:val="16"/>
                <w:szCs w:val="16"/>
              </w:rPr>
              <w:t>Opening  Provided</w:t>
            </w:r>
            <w:proofErr w:type="gramEnd"/>
          </w:p>
        </w:tc>
        <w:tc>
          <w:tcPr>
            <w:tcW w:w="1958" w:type="dxa"/>
            <w:shd w:val="clear" w:color="auto" w:fill="FFE69E" w:themeFill="text1" w:themeFillTint="66"/>
          </w:tcPr>
          <w:p w14:paraId="560E9760" w14:textId="77777777" w:rsidR="00680341" w:rsidRPr="00680341" w:rsidRDefault="00680341" w:rsidP="00680341">
            <w:pPr>
              <w:rPr>
                <w:b/>
                <w:sz w:val="16"/>
                <w:szCs w:val="16"/>
              </w:rPr>
            </w:pPr>
            <w:r w:rsidRPr="00680341">
              <w:rPr>
                <w:b/>
                <w:sz w:val="16"/>
                <w:szCs w:val="16"/>
              </w:rPr>
              <w:t>Compliant?   (Y/N)</w:t>
            </w:r>
          </w:p>
        </w:tc>
      </w:tr>
      <w:tr w:rsidR="00680341" w14:paraId="0908FE8C" w14:textId="77777777" w:rsidTr="00775804">
        <w:tc>
          <w:tcPr>
            <w:tcW w:w="1957" w:type="dxa"/>
            <w:vMerge/>
            <w:shd w:val="clear" w:color="auto" w:fill="FFE69E" w:themeFill="text1" w:themeFillTint="66"/>
          </w:tcPr>
          <w:p w14:paraId="0309496F" w14:textId="77777777" w:rsidR="00680341" w:rsidRPr="00680341" w:rsidRDefault="00680341" w:rsidP="00680341">
            <w:pPr>
              <w:rPr>
                <w:b/>
                <w:color w:val="76923C" w:themeColor="accent3" w:themeShade="BF"/>
                <w:sz w:val="16"/>
                <w:szCs w:val="16"/>
              </w:rPr>
            </w:pPr>
          </w:p>
        </w:tc>
        <w:tc>
          <w:tcPr>
            <w:tcW w:w="1957" w:type="dxa"/>
            <w:vMerge/>
            <w:shd w:val="clear" w:color="auto" w:fill="FFE69E" w:themeFill="text1" w:themeFillTint="66"/>
          </w:tcPr>
          <w:p w14:paraId="1652E837" w14:textId="77777777" w:rsidR="00680341" w:rsidRPr="00680341" w:rsidRDefault="00680341" w:rsidP="00680341">
            <w:pPr>
              <w:rPr>
                <w:b/>
                <w:color w:val="76923C" w:themeColor="accent3" w:themeShade="BF"/>
                <w:sz w:val="16"/>
                <w:szCs w:val="16"/>
              </w:rPr>
            </w:pPr>
          </w:p>
        </w:tc>
        <w:tc>
          <w:tcPr>
            <w:tcW w:w="1957" w:type="dxa"/>
            <w:shd w:val="clear" w:color="auto" w:fill="FFE69E" w:themeFill="text1" w:themeFillTint="66"/>
          </w:tcPr>
          <w:p w14:paraId="05A34500" w14:textId="77777777" w:rsidR="00680341" w:rsidRPr="00680341" w:rsidRDefault="00680341" w:rsidP="00680341">
            <w:pPr>
              <w:rPr>
                <w:b/>
                <w:sz w:val="16"/>
                <w:szCs w:val="16"/>
              </w:rPr>
            </w:pPr>
            <w:r w:rsidRPr="00680341">
              <w:rPr>
                <w:b/>
                <w:sz w:val="16"/>
                <w:szCs w:val="16"/>
              </w:rPr>
              <w:t>m</w:t>
            </w:r>
            <w:r w:rsidRPr="00680341">
              <w:rPr>
                <w:b/>
                <w:sz w:val="16"/>
                <w:szCs w:val="16"/>
                <w:vertAlign w:val="superscript"/>
              </w:rPr>
              <w:t>2</w:t>
            </w:r>
            <w:r w:rsidRPr="00680341">
              <w:rPr>
                <w:b/>
                <w:sz w:val="16"/>
                <w:szCs w:val="16"/>
              </w:rPr>
              <w:t xml:space="preserve"> open area</w:t>
            </w:r>
          </w:p>
        </w:tc>
        <w:tc>
          <w:tcPr>
            <w:tcW w:w="1957" w:type="dxa"/>
            <w:shd w:val="clear" w:color="auto" w:fill="FFE69E" w:themeFill="text1" w:themeFillTint="66"/>
          </w:tcPr>
          <w:p w14:paraId="639AD243" w14:textId="77777777" w:rsidR="00680341" w:rsidRPr="00680341" w:rsidRDefault="00680341" w:rsidP="00680341">
            <w:pPr>
              <w:rPr>
                <w:b/>
                <w:sz w:val="16"/>
                <w:szCs w:val="16"/>
              </w:rPr>
            </w:pPr>
            <w:r w:rsidRPr="00680341">
              <w:rPr>
                <w:b/>
                <w:sz w:val="16"/>
                <w:szCs w:val="16"/>
              </w:rPr>
              <w:t>m</w:t>
            </w:r>
            <w:r w:rsidRPr="00680341">
              <w:rPr>
                <w:b/>
                <w:sz w:val="16"/>
                <w:szCs w:val="16"/>
                <w:vertAlign w:val="superscript"/>
              </w:rPr>
              <w:t>2</w:t>
            </w:r>
            <w:r w:rsidRPr="00680341">
              <w:rPr>
                <w:b/>
                <w:sz w:val="16"/>
                <w:szCs w:val="16"/>
              </w:rPr>
              <w:t xml:space="preserve"> open area</w:t>
            </w:r>
          </w:p>
        </w:tc>
        <w:tc>
          <w:tcPr>
            <w:tcW w:w="1958" w:type="dxa"/>
            <w:shd w:val="clear" w:color="auto" w:fill="FFE69E" w:themeFill="text1" w:themeFillTint="66"/>
          </w:tcPr>
          <w:p w14:paraId="45813632" w14:textId="77777777" w:rsidR="00680341" w:rsidRPr="00680341" w:rsidRDefault="00680341" w:rsidP="00680341">
            <w:pPr>
              <w:rPr>
                <w:b/>
                <w:sz w:val="16"/>
                <w:szCs w:val="16"/>
              </w:rPr>
            </w:pPr>
          </w:p>
        </w:tc>
      </w:tr>
      <w:tr w:rsidR="00680341" w14:paraId="3F566FF4" w14:textId="77777777" w:rsidTr="005563A4">
        <w:tc>
          <w:tcPr>
            <w:tcW w:w="1957" w:type="dxa"/>
          </w:tcPr>
          <w:p w14:paraId="391A074B" w14:textId="77777777" w:rsidR="00680341" w:rsidRPr="00680341" w:rsidRDefault="00680341" w:rsidP="00680341">
            <w:pPr>
              <w:rPr>
                <w:b/>
                <w:color w:val="8064A2" w:themeColor="accent4"/>
                <w:sz w:val="16"/>
                <w:szCs w:val="16"/>
              </w:rPr>
            </w:pPr>
            <w:r w:rsidRPr="00680341">
              <w:rPr>
                <w:color w:val="8064A2" w:themeColor="accent4"/>
                <w:sz w:val="16"/>
                <w:szCs w:val="16"/>
              </w:rPr>
              <w:t>[e.g. 1</w:t>
            </w:r>
            <w:r w:rsidRPr="00680341">
              <w:rPr>
                <w:color w:val="8064A2" w:themeColor="accent4"/>
                <w:sz w:val="16"/>
                <w:szCs w:val="16"/>
                <w:vertAlign w:val="superscript"/>
              </w:rPr>
              <w:t>st</w:t>
            </w:r>
            <w:r w:rsidRPr="00680341">
              <w:rPr>
                <w:color w:val="8064A2" w:themeColor="accent4"/>
                <w:sz w:val="16"/>
                <w:szCs w:val="16"/>
              </w:rPr>
              <w:t xml:space="preserve"> Floor]</w:t>
            </w:r>
          </w:p>
        </w:tc>
        <w:tc>
          <w:tcPr>
            <w:tcW w:w="1957" w:type="dxa"/>
          </w:tcPr>
          <w:p w14:paraId="36969832" w14:textId="77777777" w:rsidR="00680341" w:rsidRPr="00680341" w:rsidRDefault="00680341" w:rsidP="00680341">
            <w:pPr>
              <w:rPr>
                <w:color w:val="8064A2" w:themeColor="accent4"/>
                <w:sz w:val="16"/>
                <w:szCs w:val="16"/>
              </w:rPr>
            </w:pPr>
            <w:r w:rsidRPr="00680341">
              <w:rPr>
                <w:color w:val="8064A2" w:themeColor="accent4"/>
                <w:sz w:val="16"/>
                <w:szCs w:val="16"/>
              </w:rPr>
              <w:t>[m</w:t>
            </w:r>
            <w:r w:rsidRPr="00680341">
              <w:rPr>
                <w:color w:val="8064A2" w:themeColor="accent4"/>
                <w:sz w:val="16"/>
                <w:szCs w:val="16"/>
                <w:vertAlign w:val="superscript"/>
              </w:rPr>
              <w:t>2</w:t>
            </w:r>
            <w:r w:rsidRPr="00680341">
              <w:rPr>
                <w:color w:val="8064A2" w:themeColor="accent4"/>
                <w:sz w:val="16"/>
                <w:szCs w:val="16"/>
              </w:rPr>
              <w:t>]</w:t>
            </w:r>
          </w:p>
        </w:tc>
        <w:tc>
          <w:tcPr>
            <w:tcW w:w="1957" w:type="dxa"/>
          </w:tcPr>
          <w:p w14:paraId="4A5988BC" w14:textId="77777777" w:rsidR="00680341" w:rsidRPr="00680341" w:rsidRDefault="00680341" w:rsidP="00680341">
            <w:pPr>
              <w:rPr>
                <w:color w:val="8064A2" w:themeColor="accent4"/>
                <w:sz w:val="16"/>
                <w:szCs w:val="16"/>
              </w:rPr>
            </w:pPr>
            <w:r w:rsidRPr="00680341">
              <w:rPr>
                <w:color w:val="8064A2" w:themeColor="accent4"/>
                <w:sz w:val="16"/>
                <w:szCs w:val="16"/>
              </w:rPr>
              <w:t>[m</w:t>
            </w:r>
            <w:r w:rsidRPr="00680341">
              <w:rPr>
                <w:color w:val="8064A2" w:themeColor="accent4"/>
                <w:sz w:val="16"/>
                <w:szCs w:val="16"/>
                <w:vertAlign w:val="superscript"/>
              </w:rPr>
              <w:t>2</w:t>
            </w:r>
            <w:r w:rsidRPr="00680341">
              <w:rPr>
                <w:color w:val="8064A2" w:themeColor="accent4"/>
                <w:sz w:val="16"/>
                <w:szCs w:val="16"/>
              </w:rPr>
              <w:t>]</w:t>
            </w:r>
          </w:p>
        </w:tc>
        <w:tc>
          <w:tcPr>
            <w:tcW w:w="1957" w:type="dxa"/>
          </w:tcPr>
          <w:p w14:paraId="67DF7494" w14:textId="77777777" w:rsidR="00680341" w:rsidRPr="00680341" w:rsidRDefault="00680341" w:rsidP="00680341">
            <w:pPr>
              <w:rPr>
                <w:color w:val="8064A2" w:themeColor="accent4"/>
                <w:sz w:val="16"/>
                <w:szCs w:val="16"/>
              </w:rPr>
            </w:pPr>
            <w:r w:rsidRPr="00680341">
              <w:rPr>
                <w:color w:val="8064A2" w:themeColor="accent4"/>
                <w:sz w:val="16"/>
                <w:szCs w:val="16"/>
              </w:rPr>
              <w:t>[m</w:t>
            </w:r>
            <w:r w:rsidRPr="00680341">
              <w:rPr>
                <w:color w:val="8064A2" w:themeColor="accent4"/>
                <w:sz w:val="16"/>
                <w:szCs w:val="16"/>
                <w:vertAlign w:val="superscript"/>
              </w:rPr>
              <w:t>2</w:t>
            </w:r>
            <w:r w:rsidRPr="00680341">
              <w:rPr>
                <w:color w:val="8064A2" w:themeColor="accent4"/>
                <w:sz w:val="16"/>
                <w:szCs w:val="16"/>
              </w:rPr>
              <w:t>]</w:t>
            </w:r>
          </w:p>
        </w:tc>
        <w:tc>
          <w:tcPr>
            <w:tcW w:w="1958" w:type="dxa"/>
          </w:tcPr>
          <w:p w14:paraId="02883B45" w14:textId="77777777" w:rsidR="00680341" w:rsidRPr="00680341" w:rsidRDefault="00680341" w:rsidP="00680341">
            <w:pPr>
              <w:rPr>
                <w:color w:val="8064A2" w:themeColor="accent4"/>
                <w:sz w:val="16"/>
                <w:szCs w:val="16"/>
              </w:rPr>
            </w:pPr>
            <w:r w:rsidRPr="00680341">
              <w:rPr>
                <w:color w:val="8064A2" w:themeColor="accent4"/>
                <w:sz w:val="16"/>
                <w:szCs w:val="16"/>
              </w:rPr>
              <w:t>[Y/N]</w:t>
            </w:r>
          </w:p>
        </w:tc>
      </w:tr>
      <w:tr w:rsidR="00680341" w14:paraId="6FBF0954" w14:textId="77777777" w:rsidTr="005563A4">
        <w:tc>
          <w:tcPr>
            <w:tcW w:w="1957" w:type="dxa"/>
          </w:tcPr>
          <w:p w14:paraId="7211ABB9" w14:textId="77777777" w:rsidR="00680341" w:rsidRPr="00680341" w:rsidRDefault="00680341" w:rsidP="00680341">
            <w:pPr>
              <w:rPr>
                <w:b/>
                <w:color w:val="8064A2" w:themeColor="accent4"/>
                <w:sz w:val="16"/>
                <w:szCs w:val="16"/>
              </w:rPr>
            </w:pPr>
            <w:r w:rsidRPr="00680341">
              <w:rPr>
                <w:color w:val="8064A2" w:themeColor="accent4"/>
                <w:sz w:val="16"/>
                <w:szCs w:val="16"/>
              </w:rPr>
              <w:t>[e.g. Laboratory]</w:t>
            </w:r>
          </w:p>
        </w:tc>
        <w:tc>
          <w:tcPr>
            <w:tcW w:w="1957" w:type="dxa"/>
          </w:tcPr>
          <w:p w14:paraId="2AF5BF03" w14:textId="77777777" w:rsidR="00680341" w:rsidRPr="00680341" w:rsidRDefault="00680341" w:rsidP="00680341">
            <w:pPr>
              <w:rPr>
                <w:color w:val="8064A2" w:themeColor="accent4"/>
                <w:sz w:val="16"/>
                <w:szCs w:val="16"/>
              </w:rPr>
            </w:pPr>
          </w:p>
        </w:tc>
        <w:tc>
          <w:tcPr>
            <w:tcW w:w="1957" w:type="dxa"/>
          </w:tcPr>
          <w:p w14:paraId="30AD91A9" w14:textId="77777777" w:rsidR="00680341" w:rsidRPr="00680341" w:rsidRDefault="00680341" w:rsidP="00680341">
            <w:pPr>
              <w:rPr>
                <w:color w:val="8064A2" w:themeColor="accent4"/>
                <w:sz w:val="16"/>
                <w:szCs w:val="16"/>
              </w:rPr>
            </w:pPr>
          </w:p>
        </w:tc>
        <w:tc>
          <w:tcPr>
            <w:tcW w:w="1957" w:type="dxa"/>
          </w:tcPr>
          <w:p w14:paraId="0DB9C362" w14:textId="77777777" w:rsidR="00680341" w:rsidRPr="00680341" w:rsidRDefault="00680341" w:rsidP="00680341">
            <w:pPr>
              <w:rPr>
                <w:color w:val="8064A2" w:themeColor="accent4"/>
                <w:sz w:val="16"/>
                <w:szCs w:val="16"/>
              </w:rPr>
            </w:pPr>
          </w:p>
        </w:tc>
        <w:tc>
          <w:tcPr>
            <w:tcW w:w="1958" w:type="dxa"/>
          </w:tcPr>
          <w:p w14:paraId="2A8948EA" w14:textId="77777777" w:rsidR="00680341" w:rsidRPr="00680341" w:rsidRDefault="00680341" w:rsidP="00680341">
            <w:pPr>
              <w:rPr>
                <w:color w:val="8064A2" w:themeColor="accent4"/>
                <w:sz w:val="16"/>
                <w:szCs w:val="16"/>
              </w:rPr>
            </w:pPr>
          </w:p>
        </w:tc>
      </w:tr>
      <w:tr w:rsidR="00680341" w14:paraId="02DEB332" w14:textId="77777777" w:rsidTr="005563A4">
        <w:tc>
          <w:tcPr>
            <w:tcW w:w="1957" w:type="dxa"/>
          </w:tcPr>
          <w:p w14:paraId="0ED5D0EE" w14:textId="77777777" w:rsidR="00680341" w:rsidRPr="00680341" w:rsidRDefault="00680341" w:rsidP="00680341">
            <w:pPr>
              <w:rPr>
                <w:b/>
                <w:color w:val="8064A2" w:themeColor="accent4"/>
                <w:sz w:val="16"/>
                <w:szCs w:val="16"/>
              </w:rPr>
            </w:pPr>
            <w:r w:rsidRPr="00680341">
              <w:rPr>
                <w:color w:val="8064A2" w:themeColor="accent4"/>
                <w:sz w:val="16"/>
                <w:szCs w:val="16"/>
              </w:rPr>
              <w:t>[e.g. 2</w:t>
            </w:r>
            <w:r w:rsidRPr="00680341">
              <w:rPr>
                <w:color w:val="8064A2" w:themeColor="accent4"/>
                <w:sz w:val="16"/>
                <w:szCs w:val="16"/>
                <w:vertAlign w:val="superscript"/>
              </w:rPr>
              <w:t>nd</w:t>
            </w:r>
            <w:r w:rsidRPr="00680341">
              <w:rPr>
                <w:color w:val="8064A2" w:themeColor="accent4"/>
                <w:sz w:val="16"/>
                <w:szCs w:val="16"/>
              </w:rPr>
              <w:t xml:space="preserve"> Floor]</w:t>
            </w:r>
          </w:p>
        </w:tc>
        <w:tc>
          <w:tcPr>
            <w:tcW w:w="1957" w:type="dxa"/>
          </w:tcPr>
          <w:p w14:paraId="3BBD0637" w14:textId="77777777" w:rsidR="00680341" w:rsidRPr="00680341" w:rsidRDefault="00680341" w:rsidP="00680341">
            <w:pPr>
              <w:rPr>
                <w:color w:val="8064A2" w:themeColor="accent4"/>
                <w:sz w:val="16"/>
                <w:szCs w:val="16"/>
              </w:rPr>
            </w:pPr>
          </w:p>
        </w:tc>
        <w:tc>
          <w:tcPr>
            <w:tcW w:w="1957" w:type="dxa"/>
          </w:tcPr>
          <w:p w14:paraId="5DA437F5" w14:textId="77777777" w:rsidR="00680341" w:rsidRPr="00680341" w:rsidRDefault="00680341" w:rsidP="00680341">
            <w:pPr>
              <w:rPr>
                <w:color w:val="8064A2" w:themeColor="accent4"/>
                <w:sz w:val="16"/>
                <w:szCs w:val="16"/>
              </w:rPr>
            </w:pPr>
          </w:p>
        </w:tc>
        <w:tc>
          <w:tcPr>
            <w:tcW w:w="1957" w:type="dxa"/>
          </w:tcPr>
          <w:p w14:paraId="000392E4" w14:textId="77777777" w:rsidR="00680341" w:rsidRPr="00680341" w:rsidRDefault="00680341" w:rsidP="00680341">
            <w:pPr>
              <w:rPr>
                <w:color w:val="8064A2" w:themeColor="accent4"/>
                <w:sz w:val="16"/>
                <w:szCs w:val="16"/>
              </w:rPr>
            </w:pPr>
          </w:p>
        </w:tc>
        <w:tc>
          <w:tcPr>
            <w:tcW w:w="1958" w:type="dxa"/>
          </w:tcPr>
          <w:p w14:paraId="2426E2FC" w14:textId="77777777" w:rsidR="00680341" w:rsidRPr="00680341" w:rsidRDefault="00680341" w:rsidP="00680341">
            <w:pPr>
              <w:rPr>
                <w:color w:val="8064A2" w:themeColor="accent4"/>
                <w:sz w:val="16"/>
                <w:szCs w:val="16"/>
              </w:rPr>
            </w:pPr>
          </w:p>
        </w:tc>
      </w:tr>
      <w:tr w:rsidR="00DB4ABE" w14:paraId="48B40E8F" w14:textId="77777777" w:rsidTr="005563A4">
        <w:tc>
          <w:tcPr>
            <w:tcW w:w="1957" w:type="dxa"/>
          </w:tcPr>
          <w:p w14:paraId="348D37B4" w14:textId="77777777" w:rsidR="00DB4ABE" w:rsidRPr="00680341" w:rsidRDefault="00DB4ABE" w:rsidP="00680341">
            <w:pPr>
              <w:rPr>
                <w:color w:val="8064A2" w:themeColor="accent4"/>
                <w:sz w:val="16"/>
                <w:szCs w:val="16"/>
              </w:rPr>
            </w:pPr>
          </w:p>
        </w:tc>
        <w:tc>
          <w:tcPr>
            <w:tcW w:w="1957" w:type="dxa"/>
          </w:tcPr>
          <w:p w14:paraId="289ECEDF" w14:textId="77777777" w:rsidR="00DB4ABE" w:rsidRPr="00680341" w:rsidRDefault="00DB4ABE" w:rsidP="00680341">
            <w:pPr>
              <w:rPr>
                <w:color w:val="8064A2" w:themeColor="accent4"/>
                <w:sz w:val="16"/>
                <w:szCs w:val="16"/>
              </w:rPr>
            </w:pPr>
          </w:p>
        </w:tc>
        <w:tc>
          <w:tcPr>
            <w:tcW w:w="1957" w:type="dxa"/>
          </w:tcPr>
          <w:p w14:paraId="6F730502" w14:textId="77777777" w:rsidR="00DB4ABE" w:rsidRPr="00680341" w:rsidRDefault="00DB4ABE" w:rsidP="00680341">
            <w:pPr>
              <w:rPr>
                <w:color w:val="8064A2" w:themeColor="accent4"/>
                <w:sz w:val="16"/>
                <w:szCs w:val="16"/>
              </w:rPr>
            </w:pPr>
          </w:p>
        </w:tc>
        <w:tc>
          <w:tcPr>
            <w:tcW w:w="1957" w:type="dxa"/>
          </w:tcPr>
          <w:p w14:paraId="2A940491" w14:textId="77777777" w:rsidR="00DB4ABE" w:rsidRPr="00680341" w:rsidRDefault="00DB4ABE" w:rsidP="00680341">
            <w:pPr>
              <w:rPr>
                <w:color w:val="8064A2" w:themeColor="accent4"/>
                <w:sz w:val="16"/>
                <w:szCs w:val="16"/>
              </w:rPr>
            </w:pPr>
          </w:p>
        </w:tc>
        <w:tc>
          <w:tcPr>
            <w:tcW w:w="1958" w:type="dxa"/>
          </w:tcPr>
          <w:p w14:paraId="0B800107" w14:textId="77777777" w:rsidR="00DB4ABE" w:rsidRPr="00680341" w:rsidRDefault="00DB4ABE" w:rsidP="00680341">
            <w:pPr>
              <w:rPr>
                <w:color w:val="8064A2" w:themeColor="accent4"/>
                <w:sz w:val="16"/>
                <w:szCs w:val="16"/>
              </w:rPr>
            </w:pPr>
          </w:p>
        </w:tc>
      </w:tr>
      <w:tr w:rsidR="00DB4ABE" w14:paraId="63AB4C12" w14:textId="77777777" w:rsidTr="005563A4">
        <w:tc>
          <w:tcPr>
            <w:tcW w:w="1957" w:type="dxa"/>
          </w:tcPr>
          <w:p w14:paraId="3E9F5373" w14:textId="77777777" w:rsidR="00DB4ABE" w:rsidRPr="00680341" w:rsidRDefault="00DB4ABE" w:rsidP="00680341">
            <w:pPr>
              <w:rPr>
                <w:color w:val="8064A2" w:themeColor="accent4"/>
                <w:sz w:val="16"/>
                <w:szCs w:val="16"/>
              </w:rPr>
            </w:pPr>
          </w:p>
        </w:tc>
        <w:tc>
          <w:tcPr>
            <w:tcW w:w="1957" w:type="dxa"/>
          </w:tcPr>
          <w:p w14:paraId="015131E8" w14:textId="77777777" w:rsidR="00DB4ABE" w:rsidRPr="00680341" w:rsidRDefault="00DB4ABE" w:rsidP="00680341">
            <w:pPr>
              <w:rPr>
                <w:color w:val="8064A2" w:themeColor="accent4"/>
                <w:sz w:val="16"/>
                <w:szCs w:val="16"/>
              </w:rPr>
            </w:pPr>
          </w:p>
        </w:tc>
        <w:tc>
          <w:tcPr>
            <w:tcW w:w="1957" w:type="dxa"/>
          </w:tcPr>
          <w:p w14:paraId="22F43D91" w14:textId="77777777" w:rsidR="00DB4ABE" w:rsidRPr="00680341" w:rsidRDefault="00DB4ABE" w:rsidP="00680341">
            <w:pPr>
              <w:rPr>
                <w:color w:val="8064A2" w:themeColor="accent4"/>
                <w:sz w:val="16"/>
                <w:szCs w:val="16"/>
              </w:rPr>
            </w:pPr>
          </w:p>
        </w:tc>
        <w:tc>
          <w:tcPr>
            <w:tcW w:w="1957" w:type="dxa"/>
          </w:tcPr>
          <w:p w14:paraId="0EEAA491" w14:textId="77777777" w:rsidR="00DB4ABE" w:rsidRPr="00680341" w:rsidRDefault="00DB4ABE" w:rsidP="00680341">
            <w:pPr>
              <w:rPr>
                <w:color w:val="8064A2" w:themeColor="accent4"/>
                <w:sz w:val="16"/>
                <w:szCs w:val="16"/>
              </w:rPr>
            </w:pPr>
          </w:p>
        </w:tc>
        <w:tc>
          <w:tcPr>
            <w:tcW w:w="1958" w:type="dxa"/>
          </w:tcPr>
          <w:p w14:paraId="5AB81931" w14:textId="77777777" w:rsidR="00DB4ABE" w:rsidRPr="00680341" w:rsidRDefault="00DB4ABE" w:rsidP="00680341">
            <w:pPr>
              <w:rPr>
                <w:color w:val="8064A2" w:themeColor="accent4"/>
                <w:sz w:val="16"/>
                <w:szCs w:val="16"/>
              </w:rPr>
            </w:pPr>
          </w:p>
        </w:tc>
      </w:tr>
    </w:tbl>
    <w:p w14:paraId="2DC1A4C7" w14:textId="2C69D9C9" w:rsidR="004E7082" w:rsidRDefault="004E7082" w:rsidP="006D3D38">
      <w:pPr>
        <w:pStyle w:val="Bluetext"/>
        <w:spacing w:before="240" w:after="240"/>
      </w:pPr>
      <w:r>
        <w:rPr>
          <w:color w:val="000000"/>
          <w:szCs w:val="20"/>
          <w:lang w:val="en-US"/>
        </w:rPr>
        <w:t xml:space="preserve">Please </w:t>
      </w:r>
      <w:proofErr w:type="gramStart"/>
      <w:r>
        <w:rPr>
          <w:color w:val="000000"/>
          <w:szCs w:val="20"/>
          <w:lang w:val="en-US"/>
        </w:rPr>
        <w:t>note:</w:t>
      </w:r>
      <w:proofErr w:type="gramEnd"/>
      <w:r w:rsidRPr="001A6E9F">
        <w:rPr>
          <w:color w:val="000000"/>
          <w:szCs w:val="20"/>
          <w:lang w:val="en-US"/>
        </w:rPr>
        <w:t xml:space="preserve"> project teams may add more rows as required or use an attachme</w:t>
      </w:r>
      <w:r>
        <w:rPr>
          <w:color w:val="000000"/>
          <w:szCs w:val="20"/>
          <w:lang w:val="en-US"/>
        </w:rPr>
        <w:t>nt to display this information.</w:t>
      </w:r>
    </w:p>
    <w:tbl>
      <w:tblPr>
        <w:tblStyle w:val="Style1"/>
        <w:tblW w:w="9786" w:type="dxa"/>
        <w:tblBorders>
          <w:top w:val="single" w:sz="4" w:space="0" w:color="FFB70E"/>
          <w:bottom w:val="single" w:sz="4" w:space="0" w:color="FFB70E"/>
          <w:insideH w:val="single" w:sz="4" w:space="0" w:color="FFB70E"/>
        </w:tblBorders>
        <w:tblLook w:val="04A0" w:firstRow="1" w:lastRow="0" w:firstColumn="1" w:lastColumn="0" w:noHBand="0" w:noVBand="1"/>
      </w:tblPr>
      <w:tblGrid>
        <w:gridCol w:w="2446"/>
        <w:gridCol w:w="2447"/>
        <w:gridCol w:w="2446"/>
        <w:gridCol w:w="2447"/>
      </w:tblGrid>
      <w:tr w:rsidR="00680341" w:rsidRPr="009E593F" w14:paraId="0DFBCCBE" w14:textId="77777777" w:rsidTr="005563A4">
        <w:trPr>
          <w:trHeight w:val="519"/>
        </w:trPr>
        <w:tc>
          <w:tcPr>
            <w:tcW w:w="9786" w:type="dxa"/>
            <w:gridSpan w:val="4"/>
          </w:tcPr>
          <w:p w14:paraId="78DB3E8E" w14:textId="77777777" w:rsidR="00680341" w:rsidRPr="00680341" w:rsidRDefault="00680341" w:rsidP="00B432F4">
            <w:pPr>
              <w:pStyle w:val="Criterion"/>
            </w:pPr>
            <w:r>
              <w:t>Summary of Mixed Mode Spaces</w:t>
            </w:r>
          </w:p>
        </w:tc>
      </w:tr>
      <w:tr w:rsidR="00680341" w:rsidRPr="009E593F" w14:paraId="74EEFFB0" w14:textId="77777777" w:rsidTr="00775804">
        <w:trPr>
          <w:trHeight w:val="753"/>
        </w:trPr>
        <w:tc>
          <w:tcPr>
            <w:tcW w:w="2446" w:type="dxa"/>
            <w:shd w:val="clear" w:color="auto" w:fill="FFE69E" w:themeFill="text1" w:themeFillTint="66"/>
            <w:vAlign w:val="center"/>
          </w:tcPr>
          <w:p w14:paraId="0FEA51F2" w14:textId="77777777" w:rsidR="00680341" w:rsidRPr="00680341" w:rsidRDefault="00680341" w:rsidP="00775804">
            <w:pPr>
              <w:rPr>
                <w:b/>
                <w:sz w:val="16"/>
                <w:szCs w:val="16"/>
              </w:rPr>
            </w:pPr>
            <w:r w:rsidRPr="00680341">
              <w:rPr>
                <w:b/>
                <w:sz w:val="16"/>
                <w:szCs w:val="16"/>
              </w:rPr>
              <w:t>Space/Floor</w:t>
            </w:r>
          </w:p>
        </w:tc>
        <w:tc>
          <w:tcPr>
            <w:tcW w:w="2447" w:type="dxa"/>
            <w:shd w:val="clear" w:color="auto" w:fill="FFE69E" w:themeFill="text1" w:themeFillTint="66"/>
            <w:vAlign w:val="center"/>
          </w:tcPr>
          <w:p w14:paraId="2B5657E1" w14:textId="77777777" w:rsidR="00680341" w:rsidRPr="00680341" w:rsidRDefault="00680341" w:rsidP="00775804">
            <w:pPr>
              <w:rPr>
                <w:b/>
                <w:sz w:val="16"/>
                <w:szCs w:val="16"/>
              </w:rPr>
            </w:pPr>
            <w:r w:rsidRPr="00680341">
              <w:rPr>
                <w:b/>
                <w:sz w:val="16"/>
                <w:szCs w:val="16"/>
              </w:rPr>
              <w:t>Nominated Area (m</w:t>
            </w:r>
            <w:r w:rsidRPr="00680341">
              <w:rPr>
                <w:b/>
                <w:sz w:val="16"/>
                <w:szCs w:val="16"/>
                <w:vertAlign w:val="superscript"/>
              </w:rPr>
              <w:t>2</w:t>
            </w:r>
            <w:r w:rsidRPr="00680341">
              <w:rPr>
                <w:b/>
                <w:sz w:val="16"/>
                <w:szCs w:val="16"/>
              </w:rPr>
              <w:t>)</w:t>
            </w:r>
          </w:p>
        </w:tc>
        <w:tc>
          <w:tcPr>
            <w:tcW w:w="2446" w:type="dxa"/>
            <w:shd w:val="clear" w:color="auto" w:fill="FFE69E" w:themeFill="text1" w:themeFillTint="66"/>
            <w:vAlign w:val="center"/>
          </w:tcPr>
          <w:p w14:paraId="2A761799" w14:textId="77777777" w:rsidR="00680341" w:rsidRPr="00680341" w:rsidRDefault="00680341" w:rsidP="00775804">
            <w:pPr>
              <w:rPr>
                <w:b/>
                <w:sz w:val="16"/>
                <w:szCs w:val="16"/>
              </w:rPr>
            </w:pPr>
            <w:r w:rsidRPr="00680341">
              <w:rPr>
                <w:b/>
                <w:sz w:val="16"/>
                <w:szCs w:val="16"/>
              </w:rPr>
              <w:t>Compliant with Mechanical Ventilation Requirements (Y/N)</w:t>
            </w:r>
          </w:p>
        </w:tc>
        <w:tc>
          <w:tcPr>
            <w:tcW w:w="2447" w:type="dxa"/>
            <w:shd w:val="clear" w:color="auto" w:fill="FFE69E" w:themeFill="text1" w:themeFillTint="66"/>
            <w:vAlign w:val="center"/>
          </w:tcPr>
          <w:p w14:paraId="0F741FA7" w14:textId="77777777" w:rsidR="00680341" w:rsidRPr="00680341" w:rsidRDefault="00680341" w:rsidP="00775804">
            <w:pPr>
              <w:rPr>
                <w:b/>
                <w:sz w:val="16"/>
                <w:szCs w:val="16"/>
              </w:rPr>
            </w:pPr>
            <w:r w:rsidRPr="00680341">
              <w:rPr>
                <w:b/>
                <w:sz w:val="16"/>
                <w:szCs w:val="16"/>
              </w:rPr>
              <w:t>Compliant with Natural Ventilation Requirements (Y/N)</w:t>
            </w:r>
          </w:p>
        </w:tc>
      </w:tr>
      <w:tr w:rsidR="00680341" w:rsidRPr="0047794D" w14:paraId="323E5F14" w14:textId="77777777" w:rsidTr="00775804">
        <w:trPr>
          <w:trHeight w:val="371"/>
        </w:trPr>
        <w:tc>
          <w:tcPr>
            <w:tcW w:w="2446" w:type="dxa"/>
            <w:vAlign w:val="center"/>
          </w:tcPr>
          <w:p w14:paraId="0FD401B8" w14:textId="77777777" w:rsidR="00680341" w:rsidRPr="00680341" w:rsidRDefault="00680341" w:rsidP="00775804">
            <w:pPr>
              <w:rPr>
                <w:b/>
                <w:color w:val="8064A2" w:themeColor="accent4"/>
                <w:sz w:val="16"/>
                <w:szCs w:val="16"/>
              </w:rPr>
            </w:pPr>
            <w:r w:rsidRPr="00680341">
              <w:rPr>
                <w:color w:val="8064A2" w:themeColor="accent4"/>
                <w:sz w:val="16"/>
                <w:szCs w:val="16"/>
              </w:rPr>
              <w:t>[e.g. 1</w:t>
            </w:r>
            <w:r w:rsidRPr="00680341">
              <w:rPr>
                <w:color w:val="8064A2" w:themeColor="accent4"/>
                <w:sz w:val="16"/>
                <w:szCs w:val="16"/>
                <w:vertAlign w:val="superscript"/>
              </w:rPr>
              <w:t>st</w:t>
            </w:r>
            <w:r w:rsidRPr="00680341">
              <w:rPr>
                <w:color w:val="8064A2" w:themeColor="accent4"/>
                <w:sz w:val="16"/>
                <w:szCs w:val="16"/>
              </w:rPr>
              <w:t xml:space="preserve"> Floor]</w:t>
            </w:r>
          </w:p>
        </w:tc>
        <w:tc>
          <w:tcPr>
            <w:tcW w:w="2447" w:type="dxa"/>
            <w:vAlign w:val="center"/>
          </w:tcPr>
          <w:p w14:paraId="5352B035" w14:textId="77777777" w:rsidR="00680341" w:rsidRPr="00680341" w:rsidRDefault="00680341" w:rsidP="00775804">
            <w:pPr>
              <w:rPr>
                <w:color w:val="8064A2" w:themeColor="accent4"/>
                <w:sz w:val="16"/>
                <w:szCs w:val="16"/>
              </w:rPr>
            </w:pPr>
            <w:r w:rsidRPr="00680341">
              <w:rPr>
                <w:color w:val="8064A2" w:themeColor="accent4"/>
                <w:sz w:val="16"/>
                <w:szCs w:val="16"/>
              </w:rPr>
              <w:t>[</w:t>
            </w:r>
            <w:proofErr w:type="gramStart"/>
            <w:r w:rsidRPr="00680341">
              <w:rPr>
                <w:color w:val="8064A2" w:themeColor="accent4"/>
                <w:sz w:val="16"/>
                <w:szCs w:val="16"/>
              </w:rPr>
              <w:t>Mechanical  Natural</w:t>
            </w:r>
            <w:proofErr w:type="gramEnd"/>
            <w:r w:rsidRPr="00680341">
              <w:rPr>
                <w:color w:val="8064A2" w:themeColor="accent4"/>
                <w:sz w:val="16"/>
                <w:szCs w:val="16"/>
              </w:rPr>
              <w:t>]</w:t>
            </w:r>
          </w:p>
        </w:tc>
        <w:tc>
          <w:tcPr>
            <w:tcW w:w="2446" w:type="dxa"/>
            <w:vAlign w:val="center"/>
          </w:tcPr>
          <w:p w14:paraId="263EBC38" w14:textId="77777777" w:rsidR="00680341" w:rsidRPr="00680341" w:rsidRDefault="00680341" w:rsidP="00775804">
            <w:pPr>
              <w:rPr>
                <w:color w:val="8064A2" w:themeColor="accent4"/>
                <w:sz w:val="16"/>
                <w:szCs w:val="16"/>
              </w:rPr>
            </w:pPr>
            <w:r w:rsidRPr="00680341">
              <w:rPr>
                <w:color w:val="8064A2" w:themeColor="accent4"/>
                <w:sz w:val="16"/>
                <w:szCs w:val="16"/>
              </w:rPr>
              <w:t>[Y/N]</w:t>
            </w:r>
          </w:p>
        </w:tc>
        <w:tc>
          <w:tcPr>
            <w:tcW w:w="2447" w:type="dxa"/>
            <w:vAlign w:val="center"/>
          </w:tcPr>
          <w:p w14:paraId="4FC77773" w14:textId="77777777" w:rsidR="00680341" w:rsidRPr="00680341" w:rsidRDefault="00680341" w:rsidP="00775804">
            <w:pPr>
              <w:rPr>
                <w:color w:val="8064A2" w:themeColor="accent4"/>
                <w:sz w:val="16"/>
                <w:szCs w:val="16"/>
              </w:rPr>
            </w:pPr>
            <w:r w:rsidRPr="00680341">
              <w:rPr>
                <w:color w:val="8064A2" w:themeColor="accent4"/>
                <w:sz w:val="16"/>
                <w:szCs w:val="16"/>
              </w:rPr>
              <w:t>[Y/N]</w:t>
            </w:r>
          </w:p>
        </w:tc>
      </w:tr>
      <w:tr w:rsidR="00680341" w:rsidRPr="0047794D" w14:paraId="22BD1039" w14:textId="77777777" w:rsidTr="00775804">
        <w:trPr>
          <w:trHeight w:val="647"/>
        </w:trPr>
        <w:tc>
          <w:tcPr>
            <w:tcW w:w="2446" w:type="dxa"/>
            <w:vAlign w:val="center"/>
          </w:tcPr>
          <w:p w14:paraId="1DD2561D" w14:textId="77777777" w:rsidR="00680341" w:rsidRPr="00680341" w:rsidRDefault="00680341" w:rsidP="00775804">
            <w:pPr>
              <w:rPr>
                <w:b/>
                <w:color w:val="8064A2" w:themeColor="accent4"/>
                <w:sz w:val="16"/>
                <w:szCs w:val="16"/>
              </w:rPr>
            </w:pPr>
            <w:r w:rsidRPr="00680341">
              <w:rPr>
                <w:color w:val="8064A2" w:themeColor="accent4"/>
                <w:sz w:val="16"/>
                <w:szCs w:val="16"/>
              </w:rPr>
              <w:t>[e.g. Laboratory]</w:t>
            </w:r>
          </w:p>
        </w:tc>
        <w:tc>
          <w:tcPr>
            <w:tcW w:w="2447" w:type="dxa"/>
            <w:vAlign w:val="center"/>
          </w:tcPr>
          <w:p w14:paraId="293E53D4" w14:textId="77777777" w:rsidR="00680341" w:rsidRPr="00680341" w:rsidRDefault="00680341" w:rsidP="00775804">
            <w:pPr>
              <w:rPr>
                <w:color w:val="8064A2" w:themeColor="accent4"/>
                <w:sz w:val="16"/>
                <w:szCs w:val="16"/>
              </w:rPr>
            </w:pPr>
          </w:p>
        </w:tc>
        <w:tc>
          <w:tcPr>
            <w:tcW w:w="2446" w:type="dxa"/>
            <w:vAlign w:val="center"/>
          </w:tcPr>
          <w:p w14:paraId="5722B5D2" w14:textId="77777777" w:rsidR="00680341" w:rsidRPr="00680341" w:rsidRDefault="00680341" w:rsidP="00775804">
            <w:pPr>
              <w:rPr>
                <w:color w:val="8064A2" w:themeColor="accent4"/>
                <w:sz w:val="16"/>
                <w:szCs w:val="16"/>
              </w:rPr>
            </w:pPr>
          </w:p>
        </w:tc>
        <w:tc>
          <w:tcPr>
            <w:tcW w:w="2447" w:type="dxa"/>
            <w:vAlign w:val="center"/>
          </w:tcPr>
          <w:p w14:paraId="69A60FE7" w14:textId="77777777" w:rsidR="00680341" w:rsidRPr="00680341" w:rsidRDefault="00680341" w:rsidP="00775804">
            <w:pPr>
              <w:rPr>
                <w:color w:val="8064A2" w:themeColor="accent4"/>
                <w:sz w:val="16"/>
                <w:szCs w:val="16"/>
              </w:rPr>
            </w:pPr>
          </w:p>
        </w:tc>
      </w:tr>
      <w:tr w:rsidR="00680341" w:rsidRPr="0047794D" w14:paraId="7C3E6FD3" w14:textId="77777777" w:rsidTr="00775804">
        <w:trPr>
          <w:trHeight w:val="401"/>
        </w:trPr>
        <w:tc>
          <w:tcPr>
            <w:tcW w:w="2446" w:type="dxa"/>
            <w:vAlign w:val="center"/>
          </w:tcPr>
          <w:p w14:paraId="4A24257C" w14:textId="77777777" w:rsidR="00680341" w:rsidRPr="00680341" w:rsidRDefault="00680341" w:rsidP="00775804">
            <w:pPr>
              <w:rPr>
                <w:b/>
                <w:color w:val="8064A2" w:themeColor="accent4"/>
                <w:sz w:val="16"/>
                <w:szCs w:val="16"/>
              </w:rPr>
            </w:pPr>
            <w:r w:rsidRPr="00680341">
              <w:rPr>
                <w:color w:val="8064A2" w:themeColor="accent4"/>
                <w:sz w:val="16"/>
                <w:szCs w:val="16"/>
              </w:rPr>
              <w:t>[e.g. 2</w:t>
            </w:r>
            <w:r w:rsidRPr="00680341">
              <w:rPr>
                <w:color w:val="8064A2" w:themeColor="accent4"/>
                <w:sz w:val="16"/>
                <w:szCs w:val="16"/>
                <w:vertAlign w:val="superscript"/>
              </w:rPr>
              <w:t>nd</w:t>
            </w:r>
            <w:r w:rsidRPr="00680341">
              <w:rPr>
                <w:color w:val="8064A2" w:themeColor="accent4"/>
                <w:sz w:val="16"/>
                <w:szCs w:val="16"/>
              </w:rPr>
              <w:t xml:space="preserve"> Floor]</w:t>
            </w:r>
          </w:p>
        </w:tc>
        <w:tc>
          <w:tcPr>
            <w:tcW w:w="2447" w:type="dxa"/>
            <w:vAlign w:val="center"/>
          </w:tcPr>
          <w:p w14:paraId="67BEEA86" w14:textId="77777777" w:rsidR="00680341" w:rsidRPr="00680341" w:rsidRDefault="00680341" w:rsidP="00775804">
            <w:pPr>
              <w:rPr>
                <w:color w:val="8064A2" w:themeColor="accent4"/>
                <w:sz w:val="16"/>
                <w:szCs w:val="16"/>
              </w:rPr>
            </w:pPr>
          </w:p>
        </w:tc>
        <w:tc>
          <w:tcPr>
            <w:tcW w:w="2446" w:type="dxa"/>
            <w:vAlign w:val="center"/>
          </w:tcPr>
          <w:p w14:paraId="223806C6" w14:textId="77777777" w:rsidR="00680341" w:rsidRPr="00680341" w:rsidRDefault="00680341" w:rsidP="00775804">
            <w:pPr>
              <w:rPr>
                <w:color w:val="8064A2" w:themeColor="accent4"/>
                <w:sz w:val="16"/>
                <w:szCs w:val="16"/>
              </w:rPr>
            </w:pPr>
          </w:p>
        </w:tc>
        <w:tc>
          <w:tcPr>
            <w:tcW w:w="2447" w:type="dxa"/>
            <w:vAlign w:val="center"/>
          </w:tcPr>
          <w:p w14:paraId="5A68A994" w14:textId="77777777" w:rsidR="00680341" w:rsidRPr="00680341" w:rsidRDefault="00680341" w:rsidP="00775804">
            <w:pPr>
              <w:rPr>
                <w:color w:val="8064A2" w:themeColor="accent4"/>
                <w:sz w:val="16"/>
                <w:szCs w:val="16"/>
              </w:rPr>
            </w:pPr>
          </w:p>
        </w:tc>
      </w:tr>
    </w:tbl>
    <w:p w14:paraId="0254E26C" w14:textId="77777777" w:rsidR="004E7082" w:rsidRDefault="004E7082" w:rsidP="004E7082">
      <w:pPr>
        <w:pStyle w:val="Bluetext"/>
        <w:spacing w:before="240" w:after="240"/>
        <w:rPr>
          <w:color w:val="000000"/>
          <w:szCs w:val="20"/>
          <w:lang w:val="en-US"/>
        </w:rPr>
      </w:pPr>
      <w:r>
        <w:rPr>
          <w:color w:val="000000"/>
          <w:szCs w:val="20"/>
          <w:lang w:val="en-US"/>
        </w:rPr>
        <w:t xml:space="preserve">Please </w:t>
      </w:r>
      <w:proofErr w:type="gramStart"/>
      <w:r>
        <w:rPr>
          <w:color w:val="000000"/>
          <w:szCs w:val="20"/>
          <w:lang w:val="en-US"/>
        </w:rPr>
        <w:t>note:</w:t>
      </w:r>
      <w:proofErr w:type="gramEnd"/>
      <w:r w:rsidRPr="001A6E9F">
        <w:rPr>
          <w:color w:val="000000"/>
          <w:szCs w:val="20"/>
          <w:lang w:val="en-US"/>
        </w:rPr>
        <w:t xml:space="preserve"> project teams may add more rows as required or use an attachme</w:t>
      </w:r>
      <w:r>
        <w:rPr>
          <w:color w:val="000000"/>
          <w:szCs w:val="20"/>
          <w:lang w:val="en-US"/>
        </w:rPr>
        <w:t>nt to display this information.</w:t>
      </w:r>
    </w:p>
    <w:p w14:paraId="0D7F0AF3" w14:textId="77777777" w:rsidR="00680341" w:rsidRDefault="00680341" w:rsidP="003D7EE6"/>
    <w:tbl>
      <w:tblPr>
        <w:tblStyle w:val="Style1"/>
        <w:tblW w:w="9747" w:type="dxa"/>
        <w:tblBorders>
          <w:top w:val="single" w:sz="4" w:space="0" w:color="FFB70E"/>
          <w:bottom w:val="single" w:sz="4" w:space="0" w:color="FFB70E"/>
          <w:insideH w:val="single" w:sz="4" w:space="0" w:color="FFB70E"/>
        </w:tblBorders>
        <w:tblLook w:val="04A0" w:firstRow="1" w:lastRow="0" w:firstColumn="1" w:lastColumn="0" w:noHBand="0" w:noVBand="1"/>
      </w:tblPr>
      <w:tblGrid>
        <w:gridCol w:w="4621"/>
        <w:gridCol w:w="5126"/>
      </w:tblGrid>
      <w:tr w:rsidR="004E7082" w14:paraId="21280401" w14:textId="77777777" w:rsidTr="008F19BE">
        <w:tc>
          <w:tcPr>
            <w:tcW w:w="9747" w:type="dxa"/>
            <w:gridSpan w:val="2"/>
          </w:tcPr>
          <w:p w14:paraId="5DD3CB38" w14:textId="77777777" w:rsidR="004E7082" w:rsidRDefault="00CD110D" w:rsidP="00775804">
            <w:pPr>
              <w:pStyle w:val="Criterion"/>
            </w:pPr>
            <w:r>
              <w:t>Summary Results</w:t>
            </w:r>
            <w:r w:rsidR="004E7082">
              <w:t xml:space="preserve"> Table</w:t>
            </w:r>
          </w:p>
        </w:tc>
      </w:tr>
      <w:tr w:rsidR="00680341" w14:paraId="479F67F8" w14:textId="77777777" w:rsidTr="00775804">
        <w:tc>
          <w:tcPr>
            <w:tcW w:w="4621" w:type="dxa"/>
            <w:shd w:val="clear" w:color="auto" w:fill="FFE69E" w:themeFill="text1" w:themeFillTint="66"/>
          </w:tcPr>
          <w:p w14:paraId="172E59FB" w14:textId="77777777" w:rsidR="00680341" w:rsidRPr="00DB4ABE" w:rsidRDefault="00680341" w:rsidP="003D7EE6">
            <w:pPr>
              <w:rPr>
                <w:b/>
              </w:rPr>
            </w:pPr>
            <w:r w:rsidRPr="00DB4ABE">
              <w:rPr>
                <w:b/>
              </w:rPr>
              <w:t>Total Nominated Area</w:t>
            </w:r>
          </w:p>
        </w:tc>
        <w:tc>
          <w:tcPr>
            <w:tcW w:w="5126" w:type="dxa"/>
          </w:tcPr>
          <w:p w14:paraId="683EADD3" w14:textId="77777777" w:rsidR="00680341" w:rsidRDefault="00CD110D" w:rsidP="003D7EE6">
            <w:r>
              <w:rPr>
                <w:color w:val="8064A2" w:themeColor="accent4"/>
                <w:szCs w:val="16"/>
              </w:rPr>
              <w:t>[##</w:t>
            </w:r>
            <w:r w:rsidRPr="001D206F">
              <w:rPr>
                <w:color w:val="8064A2" w:themeColor="accent4"/>
                <w:szCs w:val="16"/>
              </w:rPr>
              <w:t>]</w:t>
            </w:r>
            <w:r>
              <w:rPr>
                <w:color w:val="8064A2" w:themeColor="accent4"/>
                <w:szCs w:val="16"/>
              </w:rPr>
              <w:t>m</w:t>
            </w:r>
            <w:r>
              <w:rPr>
                <w:color w:val="8064A2" w:themeColor="accent4"/>
                <w:szCs w:val="16"/>
                <w:vertAlign w:val="superscript"/>
              </w:rPr>
              <w:t>2</w:t>
            </w:r>
          </w:p>
        </w:tc>
      </w:tr>
      <w:tr w:rsidR="00680341" w14:paraId="243C3FE5" w14:textId="77777777" w:rsidTr="00775804">
        <w:tc>
          <w:tcPr>
            <w:tcW w:w="4621" w:type="dxa"/>
            <w:shd w:val="clear" w:color="auto" w:fill="FFE69E" w:themeFill="text1" w:themeFillTint="66"/>
          </w:tcPr>
          <w:p w14:paraId="496479A6" w14:textId="77777777" w:rsidR="00680341" w:rsidRPr="00DB4ABE" w:rsidRDefault="00680341" w:rsidP="003D7EE6">
            <w:pPr>
              <w:rPr>
                <w:b/>
              </w:rPr>
            </w:pPr>
            <w:r w:rsidRPr="00DB4ABE">
              <w:rPr>
                <w:b/>
              </w:rPr>
              <w:lastRenderedPageBreak/>
              <w:t>Total Compliance Area</w:t>
            </w:r>
          </w:p>
        </w:tc>
        <w:tc>
          <w:tcPr>
            <w:tcW w:w="5126" w:type="dxa"/>
          </w:tcPr>
          <w:p w14:paraId="2E9BA601" w14:textId="77777777" w:rsidR="00680341" w:rsidRPr="00775804" w:rsidRDefault="00CD110D" w:rsidP="003D7EE6">
            <w:pPr>
              <w:rPr>
                <w:vertAlign w:val="superscript"/>
              </w:rPr>
            </w:pPr>
            <w:r>
              <w:rPr>
                <w:color w:val="8064A2" w:themeColor="accent4"/>
                <w:szCs w:val="16"/>
              </w:rPr>
              <w:t>[##</w:t>
            </w:r>
            <w:r w:rsidRPr="001D206F">
              <w:rPr>
                <w:color w:val="8064A2" w:themeColor="accent4"/>
                <w:szCs w:val="16"/>
              </w:rPr>
              <w:t>]</w:t>
            </w:r>
            <w:r>
              <w:rPr>
                <w:color w:val="8064A2" w:themeColor="accent4"/>
                <w:szCs w:val="16"/>
              </w:rPr>
              <w:t>m</w:t>
            </w:r>
            <w:r>
              <w:rPr>
                <w:color w:val="8064A2" w:themeColor="accent4"/>
                <w:szCs w:val="16"/>
                <w:vertAlign w:val="superscript"/>
              </w:rPr>
              <w:t>2</w:t>
            </w:r>
          </w:p>
        </w:tc>
      </w:tr>
      <w:tr w:rsidR="00680341" w14:paraId="175F8BE4" w14:textId="77777777" w:rsidTr="00775804">
        <w:tc>
          <w:tcPr>
            <w:tcW w:w="4621" w:type="dxa"/>
            <w:shd w:val="clear" w:color="auto" w:fill="FFE69E" w:themeFill="text1" w:themeFillTint="66"/>
          </w:tcPr>
          <w:p w14:paraId="366BEB44" w14:textId="77777777" w:rsidR="00680341" w:rsidRPr="00DB4ABE" w:rsidRDefault="004E7082" w:rsidP="003D7EE6">
            <w:pPr>
              <w:rPr>
                <w:b/>
              </w:rPr>
            </w:pPr>
            <w:r>
              <w:rPr>
                <w:b/>
              </w:rPr>
              <w:t>Percentage</w:t>
            </w:r>
            <w:r w:rsidRPr="00DB4ABE">
              <w:rPr>
                <w:b/>
              </w:rPr>
              <w:t xml:space="preserve"> </w:t>
            </w:r>
            <w:r w:rsidR="00680341" w:rsidRPr="00DB4ABE">
              <w:rPr>
                <w:b/>
              </w:rPr>
              <w:t>Area Compliant</w:t>
            </w:r>
          </w:p>
        </w:tc>
        <w:tc>
          <w:tcPr>
            <w:tcW w:w="5126" w:type="dxa"/>
          </w:tcPr>
          <w:p w14:paraId="652D5695" w14:textId="77777777" w:rsidR="00680341" w:rsidRDefault="004E7082" w:rsidP="003D7EE6">
            <w:r>
              <w:rPr>
                <w:color w:val="8064A2" w:themeColor="accent4"/>
                <w:szCs w:val="16"/>
              </w:rPr>
              <w:t>[##</w:t>
            </w:r>
            <w:r w:rsidRPr="001D206F">
              <w:rPr>
                <w:color w:val="8064A2" w:themeColor="accent4"/>
                <w:szCs w:val="16"/>
              </w:rPr>
              <w:t>]</w:t>
            </w:r>
            <w:r>
              <w:rPr>
                <w:color w:val="8064A2" w:themeColor="accent4"/>
                <w:szCs w:val="16"/>
              </w:rPr>
              <w:t>%</w:t>
            </w:r>
          </w:p>
        </w:tc>
      </w:tr>
      <w:tr w:rsidR="00680341" w14:paraId="71C98DD2" w14:textId="77777777" w:rsidTr="00775804">
        <w:tc>
          <w:tcPr>
            <w:tcW w:w="4621" w:type="dxa"/>
            <w:shd w:val="clear" w:color="auto" w:fill="FFE69E" w:themeFill="text1" w:themeFillTint="66"/>
          </w:tcPr>
          <w:p w14:paraId="478663AC" w14:textId="77777777" w:rsidR="00680341" w:rsidRPr="00DB4ABE" w:rsidRDefault="00680341" w:rsidP="00C12EF5">
            <w:pPr>
              <w:rPr>
                <w:b/>
              </w:rPr>
            </w:pPr>
            <w:r w:rsidRPr="00DB4ABE">
              <w:rPr>
                <w:b/>
              </w:rPr>
              <w:t xml:space="preserve">Points </w:t>
            </w:r>
            <w:r w:rsidR="00C12EF5" w:rsidRPr="00DB4ABE">
              <w:rPr>
                <w:b/>
              </w:rPr>
              <w:t>Claimed</w:t>
            </w:r>
          </w:p>
        </w:tc>
        <w:tc>
          <w:tcPr>
            <w:tcW w:w="5126" w:type="dxa"/>
          </w:tcPr>
          <w:p w14:paraId="09AAA005" w14:textId="77777777" w:rsidR="00680341" w:rsidRDefault="004E7082" w:rsidP="00492B7D">
            <w:r w:rsidRPr="00775804">
              <w:rPr>
                <w:color w:val="8064A2" w:themeColor="accent4"/>
                <w:szCs w:val="16"/>
              </w:rPr>
              <w:t>[1/2]</w:t>
            </w:r>
          </w:p>
        </w:tc>
      </w:tr>
    </w:tbl>
    <w:p w14:paraId="5C529F5B" w14:textId="77777777" w:rsidR="00CD110D" w:rsidRDefault="00CD110D" w:rsidP="002D547A">
      <w:pPr>
        <w:pStyle w:val="Bluetext"/>
        <w:spacing w:before="240" w:after="240"/>
        <w:rPr>
          <w:color w:val="000000"/>
          <w:szCs w:val="20"/>
          <w:lang w:val="en-US"/>
        </w:rPr>
      </w:pPr>
    </w:p>
    <w:p w14:paraId="68B85FD1" w14:textId="77777777" w:rsidR="002D547A" w:rsidRPr="00F44703" w:rsidRDefault="002D547A" w:rsidP="002D547A">
      <w:pPr>
        <w:pStyle w:val="Bluetext"/>
        <w:spacing w:before="240" w:after="240"/>
        <w:rPr>
          <w:color w:val="000000"/>
          <w:szCs w:val="20"/>
          <w:lang w:val="en-US"/>
        </w:rPr>
      </w:pPr>
      <w:r w:rsidRPr="00F44703">
        <w:rPr>
          <w:color w:val="000000"/>
          <w:szCs w:val="20"/>
          <w:lang w:val="en-US"/>
        </w:rPr>
        <w:t>Identify where this information can be found within the supporting documentation provided</w:t>
      </w:r>
      <w:r>
        <w:rPr>
          <w:color w:val="000000"/>
          <w:szCs w:val="20"/>
          <w:lang w:val="en-US"/>
        </w:rPr>
        <w:t>.</w:t>
      </w:r>
    </w:p>
    <w:tbl>
      <w:tblPr>
        <w:tblStyle w:val="TableGrid"/>
        <w:tblW w:w="0" w:type="auto"/>
        <w:tblBorders>
          <w:top w:val="single" w:sz="4" w:space="0" w:color="FFC000"/>
          <w:left w:val="none" w:sz="0" w:space="0" w:color="auto"/>
          <w:bottom w:val="single" w:sz="4" w:space="0" w:color="FFC000"/>
          <w:right w:val="none" w:sz="0" w:space="0" w:color="auto"/>
          <w:insideH w:val="single" w:sz="4" w:space="0" w:color="FFC000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35"/>
        <w:gridCol w:w="2292"/>
      </w:tblGrid>
      <w:tr w:rsidR="002D547A" w14:paraId="4341A179" w14:textId="77777777" w:rsidTr="001D206F">
        <w:tc>
          <w:tcPr>
            <w:tcW w:w="6912" w:type="dxa"/>
            <w:shd w:val="clear" w:color="auto" w:fill="FFE69D"/>
          </w:tcPr>
          <w:p w14:paraId="0440B523" w14:textId="77777777" w:rsidR="002D547A" w:rsidRPr="00F44703" w:rsidRDefault="002D547A" w:rsidP="001D206F">
            <w:pPr>
              <w:pStyle w:val="Bluetext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 xml:space="preserve">Supporting Documentation 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4716BA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shd w:val="clear" w:color="auto" w:fill="FFE69D"/>
          </w:tcPr>
          <w:p w14:paraId="4171BBE2" w14:textId="77777777" w:rsidR="002D547A" w:rsidRPr="00F44703" w:rsidRDefault="002D547A" w:rsidP="001D206F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>Reference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4716BA">
              <w:rPr>
                <w:color w:val="auto"/>
                <w:szCs w:val="20"/>
              </w:rPr>
              <w:t>(Page no. or section)</w:t>
            </w:r>
          </w:p>
        </w:tc>
      </w:tr>
      <w:tr w:rsidR="002D547A" w14:paraId="64C1E781" w14:textId="77777777" w:rsidTr="001D206F">
        <w:tc>
          <w:tcPr>
            <w:tcW w:w="6912" w:type="dxa"/>
          </w:tcPr>
          <w:p w14:paraId="47DC66AA" w14:textId="77777777" w:rsidR="002D547A" w:rsidRDefault="002D547A" w:rsidP="001D206F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6D5B5B13" w14:textId="77777777" w:rsidR="002D547A" w:rsidRDefault="002D547A" w:rsidP="001D206F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  <w:tr w:rsidR="002D547A" w14:paraId="3170C48C" w14:textId="77777777" w:rsidTr="001D206F">
        <w:tc>
          <w:tcPr>
            <w:tcW w:w="6912" w:type="dxa"/>
          </w:tcPr>
          <w:p w14:paraId="7DDB2696" w14:textId="77777777" w:rsidR="002D547A" w:rsidRDefault="002D547A" w:rsidP="001D206F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5B6449D1" w14:textId="77777777" w:rsidR="002D547A" w:rsidRDefault="002D547A" w:rsidP="001D206F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</w:tbl>
    <w:p w14:paraId="4E30FEBB" w14:textId="77777777" w:rsidR="002D547A" w:rsidRDefault="002D547A" w:rsidP="002D547A">
      <w:pPr>
        <w:spacing w:line="22" w:lineRule="atLeast"/>
      </w:pPr>
      <w:r w:rsidRPr="002E32D8" w:rsidDel="002D547A">
        <w:t xml:space="preserve"> </w:t>
      </w:r>
    </w:p>
    <w:p w14:paraId="48A93DE6" w14:textId="77777777" w:rsidR="00C96E53" w:rsidRDefault="002D547A" w:rsidP="00C12EF5">
      <w:pPr>
        <w:pStyle w:val="Bluetext"/>
        <w:spacing w:before="240" w:after="240"/>
        <w:rPr>
          <w:szCs w:val="20"/>
        </w:rPr>
      </w:pPr>
      <w:r w:rsidRPr="002E32D8" w:rsidDel="002D547A">
        <w:t xml:space="preserve"> </w:t>
      </w:r>
    </w:p>
    <w:p w14:paraId="1FB884F6" w14:textId="77777777" w:rsidR="009A577A" w:rsidRDefault="009A577A">
      <w:pPr>
        <w:spacing w:before="0" w:after="0" w:line="240" w:lineRule="auto"/>
        <w:rPr>
          <w:rFonts w:eastAsia="Times New Roman"/>
          <w:caps/>
          <w:noProof/>
          <w:color w:val="FFC10E"/>
          <w:sz w:val="36"/>
          <w:szCs w:val="32"/>
        </w:rPr>
      </w:pPr>
      <w:r>
        <w:br w:type="page"/>
      </w:r>
    </w:p>
    <w:p w14:paraId="04D19422" w14:textId="77777777" w:rsidR="003D7EE6" w:rsidRDefault="005563A4" w:rsidP="003D7EE6">
      <w:pPr>
        <w:pStyle w:val="Heading2"/>
      </w:pPr>
      <w:r>
        <w:lastRenderedPageBreak/>
        <w:t>8</w:t>
      </w:r>
      <w:r w:rsidR="00680341">
        <w:t>.3 Exhaust or elimination of Pollutants</w:t>
      </w:r>
    </w:p>
    <w:tbl>
      <w:tblPr>
        <w:tblStyle w:val="Style1"/>
        <w:tblW w:w="4966" w:type="pct"/>
        <w:tblBorders>
          <w:top w:val="single" w:sz="4" w:space="0" w:color="FFB70E"/>
          <w:bottom w:val="single" w:sz="4" w:space="0" w:color="FFB70E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7305"/>
        <w:gridCol w:w="1661"/>
      </w:tblGrid>
      <w:tr w:rsidR="003D7EE6" w:rsidRPr="003A2BE3" w14:paraId="5CE57D42" w14:textId="77777777" w:rsidTr="005563A4">
        <w:tc>
          <w:tcPr>
            <w:tcW w:w="4074" w:type="pct"/>
            <w:vAlign w:val="center"/>
          </w:tcPr>
          <w:p w14:paraId="772C89C1" w14:textId="77777777" w:rsidR="003D7EE6" w:rsidRPr="003A2BE3" w:rsidRDefault="00310139" w:rsidP="003D7EE6">
            <w:r>
              <w:t>The project has limited pollutants from the nominated area by either removing the source of pollutants or exhausting the pollutants to the outside</w:t>
            </w:r>
            <w:r w:rsidR="001443D4">
              <w:t xml:space="preserve"> as detailed below</w:t>
            </w:r>
            <w:r>
              <w:t>.</w:t>
            </w:r>
          </w:p>
        </w:tc>
        <w:tc>
          <w:tcPr>
            <w:tcW w:w="926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-19477828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02ADB42B" w14:textId="77777777" w:rsidR="003D7EE6" w:rsidRPr="003A2BE3" w:rsidRDefault="00A95D22" w:rsidP="00015214">
                <w:pPr>
                  <w:jc w:val="center"/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</w:tbl>
    <w:p w14:paraId="6B032A30" w14:textId="77777777" w:rsidR="00CD110D" w:rsidRDefault="00CD110D" w:rsidP="003D7EE6"/>
    <w:p w14:paraId="737662C7" w14:textId="77777777" w:rsidR="003D7EE6" w:rsidRDefault="00CD110D" w:rsidP="003D7EE6">
      <w:r>
        <w:t>Please select the compliance pathway(s) which applies:</w:t>
      </w:r>
    </w:p>
    <w:tbl>
      <w:tblPr>
        <w:tblStyle w:val="Style1"/>
        <w:tblW w:w="4966" w:type="pct"/>
        <w:tblBorders>
          <w:top w:val="single" w:sz="4" w:space="0" w:color="FFB70E"/>
          <w:bottom w:val="single" w:sz="4" w:space="0" w:color="FFB70E"/>
          <w:insideH w:val="single" w:sz="4" w:space="0" w:color="FFB70E"/>
        </w:tblBorders>
        <w:tblLook w:val="04A0" w:firstRow="1" w:lastRow="0" w:firstColumn="1" w:lastColumn="0" w:noHBand="0" w:noVBand="1"/>
      </w:tblPr>
      <w:tblGrid>
        <w:gridCol w:w="7305"/>
        <w:gridCol w:w="1661"/>
      </w:tblGrid>
      <w:tr w:rsidR="00310139" w:rsidRPr="003A2BE3" w14:paraId="187ED3D6" w14:textId="77777777" w:rsidTr="005563A4">
        <w:tc>
          <w:tcPr>
            <w:tcW w:w="4074" w:type="pct"/>
            <w:vAlign w:val="center"/>
          </w:tcPr>
          <w:p w14:paraId="1FB86980" w14:textId="77777777" w:rsidR="00310139" w:rsidRPr="003A2BE3" w:rsidRDefault="00CD110D" w:rsidP="00492B7D">
            <w:r>
              <w:t>The n</w:t>
            </w:r>
            <w:r w:rsidR="00310139">
              <w:t>ominated spaces within the project contain no pollutants</w:t>
            </w:r>
            <w:r w:rsidR="00F73F0C">
              <w:t>.</w:t>
            </w:r>
          </w:p>
        </w:tc>
        <w:tc>
          <w:tcPr>
            <w:tcW w:w="926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-151143904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00B41B10" w14:textId="77777777" w:rsidR="00310139" w:rsidRPr="003A2BE3" w:rsidRDefault="00A95D22" w:rsidP="00015214">
                <w:pPr>
                  <w:jc w:val="center"/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  <w:tr w:rsidR="00310139" w:rsidRPr="003A2BE3" w14:paraId="607749CD" w14:textId="77777777" w:rsidTr="005563A4">
        <w:tc>
          <w:tcPr>
            <w:tcW w:w="4074" w:type="pct"/>
          </w:tcPr>
          <w:p w14:paraId="549173DC" w14:textId="77777777" w:rsidR="00310139" w:rsidRPr="003A2BE3" w:rsidRDefault="00CD110D" w:rsidP="00775804">
            <w:pPr>
              <w:spacing w:line="22" w:lineRule="atLeast"/>
            </w:pPr>
            <w:r w:rsidRPr="001D206F">
              <w:rPr>
                <w:b/>
              </w:rPr>
              <w:t>8.3A Removing the source of pollutants</w:t>
            </w:r>
            <w:r>
              <w:rPr>
                <w:b/>
              </w:rPr>
              <w:br/>
            </w:r>
            <w:r>
              <w:t>The n</w:t>
            </w:r>
            <w:r w:rsidR="00310139">
              <w:t>ominated spaces within the project contain printing and photocopying equipment</w:t>
            </w:r>
            <w:r w:rsidR="00F300B0">
              <w:t xml:space="preserve"> that are certified to</w:t>
            </w:r>
            <w:r w:rsidR="00310139">
              <w:t xml:space="preserve"> meet the specified emission limits</w:t>
            </w:r>
            <w:r w:rsidR="00F300B0">
              <w:t xml:space="preserve"> of 8.3A</w:t>
            </w:r>
            <w:r w:rsidR="00F73F0C">
              <w:t>.</w:t>
            </w:r>
          </w:p>
        </w:tc>
        <w:tc>
          <w:tcPr>
            <w:tcW w:w="926" w:type="pct"/>
          </w:tcPr>
          <w:sdt>
            <w:sdtPr>
              <w:rPr>
                <w:rFonts w:ascii="MS Gothic" w:eastAsia="MS Gothic" w:hAnsi="MS Gothic" w:cs="MS Gothic" w:hint="eastAsia"/>
              </w:rPr>
              <w:id w:val="-166369361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6B16B053" w14:textId="77777777" w:rsidR="00310139" w:rsidRPr="003A2BE3" w:rsidRDefault="00A95D22" w:rsidP="00015214">
                <w:pPr>
                  <w:jc w:val="center"/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  <w:tr w:rsidR="00310139" w:rsidRPr="003A2BE3" w14:paraId="269CBC21" w14:textId="77777777" w:rsidTr="005563A4">
        <w:tc>
          <w:tcPr>
            <w:tcW w:w="4074" w:type="pct"/>
          </w:tcPr>
          <w:p w14:paraId="5B571BCE" w14:textId="77777777" w:rsidR="00310139" w:rsidRPr="00775804" w:rsidRDefault="00CD110D" w:rsidP="00775804">
            <w:pPr>
              <w:spacing w:line="22" w:lineRule="atLeast"/>
              <w:rPr>
                <w:b/>
              </w:rPr>
            </w:pPr>
            <w:r w:rsidRPr="001D206F">
              <w:rPr>
                <w:b/>
              </w:rPr>
              <w:t>8.3B Exhausting the pollutants directly to the outside</w:t>
            </w:r>
            <w:r>
              <w:br/>
            </w:r>
            <w:r w:rsidR="00F06917">
              <w:t>Pollutants from n</w:t>
            </w:r>
            <w:r w:rsidR="00310139">
              <w:t xml:space="preserve">ominated spaces within the project </w:t>
            </w:r>
            <w:r w:rsidR="00F06917">
              <w:t xml:space="preserve">that </w:t>
            </w:r>
            <w:r w:rsidR="00310139">
              <w:t xml:space="preserve">contain </w:t>
            </w:r>
            <w:r w:rsidR="00F300B0">
              <w:t xml:space="preserve">printing and photocopy equipment, </w:t>
            </w:r>
            <w:r w:rsidR="00F06917">
              <w:t xml:space="preserve">or </w:t>
            </w:r>
            <w:r w:rsidR="00F300B0">
              <w:t>kitchen c</w:t>
            </w:r>
            <w:r w:rsidR="00F300B0" w:rsidRPr="00AA092E">
              <w:t>ooking processes and equipment</w:t>
            </w:r>
            <w:r w:rsidR="00F300B0">
              <w:t xml:space="preserve">, </w:t>
            </w:r>
            <w:r w:rsidR="00F06917">
              <w:t>or</w:t>
            </w:r>
            <w:r w:rsidR="00F300B0">
              <w:t xml:space="preserve"> vehicle exhaust</w:t>
            </w:r>
            <w:r w:rsidR="00310139">
              <w:t xml:space="preserve"> pollutant sources </w:t>
            </w:r>
            <w:r w:rsidR="00F06917">
              <w:t>are</w:t>
            </w:r>
            <w:r w:rsidR="00310139">
              <w:t xml:space="preserve"> exhausted directly to the outside, </w:t>
            </w:r>
            <w:r w:rsidR="00F06917">
              <w:t>and</w:t>
            </w:r>
            <w:r w:rsidR="00310139">
              <w:t xml:space="preserve"> occupants are physically separated from the pollutant source</w:t>
            </w:r>
            <w:r w:rsidR="00F300B0">
              <w:t xml:space="preserve"> as per 8.2B</w:t>
            </w:r>
            <w:r w:rsidR="00F73F0C">
              <w:t>.</w:t>
            </w:r>
          </w:p>
        </w:tc>
        <w:tc>
          <w:tcPr>
            <w:tcW w:w="926" w:type="pct"/>
          </w:tcPr>
          <w:sdt>
            <w:sdtPr>
              <w:rPr>
                <w:rFonts w:ascii="MS Gothic" w:eastAsia="MS Gothic" w:hAnsi="MS Gothic" w:cs="MS Gothic" w:hint="eastAsia"/>
              </w:rPr>
              <w:id w:val="-142201960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37D2A1FA" w14:textId="77777777" w:rsidR="00310139" w:rsidRPr="003A2BE3" w:rsidRDefault="00A95D22" w:rsidP="00015214">
                <w:pPr>
                  <w:jc w:val="center"/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</w:tbl>
    <w:p w14:paraId="65E9FC54" w14:textId="77777777" w:rsidR="00DB4ABE" w:rsidRDefault="00DB4ABE" w:rsidP="00DB4ABE">
      <w:pPr>
        <w:spacing w:line="22" w:lineRule="atLeast"/>
      </w:pPr>
      <w:r>
        <w:t>Provide a d</w:t>
      </w:r>
      <w:r w:rsidR="00F73F0C" w:rsidRPr="00BB7D6C">
        <w:t>escription of the</w:t>
      </w:r>
      <w:r w:rsidR="00F73F0C" w:rsidRPr="00F73F0C">
        <w:t xml:space="preserve"> </w:t>
      </w:r>
      <w:r w:rsidR="00F73F0C">
        <w:t>pollutant sources included in the project</w:t>
      </w:r>
      <w:r w:rsidR="00F300B0">
        <w:t>.</w:t>
      </w:r>
    </w:p>
    <w:p w14:paraId="5C820126" w14:textId="77777777" w:rsidR="00DB4ABE" w:rsidRDefault="00DB4ABE" w:rsidP="00DB4ABE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spacing w:line="22" w:lineRule="atLeast"/>
      </w:pPr>
    </w:p>
    <w:p w14:paraId="0272F875" w14:textId="77777777" w:rsidR="00DB4ABE" w:rsidRDefault="00DB4ABE" w:rsidP="00DB4ABE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spacing w:line="22" w:lineRule="atLeast"/>
      </w:pPr>
    </w:p>
    <w:p w14:paraId="0FB25854" w14:textId="77777777" w:rsidR="00DB4ABE" w:rsidRDefault="00DB4ABE" w:rsidP="00DB4ABE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spacing w:line="22" w:lineRule="atLeast"/>
      </w:pPr>
    </w:p>
    <w:p w14:paraId="47F34E5B" w14:textId="77777777" w:rsidR="00DB4ABE" w:rsidRDefault="00DB4ABE" w:rsidP="00DB4ABE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spacing w:line="22" w:lineRule="atLeast"/>
      </w:pPr>
    </w:p>
    <w:p w14:paraId="5C11E09C" w14:textId="77777777" w:rsidR="00DB4ABE" w:rsidRDefault="00DB4ABE" w:rsidP="00DB4ABE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spacing w:line="22" w:lineRule="atLeast"/>
      </w:pPr>
    </w:p>
    <w:p w14:paraId="34E29B90" w14:textId="77777777" w:rsidR="00F73F0C" w:rsidRDefault="00DB4ABE" w:rsidP="00DB4ABE">
      <w:pPr>
        <w:spacing w:line="22" w:lineRule="atLeast"/>
      </w:pPr>
      <w:r>
        <w:t>Provide a d</w:t>
      </w:r>
      <w:r w:rsidR="00F73F0C" w:rsidRPr="00BB7D6C">
        <w:t xml:space="preserve">escription of </w:t>
      </w:r>
      <w:r w:rsidR="00F73F0C">
        <w:t xml:space="preserve">how indoor pollutants are either </w:t>
      </w:r>
      <w:r w:rsidR="00CD110D">
        <w:t>removed from the source,</w:t>
      </w:r>
      <w:r w:rsidR="00F73F0C">
        <w:t xml:space="preserve"> or </w:t>
      </w:r>
      <w:r w:rsidR="00F06917" w:rsidRPr="00F06917">
        <w:t xml:space="preserve">exhausted </w:t>
      </w:r>
      <w:r w:rsidR="00F06917">
        <w:t xml:space="preserve">and </w:t>
      </w:r>
      <w:r w:rsidR="005563A4">
        <w:t>physically</w:t>
      </w:r>
      <w:r w:rsidR="00F73F0C">
        <w:t xml:space="preserve"> separated from </w:t>
      </w:r>
      <w:r w:rsidR="005563A4">
        <w:t>fitout</w:t>
      </w:r>
      <w:r w:rsidR="00F73F0C">
        <w:t xml:space="preserve"> occupants</w:t>
      </w:r>
      <w:r w:rsidR="00F73F0C" w:rsidRPr="00BB7D6C">
        <w:t>.</w:t>
      </w:r>
    </w:p>
    <w:p w14:paraId="7476A373" w14:textId="77777777" w:rsidR="00DB4ABE" w:rsidRDefault="00DB4ABE" w:rsidP="00DB4ABE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spacing w:line="22" w:lineRule="atLeast"/>
      </w:pPr>
    </w:p>
    <w:p w14:paraId="06695F34" w14:textId="77777777" w:rsidR="00DB4ABE" w:rsidRDefault="00DB4ABE" w:rsidP="00DB4ABE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spacing w:line="22" w:lineRule="atLeast"/>
      </w:pPr>
    </w:p>
    <w:p w14:paraId="1375FB13" w14:textId="77777777" w:rsidR="00DB4ABE" w:rsidRDefault="00DB4ABE" w:rsidP="00DB4ABE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spacing w:line="22" w:lineRule="atLeast"/>
      </w:pPr>
    </w:p>
    <w:p w14:paraId="302DCFAF" w14:textId="77777777" w:rsidR="00DB4ABE" w:rsidRDefault="00DB4ABE" w:rsidP="00DB4ABE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spacing w:line="22" w:lineRule="atLeast"/>
      </w:pPr>
    </w:p>
    <w:p w14:paraId="688546DC" w14:textId="77777777" w:rsidR="00DB4ABE" w:rsidRDefault="00DB4ABE" w:rsidP="00DB4ABE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spacing w:line="22" w:lineRule="atLeast"/>
      </w:pPr>
    </w:p>
    <w:p w14:paraId="5BFC6167" w14:textId="77777777" w:rsidR="00DB4ABE" w:rsidRPr="00BB7D6C" w:rsidRDefault="00DB4ABE" w:rsidP="00DB4ABE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spacing w:line="22" w:lineRule="atLeast"/>
      </w:pPr>
    </w:p>
    <w:p w14:paraId="7C319371" w14:textId="77777777" w:rsidR="00CD110D" w:rsidRPr="00F44703" w:rsidRDefault="00CD110D" w:rsidP="00CD110D">
      <w:pPr>
        <w:pStyle w:val="Bluetext"/>
        <w:spacing w:before="240" w:after="240"/>
        <w:rPr>
          <w:color w:val="000000"/>
          <w:szCs w:val="20"/>
          <w:lang w:val="en-US"/>
        </w:rPr>
      </w:pPr>
      <w:r w:rsidRPr="00F44703">
        <w:rPr>
          <w:color w:val="000000"/>
          <w:szCs w:val="20"/>
          <w:lang w:val="en-US"/>
        </w:rPr>
        <w:t>Identify where this information can be found within the supporting documentation provided</w:t>
      </w:r>
      <w:r>
        <w:rPr>
          <w:color w:val="000000"/>
          <w:szCs w:val="20"/>
          <w:lang w:val="en-US"/>
        </w:rPr>
        <w:t>.</w:t>
      </w:r>
    </w:p>
    <w:tbl>
      <w:tblPr>
        <w:tblStyle w:val="TableGrid"/>
        <w:tblW w:w="0" w:type="auto"/>
        <w:tblBorders>
          <w:top w:val="single" w:sz="4" w:space="0" w:color="FFC000"/>
          <w:left w:val="none" w:sz="0" w:space="0" w:color="auto"/>
          <w:bottom w:val="single" w:sz="4" w:space="0" w:color="FFC000"/>
          <w:right w:val="none" w:sz="0" w:space="0" w:color="auto"/>
          <w:insideH w:val="single" w:sz="4" w:space="0" w:color="FFC000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35"/>
        <w:gridCol w:w="2292"/>
      </w:tblGrid>
      <w:tr w:rsidR="00CD110D" w14:paraId="78EB4E50" w14:textId="77777777" w:rsidTr="001D206F">
        <w:tc>
          <w:tcPr>
            <w:tcW w:w="6912" w:type="dxa"/>
            <w:shd w:val="clear" w:color="auto" w:fill="FFE69D"/>
          </w:tcPr>
          <w:p w14:paraId="14F24CE4" w14:textId="77777777" w:rsidR="00CD110D" w:rsidRPr="00F44703" w:rsidRDefault="00CD110D" w:rsidP="001D206F">
            <w:pPr>
              <w:pStyle w:val="Bluetext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 xml:space="preserve">Supporting Documentation 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4716BA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shd w:val="clear" w:color="auto" w:fill="FFE69D"/>
          </w:tcPr>
          <w:p w14:paraId="2E7C7D9A" w14:textId="77777777" w:rsidR="00CD110D" w:rsidRPr="00F44703" w:rsidRDefault="00CD110D" w:rsidP="001D206F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>Reference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4716BA">
              <w:rPr>
                <w:color w:val="auto"/>
                <w:szCs w:val="20"/>
              </w:rPr>
              <w:t>(Page no. or section)</w:t>
            </w:r>
          </w:p>
        </w:tc>
      </w:tr>
      <w:tr w:rsidR="00CD110D" w14:paraId="0D916E90" w14:textId="77777777" w:rsidTr="001D206F">
        <w:tc>
          <w:tcPr>
            <w:tcW w:w="6912" w:type="dxa"/>
          </w:tcPr>
          <w:p w14:paraId="76285D4D" w14:textId="77777777" w:rsidR="00CD110D" w:rsidRDefault="00CD110D" w:rsidP="001D206F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05905820" w14:textId="77777777" w:rsidR="00CD110D" w:rsidRDefault="00CD110D" w:rsidP="001D206F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  <w:tr w:rsidR="00CD110D" w14:paraId="298327FF" w14:textId="77777777" w:rsidTr="001D206F">
        <w:tc>
          <w:tcPr>
            <w:tcW w:w="6912" w:type="dxa"/>
          </w:tcPr>
          <w:p w14:paraId="1F4B40DD" w14:textId="77777777" w:rsidR="00CD110D" w:rsidRDefault="00CD110D" w:rsidP="001D206F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25041AC1" w14:textId="77777777" w:rsidR="00CD110D" w:rsidRDefault="00CD110D" w:rsidP="001D206F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</w:tbl>
    <w:p w14:paraId="27A218DC" w14:textId="77777777" w:rsidR="00CD110D" w:rsidRDefault="00CD110D" w:rsidP="00CD110D">
      <w:pPr>
        <w:spacing w:line="22" w:lineRule="atLeast"/>
      </w:pPr>
      <w:r w:rsidRPr="002E32D8" w:rsidDel="002D547A">
        <w:t xml:space="preserve"> </w:t>
      </w:r>
    </w:p>
    <w:p w14:paraId="10A084BE" w14:textId="77777777" w:rsidR="00DB4ABE" w:rsidRDefault="00CD110D">
      <w:pPr>
        <w:spacing w:before="0" w:after="0" w:line="240" w:lineRule="auto"/>
      </w:pPr>
      <w:r w:rsidRPr="002E32D8" w:rsidDel="00CD110D">
        <w:t xml:space="preserve"> </w:t>
      </w:r>
    </w:p>
    <w:tbl>
      <w:tblPr>
        <w:tblStyle w:val="Style1"/>
        <w:tblW w:w="9322" w:type="dxa"/>
        <w:tblBorders>
          <w:top w:val="single" w:sz="4" w:space="0" w:color="FFB70E"/>
          <w:bottom w:val="single" w:sz="4" w:space="0" w:color="FFB70E"/>
          <w:insideH w:val="single" w:sz="4" w:space="0" w:color="FFB70E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992"/>
        <w:gridCol w:w="1276"/>
        <w:gridCol w:w="1559"/>
        <w:gridCol w:w="1417"/>
        <w:gridCol w:w="1560"/>
        <w:gridCol w:w="1417"/>
      </w:tblGrid>
      <w:tr w:rsidR="00680341" w14:paraId="24A4F74F" w14:textId="77777777" w:rsidTr="005563A4">
        <w:trPr>
          <w:trHeight w:val="463"/>
        </w:trPr>
        <w:tc>
          <w:tcPr>
            <w:tcW w:w="9322" w:type="dxa"/>
            <w:gridSpan w:val="7"/>
          </w:tcPr>
          <w:p w14:paraId="7911382C" w14:textId="77777777" w:rsidR="00680341" w:rsidRPr="00680341" w:rsidRDefault="00680341" w:rsidP="00B432F4">
            <w:pPr>
              <w:pStyle w:val="Criterion"/>
            </w:pPr>
            <w:r>
              <w:lastRenderedPageBreak/>
              <w:t>Summary of Pollutant Exhaust</w:t>
            </w:r>
            <w:r w:rsidR="00CD110D">
              <w:t xml:space="preserve"> (8.3B Only)</w:t>
            </w:r>
          </w:p>
        </w:tc>
      </w:tr>
      <w:tr w:rsidR="00680341" w14:paraId="1FCA42FF" w14:textId="77777777" w:rsidTr="00775804">
        <w:trPr>
          <w:trHeight w:val="463"/>
        </w:trPr>
        <w:tc>
          <w:tcPr>
            <w:tcW w:w="1101" w:type="dxa"/>
            <w:shd w:val="clear" w:color="auto" w:fill="FFE69E" w:themeFill="text1" w:themeFillTint="66"/>
            <w:vAlign w:val="center"/>
            <w:hideMark/>
          </w:tcPr>
          <w:p w14:paraId="67B046F9" w14:textId="77777777" w:rsidR="00680341" w:rsidRPr="00680341" w:rsidRDefault="00680341" w:rsidP="00492B7D">
            <w:pPr>
              <w:rPr>
                <w:b/>
                <w:sz w:val="16"/>
                <w:szCs w:val="16"/>
              </w:rPr>
            </w:pPr>
            <w:r w:rsidRPr="00680341">
              <w:rPr>
                <w:b/>
                <w:sz w:val="16"/>
                <w:szCs w:val="16"/>
              </w:rPr>
              <w:t>Floor</w:t>
            </w:r>
          </w:p>
        </w:tc>
        <w:tc>
          <w:tcPr>
            <w:tcW w:w="992" w:type="dxa"/>
            <w:shd w:val="clear" w:color="auto" w:fill="FFE69E" w:themeFill="text1" w:themeFillTint="66"/>
            <w:vAlign w:val="center"/>
            <w:hideMark/>
          </w:tcPr>
          <w:p w14:paraId="709F9DEA" w14:textId="77777777" w:rsidR="00680341" w:rsidRPr="00680341" w:rsidRDefault="00680341">
            <w:pPr>
              <w:rPr>
                <w:b/>
                <w:sz w:val="16"/>
                <w:szCs w:val="16"/>
              </w:rPr>
            </w:pPr>
            <w:r w:rsidRPr="00680341">
              <w:rPr>
                <w:b/>
                <w:sz w:val="16"/>
                <w:szCs w:val="16"/>
              </w:rPr>
              <w:t>Area (m</w:t>
            </w:r>
            <w:r w:rsidRPr="00680341">
              <w:rPr>
                <w:b/>
                <w:sz w:val="16"/>
                <w:szCs w:val="16"/>
                <w:vertAlign w:val="superscript"/>
              </w:rPr>
              <w:t>2</w:t>
            </w:r>
            <w:r w:rsidRPr="00680341">
              <w:rPr>
                <w:b/>
                <w:sz w:val="16"/>
                <w:szCs w:val="16"/>
              </w:rPr>
              <w:t>)</w:t>
            </w:r>
          </w:p>
        </w:tc>
        <w:tc>
          <w:tcPr>
            <w:tcW w:w="1276" w:type="dxa"/>
            <w:shd w:val="clear" w:color="auto" w:fill="FFE69E" w:themeFill="text1" w:themeFillTint="66"/>
            <w:vAlign w:val="center"/>
            <w:hideMark/>
          </w:tcPr>
          <w:p w14:paraId="367A0395" w14:textId="77777777" w:rsidR="00680341" w:rsidRPr="00680341" w:rsidRDefault="00680341">
            <w:pPr>
              <w:rPr>
                <w:b/>
                <w:sz w:val="16"/>
                <w:szCs w:val="16"/>
              </w:rPr>
            </w:pPr>
            <w:r w:rsidRPr="00680341">
              <w:rPr>
                <w:b/>
                <w:sz w:val="16"/>
                <w:szCs w:val="16"/>
              </w:rPr>
              <w:t>Required Exhaust rate (L/s/m</w:t>
            </w:r>
            <w:r w:rsidRPr="00680341">
              <w:rPr>
                <w:b/>
                <w:sz w:val="16"/>
                <w:szCs w:val="16"/>
                <w:vertAlign w:val="superscript"/>
              </w:rPr>
              <w:t>2</w:t>
            </w:r>
            <w:r w:rsidRPr="00680341">
              <w:rPr>
                <w:b/>
                <w:sz w:val="16"/>
                <w:szCs w:val="16"/>
              </w:rPr>
              <w:t>)</w:t>
            </w:r>
          </w:p>
        </w:tc>
        <w:tc>
          <w:tcPr>
            <w:tcW w:w="1559" w:type="dxa"/>
            <w:shd w:val="clear" w:color="auto" w:fill="FFE69E" w:themeFill="text1" w:themeFillTint="66"/>
            <w:vAlign w:val="center"/>
            <w:hideMark/>
          </w:tcPr>
          <w:p w14:paraId="01E8426D" w14:textId="77777777" w:rsidR="00680341" w:rsidRPr="00680341" w:rsidRDefault="00680341">
            <w:pPr>
              <w:rPr>
                <w:b/>
                <w:sz w:val="16"/>
                <w:szCs w:val="16"/>
              </w:rPr>
            </w:pPr>
            <w:r w:rsidRPr="00680341">
              <w:rPr>
                <w:b/>
                <w:sz w:val="16"/>
                <w:szCs w:val="16"/>
              </w:rPr>
              <w:t>Required Air Flow Rate (L/s)</w:t>
            </w:r>
          </w:p>
        </w:tc>
        <w:tc>
          <w:tcPr>
            <w:tcW w:w="1417" w:type="dxa"/>
            <w:shd w:val="clear" w:color="auto" w:fill="FFE69E" w:themeFill="text1" w:themeFillTint="66"/>
            <w:vAlign w:val="center"/>
            <w:hideMark/>
          </w:tcPr>
          <w:p w14:paraId="4648F42A" w14:textId="77777777" w:rsidR="00680341" w:rsidRPr="00680341" w:rsidRDefault="00680341">
            <w:pPr>
              <w:rPr>
                <w:b/>
                <w:sz w:val="16"/>
                <w:szCs w:val="16"/>
              </w:rPr>
            </w:pPr>
            <w:r w:rsidRPr="00680341">
              <w:rPr>
                <w:b/>
                <w:sz w:val="16"/>
                <w:szCs w:val="16"/>
              </w:rPr>
              <w:t>Air Flow Rate Provided (L/s)</w:t>
            </w:r>
          </w:p>
        </w:tc>
        <w:tc>
          <w:tcPr>
            <w:tcW w:w="1560" w:type="dxa"/>
            <w:shd w:val="clear" w:color="auto" w:fill="FFE69E" w:themeFill="text1" w:themeFillTint="66"/>
            <w:vAlign w:val="center"/>
            <w:hideMark/>
          </w:tcPr>
          <w:p w14:paraId="77CBBB4F" w14:textId="77777777" w:rsidR="00680341" w:rsidRPr="00680341" w:rsidRDefault="00680341">
            <w:pPr>
              <w:rPr>
                <w:b/>
                <w:sz w:val="16"/>
                <w:szCs w:val="16"/>
              </w:rPr>
            </w:pPr>
            <w:r w:rsidRPr="00680341">
              <w:rPr>
                <w:b/>
                <w:sz w:val="16"/>
                <w:szCs w:val="16"/>
              </w:rPr>
              <w:t>Floor take off size capacity (L/s)</w:t>
            </w:r>
          </w:p>
        </w:tc>
        <w:tc>
          <w:tcPr>
            <w:tcW w:w="1417" w:type="dxa"/>
            <w:shd w:val="clear" w:color="auto" w:fill="FFE69E" w:themeFill="text1" w:themeFillTint="66"/>
            <w:vAlign w:val="center"/>
            <w:hideMark/>
          </w:tcPr>
          <w:p w14:paraId="5DDDC48D" w14:textId="77777777" w:rsidR="00680341" w:rsidRPr="00680341" w:rsidRDefault="00680341">
            <w:pPr>
              <w:rPr>
                <w:b/>
                <w:sz w:val="16"/>
                <w:szCs w:val="16"/>
              </w:rPr>
            </w:pPr>
            <w:r w:rsidRPr="00680341">
              <w:rPr>
                <w:b/>
                <w:sz w:val="16"/>
                <w:szCs w:val="16"/>
              </w:rPr>
              <w:t>Floor take off size capacity as air floor rate (L/s/m</w:t>
            </w:r>
            <w:r w:rsidRPr="00680341">
              <w:rPr>
                <w:b/>
                <w:sz w:val="16"/>
                <w:szCs w:val="16"/>
                <w:vertAlign w:val="superscript"/>
              </w:rPr>
              <w:t>2</w:t>
            </w:r>
            <w:r w:rsidRPr="00680341">
              <w:rPr>
                <w:b/>
                <w:sz w:val="16"/>
                <w:szCs w:val="16"/>
              </w:rPr>
              <w:t>)</w:t>
            </w:r>
          </w:p>
        </w:tc>
      </w:tr>
      <w:tr w:rsidR="00310139" w14:paraId="20FEA3B6" w14:textId="77777777" w:rsidTr="005563A4">
        <w:trPr>
          <w:trHeight w:val="445"/>
        </w:trPr>
        <w:tc>
          <w:tcPr>
            <w:tcW w:w="1101" w:type="dxa"/>
            <w:hideMark/>
          </w:tcPr>
          <w:p w14:paraId="2D78E816" w14:textId="77777777" w:rsidR="00680341" w:rsidRPr="00775804" w:rsidRDefault="00680341" w:rsidP="00775804">
            <w:pPr>
              <w:pStyle w:val="Bluetext"/>
              <w:rPr>
                <w:sz w:val="16"/>
              </w:rPr>
            </w:pPr>
            <w:r w:rsidRPr="00775804">
              <w:rPr>
                <w:sz w:val="16"/>
              </w:rPr>
              <w:t>[Level 1]</w:t>
            </w:r>
          </w:p>
        </w:tc>
        <w:tc>
          <w:tcPr>
            <w:tcW w:w="992" w:type="dxa"/>
          </w:tcPr>
          <w:p w14:paraId="126C575B" w14:textId="77777777" w:rsidR="00680341" w:rsidRPr="00775804" w:rsidRDefault="00680341" w:rsidP="00775804">
            <w:pPr>
              <w:pStyle w:val="Bluetext"/>
              <w:rPr>
                <w:sz w:val="16"/>
                <w:szCs w:val="20"/>
              </w:rPr>
            </w:pPr>
          </w:p>
        </w:tc>
        <w:tc>
          <w:tcPr>
            <w:tcW w:w="1276" w:type="dxa"/>
          </w:tcPr>
          <w:p w14:paraId="615FFCD9" w14:textId="77777777" w:rsidR="00680341" w:rsidRPr="00775804" w:rsidRDefault="00680341" w:rsidP="00775804">
            <w:pPr>
              <w:pStyle w:val="Bluetext"/>
              <w:rPr>
                <w:sz w:val="16"/>
                <w:szCs w:val="20"/>
              </w:rPr>
            </w:pPr>
          </w:p>
        </w:tc>
        <w:tc>
          <w:tcPr>
            <w:tcW w:w="1559" w:type="dxa"/>
          </w:tcPr>
          <w:p w14:paraId="3A73F2EA" w14:textId="77777777" w:rsidR="00680341" w:rsidRPr="00775804" w:rsidRDefault="00680341" w:rsidP="00775804">
            <w:pPr>
              <w:pStyle w:val="Bluetext"/>
              <w:rPr>
                <w:sz w:val="16"/>
                <w:szCs w:val="20"/>
              </w:rPr>
            </w:pPr>
          </w:p>
        </w:tc>
        <w:tc>
          <w:tcPr>
            <w:tcW w:w="1417" w:type="dxa"/>
          </w:tcPr>
          <w:p w14:paraId="0D3ACBEF" w14:textId="77777777" w:rsidR="00680341" w:rsidRPr="00775804" w:rsidRDefault="00680341" w:rsidP="00775804">
            <w:pPr>
              <w:pStyle w:val="Bluetext"/>
              <w:rPr>
                <w:sz w:val="16"/>
                <w:szCs w:val="20"/>
              </w:rPr>
            </w:pPr>
          </w:p>
        </w:tc>
        <w:tc>
          <w:tcPr>
            <w:tcW w:w="1560" w:type="dxa"/>
          </w:tcPr>
          <w:p w14:paraId="23AE49E5" w14:textId="77777777" w:rsidR="00680341" w:rsidRPr="00775804" w:rsidRDefault="00680341" w:rsidP="00775804">
            <w:pPr>
              <w:pStyle w:val="Bluetext"/>
              <w:rPr>
                <w:sz w:val="16"/>
                <w:szCs w:val="20"/>
              </w:rPr>
            </w:pPr>
          </w:p>
        </w:tc>
        <w:tc>
          <w:tcPr>
            <w:tcW w:w="1417" w:type="dxa"/>
          </w:tcPr>
          <w:p w14:paraId="7055A743" w14:textId="77777777" w:rsidR="00680341" w:rsidRPr="00775804" w:rsidRDefault="00680341" w:rsidP="00775804">
            <w:pPr>
              <w:pStyle w:val="Bluetext"/>
              <w:rPr>
                <w:sz w:val="16"/>
                <w:szCs w:val="20"/>
              </w:rPr>
            </w:pPr>
          </w:p>
        </w:tc>
      </w:tr>
      <w:tr w:rsidR="00310139" w14:paraId="385A6974" w14:textId="77777777" w:rsidTr="005563A4">
        <w:trPr>
          <w:trHeight w:val="445"/>
        </w:trPr>
        <w:tc>
          <w:tcPr>
            <w:tcW w:w="1101" w:type="dxa"/>
            <w:hideMark/>
          </w:tcPr>
          <w:p w14:paraId="63DB4605" w14:textId="77777777" w:rsidR="00680341" w:rsidRPr="00775804" w:rsidRDefault="00680341" w:rsidP="00775804">
            <w:pPr>
              <w:pStyle w:val="Bluetext"/>
              <w:rPr>
                <w:sz w:val="16"/>
              </w:rPr>
            </w:pPr>
            <w:r w:rsidRPr="00775804">
              <w:rPr>
                <w:sz w:val="16"/>
              </w:rPr>
              <w:t>[Level 2]</w:t>
            </w:r>
          </w:p>
        </w:tc>
        <w:tc>
          <w:tcPr>
            <w:tcW w:w="992" w:type="dxa"/>
          </w:tcPr>
          <w:p w14:paraId="6E1A23E7" w14:textId="77777777" w:rsidR="00680341" w:rsidRPr="00775804" w:rsidRDefault="00680341" w:rsidP="00775804">
            <w:pPr>
              <w:pStyle w:val="Bluetext"/>
              <w:rPr>
                <w:sz w:val="16"/>
                <w:szCs w:val="20"/>
              </w:rPr>
            </w:pPr>
          </w:p>
        </w:tc>
        <w:tc>
          <w:tcPr>
            <w:tcW w:w="1276" w:type="dxa"/>
          </w:tcPr>
          <w:p w14:paraId="7BE038F2" w14:textId="77777777" w:rsidR="00680341" w:rsidRPr="00775804" w:rsidRDefault="00680341" w:rsidP="00775804">
            <w:pPr>
              <w:pStyle w:val="Bluetext"/>
              <w:rPr>
                <w:sz w:val="16"/>
                <w:szCs w:val="20"/>
              </w:rPr>
            </w:pPr>
          </w:p>
        </w:tc>
        <w:tc>
          <w:tcPr>
            <w:tcW w:w="1559" w:type="dxa"/>
          </w:tcPr>
          <w:p w14:paraId="63F588A2" w14:textId="77777777" w:rsidR="00680341" w:rsidRPr="00775804" w:rsidRDefault="00680341" w:rsidP="00775804">
            <w:pPr>
              <w:pStyle w:val="Bluetext"/>
              <w:rPr>
                <w:sz w:val="16"/>
                <w:szCs w:val="20"/>
              </w:rPr>
            </w:pPr>
          </w:p>
        </w:tc>
        <w:tc>
          <w:tcPr>
            <w:tcW w:w="1417" w:type="dxa"/>
          </w:tcPr>
          <w:p w14:paraId="5D879E45" w14:textId="77777777" w:rsidR="00680341" w:rsidRPr="00775804" w:rsidRDefault="00680341" w:rsidP="00775804">
            <w:pPr>
              <w:pStyle w:val="Bluetext"/>
              <w:rPr>
                <w:sz w:val="16"/>
                <w:szCs w:val="20"/>
              </w:rPr>
            </w:pPr>
          </w:p>
        </w:tc>
        <w:tc>
          <w:tcPr>
            <w:tcW w:w="1560" w:type="dxa"/>
          </w:tcPr>
          <w:p w14:paraId="36CF9ABA" w14:textId="77777777" w:rsidR="00680341" w:rsidRPr="00775804" w:rsidRDefault="00680341" w:rsidP="00775804">
            <w:pPr>
              <w:pStyle w:val="Bluetext"/>
              <w:rPr>
                <w:sz w:val="16"/>
                <w:szCs w:val="20"/>
              </w:rPr>
            </w:pPr>
          </w:p>
        </w:tc>
        <w:tc>
          <w:tcPr>
            <w:tcW w:w="1417" w:type="dxa"/>
          </w:tcPr>
          <w:p w14:paraId="556FAD5B" w14:textId="77777777" w:rsidR="00680341" w:rsidRPr="00775804" w:rsidRDefault="00680341" w:rsidP="00775804">
            <w:pPr>
              <w:pStyle w:val="Bluetext"/>
              <w:rPr>
                <w:sz w:val="16"/>
                <w:szCs w:val="20"/>
              </w:rPr>
            </w:pPr>
          </w:p>
        </w:tc>
      </w:tr>
      <w:tr w:rsidR="00310139" w14:paraId="2AACB391" w14:textId="77777777" w:rsidTr="005563A4">
        <w:trPr>
          <w:trHeight w:val="445"/>
        </w:trPr>
        <w:tc>
          <w:tcPr>
            <w:tcW w:w="1101" w:type="dxa"/>
            <w:hideMark/>
          </w:tcPr>
          <w:p w14:paraId="7F8C6878" w14:textId="77777777" w:rsidR="00680341" w:rsidRPr="00775804" w:rsidRDefault="00680341" w:rsidP="00775804">
            <w:pPr>
              <w:pStyle w:val="Bluetext"/>
              <w:rPr>
                <w:sz w:val="16"/>
              </w:rPr>
            </w:pPr>
            <w:r w:rsidRPr="00775804">
              <w:rPr>
                <w:sz w:val="16"/>
              </w:rPr>
              <w:t>[Level 3]</w:t>
            </w:r>
          </w:p>
        </w:tc>
        <w:tc>
          <w:tcPr>
            <w:tcW w:w="992" w:type="dxa"/>
          </w:tcPr>
          <w:p w14:paraId="4890C1EC" w14:textId="77777777" w:rsidR="00680341" w:rsidRPr="00775804" w:rsidRDefault="00680341" w:rsidP="00775804">
            <w:pPr>
              <w:pStyle w:val="Bluetext"/>
              <w:rPr>
                <w:sz w:val="16"/>
                <w:szCs w:val="20"/>
              </w:rPr>
            </w:pPr>
          </w:p>
        </w:tc>
        <w:tc>
          <w:tcPr>
            <w:tcW w:w="1276" w:type="dxa"/>
          </w:tcPr>
          <w:p w14:paraId="746C5E29" w14:textId="77777777" w:rsidR="00680341" w:rsidRPr="00775804" w:rsidRDefault="00680341" w:rsidP="00775804">
            <w:pPr>
              <w:pStyle w:val="Bluetext"/>
              <w:rPr>
                <w:sz w:val="16"/>
                <w:szCs w:val="20"/>
              </w:rPr>
            </w:pPr>
          </w:p>
        </w:tc>
        <w:tc>
          <w:tcPr>
            <w:tcW w:w="1559" w:type="dxa"/>
          </w:tcPr>
          <w:p w14:paraId="7C654C84" w14:textId="77777777" w:rsidR="00680341" w:rsidRPr="00775804" w:rsidRDefault="00680341" w:rsidP="00775804">
            <w:pPr>
              <w:pStyle w:val="Bluetext"/>
              <w:rPr>
                <w:sz w:val="16"/>
                <w:szCs w:val="20"/>
              </w:rPr>
            </w:pPr>
          </w:p>
        </w:tc>
        <w:tc>
          <w:tcPr>
            <w:tcW w:w="1417" w:type="dxa"/>
          </w:tcPr>
          <w:p w14:paraId="55356D72" w14:textId="77777777" w:rsidR="00680341" w:rsidRPr="00775804" w:rsidRDefault="00680341" w:rsidP="00775804">
            <w:pPr>
              <w:pStyle w:val="Bluetext"/>
              <w:rPr>
                <w:sz w:val="16"/>
                <w:szCs w:val="20"/>
              </w:rPr>
            </w:pPr>
          </w:p>
        </w:tc>
        <w:tc>
          <w:tcPr>
            <w:tcW w:w="1560" w:type="dxa"/>
          </w:tcPr>
          <w:p w14:paraId="7DB4943D" w14:textId="77777777" w:rsidR="00680341" w:rsidRPr="00775804" w:rsidRDefault="00680341" w:rsidP="00775804">
            <w:pPr>
              <w:pStyle w:val="Bluetext"/>
              <w:rPr>
                <w:sz w:val="16"/>
                <w:szCs w:val="20"/>
              </w:rPr>
            </w:pPr>
          </w:p>
        </w:tc>
        <w:tc>
          <w:tcPr>
            <w:tcW w:w="1417" w:type="dxa"/>
          </w:tcPr>
          <w:p w14:paraId="13A7E299" w14:textId="77777777" w:rsidR="00680341" w:rsidRPr="00775804" w:rsidRDefault="00680341" w:rsidP="00775804">
            <w:pPr>
              <w:pStyle w:val="Bluetext"/>
              <w:rPr>
                <w:sz w:val="16"/>
                <w:szCs w:val="20"/>
              </w:rPr>
            </w:pPr>
          </w:p>
        </w:tc>
      </w:tr>
      <w:tr w:rsidR="00310139" w14:paraId="576E4D13" w14:textId="77777777" w:rsidTr="005563A4">
        <w:trPr>
          <w:trHeight w:val="445"/>
        </w:trPr>
        <w:tc>
          <w:tcPr>
            <w:tcW w:w="1101" w:type="dxa"/>
            <w:hideMark/>
          </w:tcPr>
          <w:p w14:paraId="3E718D0E" w14:textId="77777777" w:rsidR="00680341" w:rsidRPr="00775804" w:rsidRDefault="00680341" w:rsidP="00775804">
            <w:pPr>
              <w:pStyle w:val="Bluetext"/>
              <w:rPr>
                <w:sz w:val="16"/>
              </w:rPr>
            </w:pPr>
            <w:r w:rsidRPr="00775804">
              <w:rPr>
                <w:sz w:val="16"/>
              </w:rPr>
              <w:t>[Level 4]</w:t>
            </w:r>
          </w:p>
        </w:tc>
        <w:tc>
          <w:tcPr>
            <w:tcW w:w="992" w:type="dxa"/>
          </w:tcPr>
          <w:p w14:paraId="253D2196" w14:textId="77777777" w:rsidR="00680341" w:rsidRPr="00775804" w:rsidRDefault="00680341" w:rsidP="00775804">
            <w:pPr>
              <w:pStyle w:val="Bluetext"/>
              <w:rPr>
                <w:sz w:val="16"/>
                <w:szCs w:val="20"/>
              </w:rPr>
            </w:pPr>
          </w:p>
        </w:tc>
        <w:tc>
          <w:tcPr>
            <w:tcW w:w="1276" w:type="dxa"/>
          </w:tcPr>
          <w:p w14:paraId="353E469E" w14:textId="77777777" w:rsidR="00680341" w:rsidRPr="00775804" w:rsidRDefault="00680341" w:rsidP="00775804">
            <w:pPr>
              <w:pStyle w:val="Bluetext"/>
              <w:rPr>
                <w:sz w:val="16"/>
                <w:szCs w:val="20"/>
              </w:rPr>
            </w:pPr>
          </w:p>
        </w:tc>
        <w:tc>
          <w:tcPr>
            <w:tcW w:w="1559" w:type="dxa"/>
          </w:tcPr>
          <w:p w14:paraId="3127EE0C" w14:textId="77777777" w:rsidR="00680341" w:rsidRPr="00775804" w:rsidRDefault="00680341" w:rsidP="00775804">
            <w:pPr>
              <w:pStyle w:val="Bluetext"/>
              <w:rPr>
                <w:sz w:val="16"/>
                <w:szCs w:val="20"/>
              </w:rPr>
            </w:pPr>
          </w:p>
        </w:tc>
        <w:tc>
          <w:tcPr>
            <w:tcW w:w="1417" w:type="dxa"/>
          </w:tcPr>
          <w:p w14:paraId="63E4033F" w14:textId="77777777" w:rsidR="00680341" w:rsidRPr="00775804" w:rsidRDefault="00680341" w:rsidP="00775804">
            <w:pPr>
              <w:pStyle w:val="Bluetext"/>
              <w:rPr>
                <w:sz w:val="16"/>
                <w:szCs w:val="20"/>
              </w:rPr>
            </w:pPr>
          </w:p>
        </w:tc>
        <w:tc>
          <w:tcPr>
            <w:tcW w:w="1560" w:type="dxa"/>
          </w:tcPr>
          <w:p w14:paraId="3D5D6D44" w14:textId="77777777" w:rsidR="00680341" w:rsidRPr="00775804" w:rsidRDefault="00680341" w:rsidP="00775804">
            <w:pPr>
              <w:pStyle w:val="Bluetext"/>
              <w:rPr>
                <w:sz w:val="16"/>
                <w:szCs w:val="20"/>
              </w:rPr>
            </w:pPr>
          </w:p>
        </w:tc>
        <w:tc>
          <w:tcPr>
            <w:tcW w:w="1417" w:type="dxa"/>
          </w:tcPr>
          <w:p w14:paraId="44359A53" w14:textId="77777777" w:rsidR="00680341" w:rsidRPr="00775804" w:rsidRDefault="00680341" w:rsidP="00775804">
            <w:pPr>
              <w:pStyle w:val="Bluetext"/>
              <w:rPr>
                <w:sz w:val="16"/>
                <w:szCs w:val="20"/>
              </w:rPr>
            </w:pPr>
          </w:p>
        </w:tc>
      </w:tr>
    </w:tbl>
    <w:p w14:paraId="3D8FB376" w14:textId="77777777" w:rsidR="00CD110D" w:rsidRDefault="00CD110D" w:rsidP="00CD110D">
      <w:pPr>
        <w:pStyle w:val="Bluetext"/>
        <w:spacing w:before="240" w:after="240"/>
        <w:rPr>
          <w:color w:val="000000"/>
          <w:szCs w:val="20"/>
          <w:lang w:val="en-US"/>
        </w:rPr>
      </w:pPr>
      <w:r>
        <w:rPr>
          <w:color w:val="000000"/>
          <w:szCs w:val="20"/>
          <w:lang w:val="en-US"/>
        </w:rPr>
        <w:t xml:space="preserve">Please </w:t>
      </w:r>
      <w:proofErr w:type="gramStart"/>
      <w:r>
        <w:rPr>
          <w:color w:val="000000"/>
          <w:szCs w:val="20"/>
          <w:lang w:val="en-US"/>
        </w:rPr>
        <w:t>note:</w:t>
      </w:r>
      <w:proofErr w:type="gramEnd"/>
      <w:r w:rsidRPr="001A6E9F">
        <w:rPr>
          <w:color w:val="000000"/>
          <w:szCs w:val="20"/>
          <w:lang w:val="en-US"/>
        </w:rPr>
        <w:t xml:space="preserve"> project teams may add more rows as required or use an attachme</w:t>
      </w:r>
      <w:r>
        <w:rPr>
          <w:color w:val="000000"/>
          <w:szCs w:val="20"/>
          <w:lang w:val="en-US"/>
        </w:rPr>
        <w:t>nt to display this information.</w:t>
      </w:r>
    </w:p>
    <w:p w14:paraId="4CE47C60" w14:textId="77777777" w:rsidR="00CD110D" w:rsidRDefault="00CD110D">
      <w:pPr>
        <w:spacing w:before="0" w:after="0" w:line="240" w:lineRule="auto"/>
        <w:rPr>
          <w:rFonts w:eastAsia="Times New Roman"/>
          <w:caps/>
          <w:noProof/>
          <w:color w:val="FFC10E"/>
          <w:sz w:val="36"/>
          <w:szCs w:val="32"/>
        </w:rPr>
      </w:pPr>
    </w:p>
    <w:p w14:paraId="748445CA" w14:textId="77777777" w:rsidR="00A32096" w:rsidRDefault="00A32096" w:rsidP="00A32096">
      <w:pPr>
        <w:pStyle w:val="Heading2"/>
      </w:pPr>
      <w:r w:rsidRPr="001C55B2">
        <w:t>DISCUSSION</w:t>
      </w:r>
    </w:p>
    <w:p w14:paraId="11764B33" w14:textId="77777777" w:rsidR="00A32096" w:rsidRPr="0027761B" w:rsidRDefault="00A32096" w:rsidP="0027761B">
      <w:r>
        <w:rPr>
          <w:rFonts w:cstheme="minorHAnsi"/>
          <w:color w:val="auto"/>
        </w:rPr>
        <w:t>Outline</w:t>
      </w:r>
      <w:r w:rsidRPr="00F21995">
        <w:rPr>
          <w:rFonts w:cstheme="minorHAnsi"/>
          <w:color w:val="auto"/>
        </w:rPr>
        <w:t xml:space="preserve"> any issues you would like to highlight and c</w:t>
      </w:r>
      <w:r>
        <w:rPr>
          <w:rFonts w:cstheme="minorHAnsi"/>
          <w:color w:val="auto"/>
        </w:rPr>
        <w:t>larify with</w:t>
      </w:r>
      <w:r w:rsidRPr="00F21995">
        <w:rPr>
          <w:rFonts w:cstheme="minorHAnsi"/>
          <w:color w:val="auto"/>
        </w:rPr>
        <w:t xml:space="preserve"> the </w:t>
      </w:r>
      <w:r w:rsidR="0027761B">
        <w:rPr>
          <w:rFonts w:cstheme="minorHAnsi"/>
          <w:color w:val="auto"/>
        </w:rPr>
        <w:t>Certified Assessor(s).</w:t>
      </w:r>
    </w:p>
    <w:p w14:paraId="022F9DE7" w14:textId="77777777" w:rsidR="00A32096" w:rsidRDefault="00A32096" w:rsidP="00A32096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77C94722" w14:textId="77777777" w:rsidR="00A32096" w:rsidRDefault="00A32096" w:rsidP="00A32096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7FBAE799" w14:textId="77777777" w:rsidR="00A32096" w:rsidRDefault="00A32096" w:rsidP="00A32096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4053E047" w14:textId="77777777" w:rsidR="00A95D22" w:rsidRDefault="00A95D22" w:rsidP="00A32096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6CCFDBD5" w14:textId="77777777" w:rsidR="00A32096" w:rsidRDefault="00A32096" w:rsidP="00A32096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7D3164A0" w14:textId="77777777" w:rsidR="00A95D22" w:rsidRDefault="00A95D22" w:rsidP="00A32096">
      <w:pPr>
        <w:pStyle w:val="Heading2"/>
      </w:pPr>
    </w:p>
    <w:p w14:paraId="6AEE3DD7" w14:textId="77777777" w:rsidR="00A32096" w:rsidRPr="001C55B2" w:rsidRDefault="00A32096" w:rsidP="00A32096">
      <w:pPr>
        <w:pStyle w:val="Heading2"/>
      </w:pPr>
      <w:r w:rsidRPr="001C55B2">
        <w:t>DECLARATION</w:t>
      </w:r>
    </w:p>
    <w:p w14:paraId="50C75AB7" w14:textId="77777777" w:rsidR="00A32096" w:rsidRDefault="00A32096" w:rsidP="00A32096">
      <w:pPr>
        <w:rPr>
          <w:rFonts w:eastAsiaTheme="majorEastAsia"/>
        </w:rPr>
      </w:pPr>
      <w:r>
        <w:rPr>
          <w:rFonts w:eastAsiaTheme="majorEastAsia"/>
        </w:rPr>
        <w:t xml:space="preserve">I confirm that the information provided in this document is truthful and accurate at the time of completion. </w:t>
      </w:r>
    </w:p>
    <w:p w14:paraId="0AEFF0D5" w14:textId="77777777" w:rsidR="00A32096" w:rsidRDefault="00A32096" w:rsidP="00A32096">
      <w:pPr>
        <w:rPr>
          <w:rFonts w:cstheme="minorHAnsi"/>
        </w:rPr>
      </w:pPr>
      <w:r>
        <w:rPr>
          <w:rFonts w:cstheme="minorHAnsi"/>
        </w:rPr>
        <w:t>Provide author d</w:t>
      </w:r>
      <w:r w:rsidRPr="008B4275">
        <w:rPr>
          <w:rFonts w:cstheme="minorHAnsi"/>
        </w:rPr>
        <w:t>etails</w:t>
      </w:r>
      <w:r>
        <w:rPr>
          <w:rFonts w:cstheme="minorHAnsi"/>
        </w:rPr>
        <w:t>, including name, position and email address</w:t>
      </w:r>
      <w:r w:rsidRPr="008B4275">
        <w:rPr>
          <w:rFonts w:cstheme="minorHAnsi"/>
        </w:rPr>
        <w:t xml:space="preserve">: </w:t>
      </w:r>
    </w:p>
    <w:p w14:paraId="31F6C065" w14:textId="77777777" w:rsidR="00A32096" w:rsidRDefault="00A32096" w:rsidP="00A320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color w:val="8064A2" w:themeColor="accent4"/>
          <w:szCs w:val="20"/>
        </w:rPr>
      </w:pPr>
    </w:p>
    <w:p w14:paraId="623FB230" w14:textId="77777777" w:rsidR="00A32096" w:rsidRDefault="00A32096" w:rsidP="00A320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cstheme="minorHAnsi"/>
        </w:rPr>
      </w:pPr>
    </w:p>
    <w:p w14:paraId="40A3D0ED" w14:textId="77777777" w:rsidR="00A32096" w:rsidRDefault="00A32096" w:rsidP="00A320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cstheme="minorHAnsi"/>
        </w:rPr>
      </w:pPr>
    </w:p>
    <w:p w14:paraId="6792E6BE" w14:textId="77777777" w:rsidR="00A95D22" w:rsidRDefault="00A95D22" w:rsidP="00A320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cstheme="minorHAnsi"/>
        </w:rPr>
      </w:pPr>
    </w:p>
    <w:p w14:paraId="09AAEE47" w14:textId="77777777" w:rsidR="00A95D22" w:rsidRPr="008B4275" w:rsidRDefault="00A95D22" w:rsidP="00A320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cstheme="minorHAnsi"/>
        </w:rPr>
      </w:pPr>
    </w:p>
    <w:sdt>
      <w:sdtPr>
        <w:rPr>
          <w:rFonts w:cstheme="minorHAnsi"/>
        </w:rPr>
        <w:id w:val="2568407"/>
        <w:date>
          <w:dateFormat w:val="d/MM/yyyy"/>
          <w:lid w:val="en-AU"/>
          <w:storeMappedDataAs w:val="dateTime"/>
          <w:calendar w:val="gregorian"/>
        </w:date>
      </w:sdtPr>
      <w:sdtContent>
        <w:p w14:paraId="7D83D8CE" w14:textId="77777777" w:rsidR="00A32096" w:rsidRDefault="00A32096" w:rsidP="00A32096">
          <w:pPr>
            <w:pStyle w:val="Bluetext"/>
            <w:tabs>
              <w:tab w:val="left" w:pos="1120"/>
            </w:tabs>
            <w:rPr>
              <w:rFonts w:cstheme="minorHAnsi"/>
            </w:rPr>
          </w:pPr>
          <w:r w:rsidRPr="00536BB3">
            <w:rPr>
              <w:rFonts w:cstheme="minorHAnsi"/>
            </w:rPr>
            <w:t>[Date]</w:t>
          </w:r>
          <w:r>
            <w:rPr>
              <w:rFonts w:cstheme="minorHAnsi"/>
            </w:rPr>
            <w:tab/>
          </w:r>
        </w:p>
      </w:sdtContent>
    </w:sdt>
    <w:p w14:paraId="46214DD2" w14:textId="77777777" w:rsidR="00D632F3" w:rsidRDefault="00D632F3" w:rsidP="00D632F3">
      <w:pPr>
        <w:pStyle w:val="Bluetext"/>
        <w:tabs>
          <w:tab w:val="left" w:pos="1120"/>
        </w:tabs>
        <w:rPr>
          <w:rFonts w:cstheme="minorHAnsi"/>
        </w:rPr>
      </w:pPr>
    </w:p>
    <w:p w14:paraId="06B35C37" w14:textId="77777777" w:rsidR="00644150" w:rsidRDefault="00D632F3" w:rsidP="00644150">
      <w:pPr>
        <w:pStyle w:val="DateIssue"/>
      </w:pPr>
      <w:r w:rsidDel="00D632F3">
        <w:rPr>
          <w:rFonts w:eastAsiaTheme="majorEastAsia"/>
        </w:rPr>
        <w:t xml:space="preserve"> </w:t>
      </w:r>
      <w:r w:rsidR="00644150" w:rsidRPr="0035552E">
        <w:t xml:space="preserve">––– </w:t>
      </w:r>
      <w:r w:rsidR="00644150" w:rsidRPr="00D520E6">
        <w:rPr>
          <w:rStyle w:val="Strong"/>
        </w:rPr>
        <w:t>Report end</w:t>
      </w:r>
      <w:r w:rsidR="00644150" w:rsidRPr="0035552E">
        <w:t xml:space="preserve"> –––</w:t>
      </w:r>
    </w:p>
    <w:sectPr w:rsidR="00644150" w:rsidSect="009173CC">
      <w:headerReference w:type="default" r:id="rId11"/>
      <w:footerReference w:type="default" r:id="rId12"/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6A858F" w14:textId="77777777" w:rsidR="009B20E6" w:rsidRDefault="009B20E6" w:rsidP="009A05DF">
      <w:pPr>
        <w:spacing w:before="0" w:after="0" w:line="240" w:lineRule="auto"/>
      </w:pPr>
      <w:r>
        <w:separator/>
      </w:r>
    </w:p>
  </w:endnote>
  <w:endnote w:type="continuationSeparator" w:id="0">
    <w:p w14:paraId="5F8F3F7A" w14:textId="77777777" w:rsidR="009B20E6" w:rsidRDefault="009B20E6" w:rsidP="009A05DF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7DC67A" w14:textId="7D5519CA" w:rsidR="006F33D0" w:rsidRDefault="00980AE8">
    <w:pPr>
      <w:pStyle w:val="Footer"/>
      <w:rPr>
        <w:noProof/>
        <w:lang w:eastAsia="en-AU"/>
      </w:rPr>
    </w:pPr>
    <w:r w:rsidRPr="0008778E">
      <w:rPr>
        <w:noProof/>
      </w:rPr>
      <w:drawing>
        <wp:anchor distT="0" distB="0" distL="114300" distR="114300" simplePos="0" relativeHeight="251659264" behindDoc="0" locked="0" layoutInCell="1" allowOverlap="1" wp14:anchorId="1799A22A" wp14:editId="44CB52DE">
          <wp:simplePos x="0" y="0"/>
          <wp:positionH relativeFrom="margin">
            <wp:align>left</wp:align>
          </wp:positionH>
          <wp:positionV relativeFrom="paragraph">
            <wp:posOffset>88900</wp:posOffset>
          </wp:positionV>
          <wp:extent cx="1487805" cy="270510"/>
          <wp:effectExtent l="0" t="0" r="0" b="0"/>
          <wp:wrapSquare wrapText="bothSides"/>
          <wp:docPr id="43" name="Picture 43" descr="Logo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3" name="Picture 23" descr="Logo&#10;&#10;Description automatically generated with medium confidenc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487805" cy="2705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05E9B03C" w14:textId="40C8001D" w:rsidR="009C7C27" w:rsidRDefault="009C7C2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4D7C4E" w14:textId="77777777" w:rsidR="009B20E6" w:rsidRDefault="009B20E6" w:rsidP="009A05DF">
      <w:pPr>
        <w:spacing w:before="0" w:after="0" w:line="240" w:lineRule="auto"/>
      </w:pPr>
      <w:r>
        <w:separator/>
      </w:r>
    </w:p>
  </w:footnote>
  <w:footnote w:type="continuationSeparator" w:id="0">
    <w:p w14:paraId="28CD57A6" w14:textId="77777777" w:rsidR="009B20E6" w:rsidRDefault="009B20E6" w:rsidP="009A05DF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D66F6C" w14:textId="4D87EF17" w:rsidR="005D3EB9" w:rsidRDefault="005D3EB9" w:rsidP="005D3EB9">
    <w:pPr>
      <w:pStyle w:val="Header"/>
      <w:pBdr>
        <w:bottom w:val="single" w:sz="4" w:space="1" w:color="auto"/>
      </w:pBdr>
      <w:tabs>
        <w:tab w:val="clear" w:pos="9026"/>
        <w:tab w:val="left" w:pos="5103"/>
        <w:tab w:val="right" w:pos="9639"/>
      </w:tabs>
      <w:ind w:right="-612" w:hanging="567"/>
      <w:rPr>
        <w:sz w:val="16"/>
        <w:szCs w:val="16"/>
        <w:lang w:val="en-US"/>
      </w:rPr>
    </w:pPr>
    <w:r>
      <w:rPr>
        <w:sz w:val="16"/>
        <w:szCs w:val="16"/>
        <w:lang w:val="en-US"/>
      </w:rPr>
      <w:t xml:space="preserve">Green Star – </w:t>
    </w:r>
    <w:r w:rsidR="005563A4">
      <w:rPr>
        <w:sz w:val="16"/>
        <w:szCs w:val="16"/>
        <w:lang w:val="en-US"/>
      </w:rPr>
      <w:t>Interiors</w:t>
    </w:r>
    <w:r w:rsidR="006F33D0">
      <w:rPr>
        <w:sz w:val="16"/>
        <w:szCs w:val="16"/>
        <w:lang w:val="en-US"/>
      </w:rPr>
      <w:t xml:space="preserve"> NZ</w:t>
    </w:r>
    <w:r w:rsidR="005563A4">
      <w:rPr>
        <w:sz w:val="16"/>
        <w:szCs w:val="16"/>
        <w:lang w:val="en-US"/>
      </w:rPr>
      <w:t xml:space="preserve"> </w:t>
    </w:r>
    <w:r>
      <w:rPr>
        <w:sz w:val="16"/>
        <w:szCs w:val="16"/>
        <w:lang w:val="en-US"/>
      </w:rPr>
      <w:t>v1</w:t>
    </w:r>
    <w:r w:rsidR="00A95D22">
      <w:rPr>
        <w:sz w:val="16"/>
        <w:szCs w:val="16"/>
        <w:lang w:val="en-US"/>
      </w:rPr>
      <w:t>.</w:t>
    </w:r>
    <w:r w:rsidR="00980AE8">
      <w:rPr>
        <w:sz w:val="16"/>
        <w:szCs w:val="16"/>
        <w:lang w:val="en-US"/>
      </w:rPr>
      <w:t>1</w:t>
    </w:r>
    <w:r>
      <w:rPr>
        <w:sz w:val="16"/>
        <w:szCs w:val="16"/>
        <w:lang w:val="en-US"/>
      </w:rPr>
      <w:tab/>
    </w:r>
    <w:r>
      <w:rPr>
        <w:sz w:val="16"/>
        <w:szCs w:val="16"/>
        <w:lang w:val="en-US"/>
      </w:rPr>
      <w:tab/>
    </w:r>
    <w:r>
      <w:rPr>
        <w:sz w:val="16"/>
        <w:szCs w:val="16"/>
        <w:lang w:val="en-US"/>
      </w:rPr>
      <w:tab/>
      <w:t xml:space="preserve">Submission </w:t>
    </w:r>
    <w:r w:rsidR="0027761B">
      <w:rPr>
        <w:sz w:val="16"/>
        <w:szCs w:val="16"/>
        <w:lang w:val="en-US"/>
      </w:rPr>
      <w:t>Template</w:t>
    </w:r>
    <w:r w:rsidR="006F33D0">
      <w:rPr>
        <w:sz w:val="16"/>
        <w:szCs w:val="16"/>
        <w:lang w:val="en-US"/>
      </w:rPr>
      <w:t xml:space="preserve"> NZ</w:t>
    </w:r>
    <w:r w:rsidR="0027761B">
      <w:rPr>
        <w:sz w:val="16"/>
        <w:szCs w:val="16"/>
        <w:lang w:val="en-US"/>
      </w:rPr>
      <w:t xml:space="preserve"> v1.</w:t>
    </w:r>
    <w:r w:rsidR="00980AE8">
      <w:rPr>
        <w:sz w:val="16"/>
        <w:szCs w:val="16"/>
        <w:lang w:val="en-US"/>
      </w:rPr>
      <w:t>1</w:t>
    </w:r>
  </w:p>
  <w:p w14:paraId="1F7D6092" w14:textId="77777777" w:rsidR="009C7C27" w:rsidRDefault="009C7C2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26BC5A6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C0E0AA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F82E5A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F567BF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34223E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7BC2E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12E048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960213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7FE78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86445B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hybridMultilevel"/>
    <w:tmpl w:val="00000001"/>
    <w:lvl w:ilvl="0" w:tplc="9132C0CE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4D869682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A37A2D24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31587CB0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9721DEE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A8EA8F4C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B8A885AC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BDC49DA8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B142ACE2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1" w15:restartNumberingAfterBreak="0">
    <w:nsid w:val="00000002"/>
    <w:multiLevelType w:val="hybridMultilevel"/>
    <w:tmpl w:val="00000002"/>
    <w:lvl w:ilvl="0" w:tplc="FEE6661E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EBD047E8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E982B3FA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27488284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8CAC341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43847464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AFA8570E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17740816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7B82CB00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2" w15:restartNumberingAfterBreak="0">
    <w:nsid w:val="00000003"/>
    <w:multiLevelType w:val="hybridMultilevel"/>
    <w:tmpl w:val="00000003"/>
    <w:lvl w:ilvl="0" w:tplc="D1F67BBA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0472E7CC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F8C68EF0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2A24F664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57C267E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127A2AF0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B2BA0E30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A81CE56E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452AF2A6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3" w15:restartNumberingAfterBreak="0">
    <w:nsid w:val="00000004"/>
    <w:multiLevelType w:val="hybridMultilevel"/>
    <w:tmpl w:val="00000004"/>
    <w:lvl w:ilvl="0" w:tplc="1F740748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928A28CC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A034811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1AD49F72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631CA05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221865F2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85243112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0A80105C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F66E5A6E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4" w15:restartNumberingAfterBreak="0">
    <w:nsid w:val="00000005"/>
    <w:multiLevelType w:val="hybridMultilevel"/>
    <w:tmpl w:val="00000005"/>
    <w:lvl w:ilvl="0" w:tplc="BDDC551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97809862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5B5ADFBA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943891E2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FCE04C2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FE7CA454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9E6877DC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D3C83D08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BD3E8FE4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5" w15:restartNumberingAfterBreak="0">
    <w:nsid w:val="04FB32EF"/>
    <w:multiLevelType w:val="hybridMultilevel"/>
    <w:tmpl w:val="08A2A7AE"/>
    <w:lvl w:ilvl="0" w:tplc="7182EA16">
      <w:start w:val="1"/>
      <w:numFmt w:val="bullet"/>
      <w:pStyle w:val="Bullettext"/>
      <w:lvlText w:val=""/>
      <w:lvlJc w:val="left"/>
      <w:pPr>
        <w:ind w:left="1080" w:hanging="360"/>
      </w:pPr>
      <w:rPr>
        <w:rFonts w:ascii="Symbol" w:hAnsi="Symbol" w:hint="default"/>
        <w:sz w:val="16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09232557"/>
    <w:multiLevelType w:val="hybridMultilevel"/>
    <w:tmpl w:val="624ED9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0B527D3D"/>
    <w:multiLevelType w:val="hybridMultilevel"/>
    <w:tmpl w:val="DDEC38BC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0BB84667"/>
    <w:multiLevelType w:val="multilevel"/>
    <w:tmpl w:val="00000001"/>
    <w:numStyleLink w:val="Bullets"/>
  </w:abstractNum>
  <w:abstractNum w:abstractNumId="19" w15:restartNumberingAfterBreak="0">
    <w:nsid w:val="10F94584"/>
    <w:multiLevelType w:val="multilevel"/>
    <w:tmpl w:val="00000001"/>
    <w:numStyleLink w:val="Bullets"/>
  </w:abstractNum>
  <w:abstractNum w:abstractNumId="20" w15:restartNumberingAfterBreak="0">
    <w:nsid w:val="14A52071"/>
    <w:multiLevelType w:val="hybridMultilevel"/>
    <w:tmpl w:val="91CA7F1E"/>
    <w:lvl w:ilvl="0" w:tplc="764A55B0">
      <w:numFmt w:val="bullet"/>
      <w:lvlText w:val="-"/>
      <w:lvlJc w:val="left"/>
      <w:pPr>
        <w:ind w:left="1440" w:hanging="360"/>
      </w:pPr>
      <w:rPr>
        <w:rFonts w:ascii="Calibri" w:eastAsiaTheme="majorEastAsia" w:hAnsi="Calibri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1AD62996"/>
    <w:multiLevelType w:val="multilevel"/>
    <w:tmpl w:val="00000001"/>
    <w:numStyleLink w:val="Bullets"/>
  </w:abstractNum>
  <w:abstractNum w:abstractNumId="22" w15:restartNumberingAfterBreak="0">
    <w:nsid w:val="20A45D24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22FE2E8B"/>
    <w:multiLevelType w:val="hybridMultilevel"/>
    <w:tmpl w:val="6926789E"/>
    <w:lvl w:ilvl="0" w:tplc="0C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4" w15:restartNumberingAfterBreak="0">
    <w:nsid w:val="2BD65A8B"/>
    <w:multiLevelType w:val="hybridMultilevel"/>
    <w:tmpl w:val="9F725F3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1206066"/>
    <w:multiLevelType w:val="multilevel"/>
    <w:tmpl w:val="927C30C8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 w:hint="default"/>
        <w:color w:val="000000"/>
        <w:sz w:val="22"/>
      </w:rPr>
    </w:lvl>
    <w:lvl w:ilvl="1">
      <w:start w:val="1"/>
      <w:numFmt w:val="bullet"/>
      <w:lvlText w:val="-"/>
      <w:lvlJc w:val="left"/>
      <w:pPr>
        <w:tabs>
          <w:tab w:val="num" w:pos="1080"/>
        </w:tabs>
        <w:ind w:left="1440" w:hanging="360"/>
      </w:pPr>
      <w:rPr>
        <w:rFonts w:ascii="Courier New" w:hAnsi="Courier New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6" w15:restartNumberingAfterBreak="0">
    <w:nsid w:val="328B3EB7"/>
    <w:multiLevelType w:val="multilevel"/>
    <w:tmpl w:val="00000001"/>
    <w:styleLink w:val="Bullets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/>
        <w:color w:val="000000"/>
        <w:sz w:val="22"/>
      </w:rPr>
    </w:lvl>
    <w:lvl w:ilvl="1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7" w15:restartNumberingAfterBreak="0">
    <w:nsid w:val="334B0859"/>
    <w:multiLevelType w:val="multilevel"/>
    <w:tmpl w:val="A9E8969C"/>
    <w:lvl w:ilvl="0">
      <w:start w:val="1"/>
      <w:numFmt w:val="bullet"/>
      <w:lvlText w:val=""/>
      <w:lvlJc w:val="left"/>
      <w:pPr>
        <w:tabs>
          <w:tab w:val="num" w:pos="360"/>
        </w:tabs>
        <w:ind w:left="720" w:hanging="360"/>
      </w:pPr>
      <w:rPr>
        <w:rFonts w:ascii="Symbol" w:hAnsi="Symbol" w:hint="default"/>
        <w:color w:val="000000"/>
        <w:sz w:val="16"/>
      </w:rPr>
    </w:lvl>
    <w:lvl w:ilvl="1">
      <w:start w:val="1"/>
      <w:numFmt w:val="bullet"/>
      <w:lvlText w:val="-"/>
      <w:lvlJc w:val="left"/>
      <w:pPr>
        <w:tabs>
          <w:tab w:val="num" w:pos="1080"/>
        </w:tabs>
        <w:ind w:left="1440" w:hanging="360"/>
      </w:pPr>
      <w:rPr>
        <w:rFonts w:ascii="Courier New" w:hAnsi="Courier New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8" w15:restartNumberingAfterBreak="0">
    <w:nsid w:val="33B029EA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3B624C0D"/>
    <w:multiLevelType w:val="multilevel"/>
    <w:tmpl w:val="B1DA682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0" w15:restartNumberingAfterBreak="0">
    <w:nsid w:val="4279631E"/>
    <w:multiLevelType w:val="hybridMultilevel"/>
    <w:tmpl w:val="4F2CB08A"/>
    <w:lvl w:ilvl="0" w:tplc="CB1A2846">
      <w:start w:val="1"/>
      <w:numFmt w:val="bullet"/>
      <w:pStyle w:val="BodyoftextBulletPoint"/>
      <w:lvlText w:val=""/>
      <w:lvlJc w:val="left"/>
      <w:pPr>
        <w:ind w:left="360" w:hanging="360"/>
      </w:pPr>
      <w:rPr>
        <w:rFonts w:ascii="Symbol" w:hAnsi="Symbol" w:hint="default"/>
        <w:color w:val="8DC63F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5E65A26"/>
    <w:multiLevelType w:val="multilevel"/>
    <w:tmpl w:val="00000001"/>
    <w:numStyleLink w:val="Bullets"/>
  </w:abstractNum>
  <w:abstractNum w:abstractNumId="32" w15:restartNumberingAfterBreak="0">
    <w:nsid w:val="4C93647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53436606"/>
    <w:multiLevelType w:val="multilevel"/>
    <w:tmpl w:val="00000001"/>
    <w:numStyleLink w:val="Bullets"/>
  </w:abstractNum>
  <w:abstractNum w:abstractNumId="34" w15:restartNumberingAfterBreak="0">
    <w:nsid w:val="5BC67B9F"/>
    <w:multiLevelType w:val="hybridMultilevel"/>
    <w:tmpl w:val="081A1324"/>
    <w:lvl w:ilvl="0" w:tplc="0C090001">
      <w:start w:val="1"/>
      <w:numFmt w:val="bullet"/>
      <w:lvlText w:val=""/>
      <w:lvlJc w:val="left"/>
      <w:pPr>
        <w:ind w:left="1806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526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246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966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686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406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126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846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566" w:hanging="360"/>
      </w:pPr>
      <w:rPr>
        <w:rFonts w:ascii="Wingdings" w:hAnsi="Wingdings" w:hint="default"/>
      </w:rPr>
    </w:lvl>
  </w:abstractNum>
  <w:abstractNum w:abstractNumId="35" w15:restartNumberingAfterBreak="0">
    <w:nsid w:val="5C9756CF"/>
    <w:multiLevelType w:val="hybridMultilevel"/>
    <w:tmpl w:val="46C6A04A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629A726D"/>
    <w:multiLevelType w:val="hybridMultilevel"/>
    <w:tmpl w:val="40FC6554"/>
    <w:lvl w:ilvl="0" w:tplc="CA98B30A">
      <w:start w:val="1"/>
      <w:numFmt w:val="decimal"/>
      <w:pStyle w:val="Heading3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8C946D0"/>
    <w:multiLevelType w:val="multilevel"/>
    <w:tmpl w:val="00000001"/>
    <w:numStyleLink w:val="Bullets"/>
  </w:abstractNum>
  <w:abstractNum w:abstractNumId="38" w15:restartNumberingAfterBreak="0">
    <w:nsid w:val="691048F6"/>
    <w:multiLevelType w:val="hybridMultilevel"/>
    <w:tmpl w:val="14369838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929060E"/>
    <w:multiLevelType w:val="multilevel"/>
    <w:tmpl w:val="623E4A56"/>
    <w:lvl w:ilvl="0">
      <w:start w:val="1"/>
      <w:numFmt w:val="decimal"/>
      <w:pStyle w:val="List"/>
      <w:suff w:val="space"/>
      <w:lvlText w:val="%1.   "/>
      <w:lvlJc w:val="left"/>
      <w:pPr>
        <w:ind w:left="36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0" w15:restartNumberingAfterBreak="0">
    <w:nsid w:val="6AFF7821"/>
    <w:multiLevelType w:val="hybridMultilevel"/>
    <w:tmpl w:val="E686619A"/>
    <w:lvl w:ilvl="0" w:tplc="AC84C3A6">
      <w:start w:val="1"/>
      <w:numFmt w:val="decimal"/>
      <w:pStyle w:val="Criterionsubheading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25588647">
    <w:abstractNumId w:val="10"/>
  </w:num>
  <w:num w:numId="2" w16cid:durableId="1285774134">
    <w:abstractNumId w:val="11"/>
  </w:num>
  <w:num w:numId="3" w16cid:durableId="652758614">
    <w:abstractNumId w:val="12"/>
  </w:num>
  <w:num w:numId="4" w16cid:durableId="1876768538">
    <w:abstractNumId w:val="13"/>
  </w:num>
  <w:num w:numId="5" w16cid:durableId="1653873057">
    <w:abstractNumId w:val="14"/>
  </w:num>
  <w:num w:numId="6" w16cid:durableId="1551066238">
    <w:abstractNumId w:val="16"/>
  </w:num>
  <w:num w:numId="7" w16cid:durableId="630670065">
    <w:abstractNumId w:val="26"/>
  </w:num>
  <w:num w:numId="8" w16cid:durableId="1800798505">
    <w:abstractNumId w:val="25"/>
  </w:num>
  <w:num w:numId="9" w16cid:durableId="470752731">
    <w:abstractNumId w:val="37"/>
  </w:num>
  <w:num w:numId="10" w16cid:durableId="506873616">
    <w:abstractNumId w:val="33"/>
  </w:num>
  <w:num w:numId="11" w16cid:durableId="1348216834">
    <w:abstractNumId w:val="31"/>
  </w:num>
  <w:num w:numId="12" w16cid:durableId="1313683399">
    <w:abstractNumId w:val="21"/>
  </w:num>
  <w:num w:numId="13" w16cid:durableId="758524178">
    <w:abstractNumId w:val="18"/>
  </w:num>
  <w:num w:numId="14" w16cid:durableId="153030352">
    <w:abstractNumId w:val="19"/>
  </w:num>
  <w:num w:numId="15" w16cid:durableId="1597668194">
    <w:abstractNumId w:val="25"/>
    <w:lvlOverride w:ilvl="0">
      <w:lvl w:ilvl="0">
        <w:start w:val="1"/>
        <w:numFmt w:val="bulle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108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16" w16cid:durableId="2011563069">
    <w:abstractNumId w:val="9"/>
  </w:num>
  <w:num w:numId="17" w16cid:durableId="18817738">
    <w:abstractNumId w:val="7"/>
  </w:num>
  <w:num w:numId="18" w16cid:durableId="1657951789">
    <w:abstractNumId w:val="6"/>
  </w:num>
  <w:num w:numId="19" w16cid:durableId="240992183">
    <w:abstractNumId w:val="5"/>
  </w:num>
  <w:num w:numId="20" w16cid:durableId="1012412423">
    <w:abstractNumId w:val="4"/>
  </w:num>
  <w:num w:numId="21" w16cid:durableId="1865896486">
    <w:abstractNumId w:val="8"/>
  </w:num>
  <w:num w:numId="22" w16cid:durableId="931354297">
    <w:abstractNumId w:val="3"/>
  </w:num>
  <w:num w:numId="23" w16cid:durableId="1872457079">
    <w:abstractNumId w:val="2"/>
  </w:num>
  <w:num w:numId="24" w16cid:durableId="254290651">
    <w:abstractNumId w:val="1"/>
  </w:num>
  <w:num w:numId="25" w16cid:durableId="1526291024">
    <w:abstractNumId w:val="0"/>
  </w:num>
  <w:num w:numId="26" w16cid:durableId="944268902">
    <w:abstractNumId w:val="39"/>
  </w:num>
  <w:num w:numId="27" w16cid:durableId="384333716">
    <w:abstractNumId w:val="28"/>
  </w:num>
  <w:num w:numId="28" w16cid:durableId="78672379">
    <w:abstractNumId w:val="22"/>
  </w:num>
  <w:num w:numId="29" w16cid:durableId="960842838">
    <w:abstractNumId w:val="32"/>
  </w:num>
  <w:num w:numId="30" w16cid:durableId="1218928572">
    <w:abstractNumId w:val="25"/>
    <w:lvlOverride w:ilvl="0">
      <w:lvl w:ilvl="0">
        <w:start w:val="1"/>
        <w:numFmt w:val="bulle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432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1" w16cid:durableId="1096905495">
    <w:abstractNumId w:val="25"/>
    <w:lvlOverride w:ilvl="0">
      <w:lvl w:ilvl="0">
        <w:start w:val="1"/>
        <w:numFmt w:val="bulle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2" w16cid:durableId="2054843250">
    <w:abstractNumId w:val="25"/>
    <w:lvlOverride w:ilvl="0">
      <w:lvl w:ilvl="0">
        <w:start w:val="1"/>
        <w:numFmt w:val="bulle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3" w16cid:durableId="620308572">
    <w:abstractNumId w:val="38"/>
  </w:num>
  <w:num w:numId="34" w16cid:durableId="1095979892">
    <w:abstractNumId w:val="40"/>
  </w:num>
  <w:num w:numId="35" w16cid:durableId="1340111397">
    <w:abstractNumId w:val="35"/>
  </w:num>
  <w:num w:numId="36" w16cid:durableId="836775359">
    <w:abstractNumId w:val="17"/>
  </w:num>
  <w:num w:numId="37" w16cid:durableId="1938563023">
    <w:abstractNumId w:val="30"/>
  </w:num>
  <w:num w:numId="38" w16cid:durableId="1248267420">
    <w:abstractNumId w:val="24"/>
  </w:num>
  <w:num w:numId="39" w16cid:durableId="1338385501">
    <w:abstractNumId w:val="23"/>
  </w:num>
  <w:num w:numId="40" w16cid:durableId="263652037">
    <w:abstractNumId w:val="29"/>
  </w:num>
  <w:num w:numId="41" w16cid:durableId="1532374203">
    <w:abstractNumId w:val="34"/>
  </w:num>
  <w:num w:numId="42" w16cid:durableId="491793492">
    <w:abstractNumId w:val="20"/>
  </w:num>
  <w:num w:numId="43" w16cid:durableId="1354696084">
    <w:abstractNumId w:val="36"/>
  </w:num>
  <w:num w:numId="44" w16cid:durableId="1790779133">
    <w:abstractNumId w:val="36"/>
    <w:lvlOverride w:ilvl="0">
      <w:startOverride w:val="1"/>
    </w:lvlOverride>
  </w:num>
  <w:num w:numId="45" w16cid:durableId="1025984312">
    <w:abstractNumId w:val="36"/>
    <w:lvlOverride w:ilvl="0">
      <w:startOverride w:val="1"/>
    </w:lvlOverride>
  </w:num>
  <w:num w:numId="46" w16cid:durableId="428090220">
    <w:abstractNumId w:val="27"/>
  </w:num>
  <w:num w:numId="47" w16cid:durableId="163331790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attachedTemplate r:id="rId1"/>
  <w:linkStyles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EadoMUz0C0qlWKzX9NLKI3QSWzSrlz6dbIbnEBqyE7yLNJzboG+81CmY4TbR6r6RPOmwBAuDDdhY7pm+d40OXg==" w:salt="xO6ZVfojWkDYrhtIZvurpw=="/>
  <w:defaultTabStop w:val="720"/>
  <w:drawingGridHorizontalSpacing w:val="10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4A3B"/>
    <w:rsid w:val="00015B85"/>
    <w:rsid w:val="00017B56"/>
    <w:rsid w:val="0002622D"/>
    <w:rsid w:val="00035ECB"/>
    <w:rsid w:val="00041305"/>
    <w:rsid w:val="000414A1"/>
    <w:rsid w:val="000548CD"/>
    <w:rsid w:val="00082A13"/>
    <w:rsid w:val="000D18DD"/>
    <w:rsid w:val="000E1601"/>
    <w:rsid w:val="00100A7C"/>
    <w:rsid w:val="001443D4"/>
    <w:rsid w:val="00145EF1"/>
    <w:rsid w:val="0015181E"/>
    <w:rsid w:val="00155FD6"/>
    <w:rsid w:val="00160D16"/>
    <w:rsid w:val="00166528"/>
    <w:rsid w:val="001A76C9"/>
    <w:rsid w:val="001B656A"/>
    <w:rsid w:val="001C087A"/>
    <w:rsid w:val="001C55B2"/>
    <w:rsid w:val="001D69AE"/>
    <w:rsid w:val="001E724B"/>
    <w:rsid w:val="001F6AD5"/>
    <w:rsid w:val="0024769C"/>
    <w:rsid w:val="00253282"/>
    <w:rsid w:val="00254795"/>
    <w:rsid w:val="0026389D"/>
    <w:rsid w:val="002654A0"/>
    <w:rsid w:val="0027761B"/>
    <w:rsid w:val="0028193E"/>
    <w:rsid w:val="00291D61"/>
    <w:rsid w:val="002B437D"/>
    <w:rsid w:val="002D547A"/>
    <w:rsid w:val="002E1DA6"/>
    <w:rsid w:val="00310139"/>
    <w:rsid w:val="00313F06"/>
    <w:rsid w:val="00343B85"/>
    <w:rsid w:val="00350ECA"/>
    <w:rsid w:val="00370BAD"/>
    <w:rsid w:val="00372131"/>
    <w:rsid w:val="00385775"/>
    <w:rsid w:val="00386BF8"/>
    <w:rsid w:val="003C2840"/>
    <w:rsid w:val="003D3C2B"/>
    <w:rsid w:val="003D7EE6"/>
    <w:rsid w:val="00415DAA"/>
    <w:rsid w:val="00421258"/>
    <w:rsid w:val="00441FDE"/>
    <w:rsid w:val="00461F2D"/>
    <w:rsid w:val="00474D4F"/>
    <w:rsid w:val="004770A9"/>
    <w:rsid w:val="00492B7D"/>
    <w:rsid w:val="004B6802"/>
    <w:rsid w:val="004C45DD"/>
    <w:rsid w:val="004C50E3"/>
    <w:rsid w:val="004C6782"/>
    <w:rsid w:val="004D0A28"/>
    <w:rsid w:val="004E7082"/>
    <w:rsid w:val="004F2472"/>
    <w:rsid w:val="004F2F36"/>
    <w:rsid w:val="004F3D4F"/>
    <w:rsid w:val="005205F4"/>
    <w:rsid w:val="005212B8"/>
    <w:rsid w:val="00543FCE"/>
    <w:rsid w:val="005563A4"/>
    <w:rsid w:val="00574147"/>
    <w:rsid w:val="00577D2A"/>
    <w:rsid w:val="005842E7"/>
    <w:rsid w:val="005959BE"/>
    <w:rsid w:val="005A043B"/>
    <w:rsid w:val="005C2F1A"/>
    <w:rsid w:val="005C34D2"/>
    <w:rsid w:val="005C51C3"/>
    <w:rsid w:val="005C692B"/>
    <w:rsid w:val="005D3EB9"/>
    <w:rsid w:val="005E267B"/>
    <w:rsid w:val="00644150"/>
    <w:rsid w:val="006709C3"/>
    <w:rsid w:val="00680341"/>
    <w:rsid w:val="00681AB7"/>
    <w:rsid w:val="00696088"/>
    <w:rsid w:val="006B3D65"/>
    <w:rsid w:val="006B6118"/>
    <w:rsid w:val="006C09EF"/>
    <w:rsid w:val="006D3C47"/>
    <w:rsid w:val="006D3D38"/>
    <w:rsid w:val="006F33D0"/>
    <w:rsid w:val="00741B12"/>
    <w:rsid w:val="0075170B"/>
    <w:rsid w:val="007537EB"/>
    <w:rsid w:val="00775804"/>
    <w:rsid w:val="007771E3"/>
    <w:rsid w:val="007772D5"/>
    <w:rsid w:val="007E6C71"/>
    <w:rsid w:val="00830329"/>
    <w:rsid w:val="00833D8E"/>
    <w:rsid w:val="00841903"/>
    <w:rsid w:val="0086343F"/>
    <w:rsid w:val="0089672F"/>
    <w:rsid w:val="008B5920"/>
    <w:rsid w:val="008D2570"/>
    <w:rsid w:val="008E2EB8"/>
    <w:rsid w:val="00914B25"/>
    <w:rsid w:val="009173CC"/>
    <w:rsid w:val="00941D1F"/>
    <w:rsid w:val="00950859"/>
    <w:rsid w:val="00955A68"/>
    <w:rsid w:val="00955DBE"/>
    <w:rsid w:val="00963A81"/>
    <w:rsid w:val="00980AE8"/>
    <w:rsid w:val="0099600D"/>
    <w:rsid w:val="009A05DF"/>
    <w:rsid w:val="009A13BF"/>
    <w:rsid w:val="009A54B4"/>
    <w:rsid w:val="009A577A"/>
    <w:rsid w:val="009B20E6"/>
    <w:rsid w:val="009C7C27"/>
    <w:rsid w:val="009E45D5"/>
    <w:rsid w:val="00A11E03"/>
    <w:rsid w:val="00A14DE0"/>
    <w:rsid w:val="00A207CE"/>
    <w:rsid w:val="00A32096"/>
    <w:rsid w:val="00A44963"/>
    <w:rsid w:val="00A45B94"/>
    <w:rsid w:val="00A50989"/>
    <w:rsid w:val="00A77B3E"/>
    <w:rsid w:val="00A95D22"/>
    <w:rsid w:val="00AA2E9F"/>
    <w:rsid w:val="00AC168A"/>
    <w:rsid w:val="00AD7849"/>
    <w:rsid w:val="00AE5203"/>
    <w:rsid w:val="00AF437B"/>
    <w:rsid w:val="00B04026"/>
    <w:rsid w:val="00B0623B"/>
    <w:rsid w:val="00B16241"/>
    <w:rsid w:val="00B43004"/>
    <w:rsid w:val="00B432F4"/>
    <w:rsid w:val="00B477B0"/>
    <w:rsid w:val="00B47C7A"/>
    <w:rsid w:val="00B51442"/>
    <w:rsid w:val="00B70095"/>
    <w:rsid w:val="00BC1D56"/>
    <w:rsid w:val="00BD6353"/>
    <w:rsid w:val="00C12EF5"/>
    <w:rsid w:val="00C172F4"/>
    <w:rsid w:val="00C174C3"/>
    <w:rsid w:val="00C564DC"/>
    <w:rsid w:val="00C6021F"/>
    <w:rsid w:val="00C621B9"/>
    <w:rsid w:val="00C67570"/>
    <w:rsid w:val="00C87F76"/>
    <w:rsid w:val="00C955A4"/>
    <w:rsid w:val="00C96E53"/>
    <w:rsid w:val="00CA175C"/>
    <w:rsid w:val="00CC3536"/>
    <w:rsid w:val="00CC3B44"/>
    <w:rsid w:val="00CD110D"/>
    <w:rsid w:val="00CD4E43"/>
    <w:rsid w:val="00CE3BB1"/>
    <w:rsid w:val="00CF15AA"/>
    <w:rsid w:val="00D144BE"/>
    <w:rsid w:val="00D15333"/>
    <w:rsid w:val="00D20DA9"/>
    <w:rsid w:val="00D34A57"/>
    <w:rsid w:val="00D47FBA"/>
    <w:rsid w:val="00D55E65"/>
    <w:rsid w:val="00D632F3"/>
    <w:rsid w:val="00D70E27"/>
    <w:rsid w:val="00D80EAC"/>
    <w:rsid w:val="00D8734E"/>
    <w:rsid w:val="00DA27D3"/>
    <w:rsid w:val="00DB4ABE"/>
    <w:rsid w:val="00DD595B"/>
    <w:rsid w:val="00DE30E0"/>
    <w:rsid w:val="00DF0E45"/>
    <w:rsid w:val="00E048B1"/>
    <w:rsid w:val="00E15F6B"/>
    <w:rsid w:val="00E178FD"/>
    <w:rsid w:val="00E45DAF"/>
    <w:rsid w:val="00E51DB7"/>
    <w:rsid w:val="00E52F47"/>
    <w:rsid w:val="00E636A3"/>
    <w:rsid w:val="00E63EF6"/>
    <w:rsid w:val="00EC4E1C"/>
    <w:rsid w:val="00EE0752"/>
    <w:rsid w:val="00EF2501"/>
    <w:rsid w:val="00F06917"/>
    <w:rsid w:val="00F300B0"/>
    <w:rsid w:val="00F43E46"/>
    <w:rsid w:val="00F73F0C"/>
    <w:rsid w:val="00F93D08"/>
    <w:rsid w:val="00FA12B9"/>
    <w:rsid w:val="00FA2F39"/>
    <w:rsid w:val="00FB2507"/>
    <w:rsid w:val="00FC67A4"/>
    <w:rsid w:val="00FF0C27"/>
    <w:rsid w:val="00FF4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A44A044"/>
  <w15:docId w15:val="{FDA5D5B0-21C3-4825-83CE-E19B179B45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1" w:defUIPriority="0" w:defSemiHidden="0" w:defUnhideWhenUsed="0" w:defQFormat="0" w:count="376">
    <w:lsdException w:name="Normal" w:locked="0" w:qFormat="1"/>
    <w:lsdException w:name="heading 1" w:locked="0" w:qFormat="1"/>
    <w:lsdException w:name="heading 2" w:locked="0" w:qFormat="1"/>
    <w:lsdException w:name="heading 3" w:locked="0" w:qFormat="1"/>
    <w:lsdException w:name="heading 4" w:locked="0" w:qFormat="1"/>
    <w:lsdException w:name="heading 5" w:locked="0" w:qFormat="1"/>
    <w:lsdException w:name="heading 6" w:locked="0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0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0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  <w:lsdException w:name="Mention" w:locked="0" w:semiHidden="1" w:uiPriority="99" w:unhideWhenUsed="1"/>
    <w:lsdException w:name="Smart Hyperlink" w:locked="0" w:semiHidden="1" w:uiPriority="99" w:unhideWhenUsed="1"/>
    <w:lsdException w:name="Hashtag" w:locked="0" w:semiHidden="1" w:uiPriority="99" w:unhideWhenUsed="1"/>
    <w:lsdException w:name="Unresolved Mention" w:locked="0" w:semiHidden="1" w:uiPriority="99" w:unhideWhenUsed="1"/>
    <w:lsdException w:name="Smart Link" w:locked="0" w:semiHidden="1" w:uiPriority="99" w:unhideWhenUsed="1"/>
  </w:latentStyles>
  <w:style w:type="paragraph" w:default="1" w:styleId="Normal">
    <w:name w:val="Normal"/>
    <w:qFormat/>
    <w:rsid w:val="00B0623B"/>
    <w:pPr>
      <w:spacing w:before="120" w:after="120" w:line="276" w:lineRule="auto"/>
    </w:pPr>
    <w:rPr>
      <w:rFonts w:ascii="Arial" w:eastAsia="Arial" w:hAnsi="Arial" w:cs="Arial"/>
      <w:color w:val="000000"/>
      <w:szCs w:val="22"/>
      <w:lang w:val="en-AU"/>
    </w:rPr>
  </w:style>
  <w:style w:type="paragraph" w:styleId="Heading1">
    <w:name w:val="heading 1"/>
    <w:aliases w:val="Credit Name"/>
    <w:basedOn w:val="Normal"/>
    <w:next w:val="Normal"/>
    <w:autoRedefine/>
    <w:qFormat/>
    <w:rsid w:val="00350ECA"/>
    <w:pPr>
      <w:keepNext/>
      <w:pBdr>
        <w:bottom w:val="single" w:sz="4" w:space="1" w:color="365F91" w:themeColor="accent1" w:themeShade="BF"/>
      </w:pBdr>
      <w:spacing w:before="0" w:line="240" w:lineRule="auto"/>
      <w:ind w:right="-1"/>
      <w:outlineLvl w:val="0"/>
    </w:pPr>
    <w:rPr>
      <w:rFonts w:eastAsia="Calibri"/>
      <w:caps/>
      <w:noProof/>
      <w:color w:val="FFC10E"/>
      <w:sz w:val="44"/>
      <w:szCs w:val="44"/>
    </w:rPr>
  </w:style>
  <w:style w:type="paragraph" w:styleId="Heading2">
    <w:name w:val="heading 2"/>
    <w:aliases w:val="Section Title"/>
    <w:basedOn w:val="Normal"/>
    <w:next w:val="Normal"/>
    <w:link w:val="Heading2Char"/>
    <w:autoRedefine/>
    <w:qFormat/>
    <w:rsid w:val="00B0623B"/>
    <w:pPr>
      <w:keepNext/>
      <w:spacing w:before="240" w:line="240" w:lineRule="auto"/>
      <w:outlineLvl w:val="1"/>
    </w:pPr>
    <w:rPr>
      <w:rFonts w:eastAsia="Times New Roman"/>
      <w:caps/>
      <w:noProof/>
      <w:color w:val="FFC10E"/>
      <w:sz w:val="36"/>
      <w:szCs w:val="32"/>
    </w:rPr>
  </w:style>
  <w:style w:type="paragraph" w:styleId="Heading3">
    <w:name w:val="heading 3"/>
    <w:aliases w:val="Criterion Sub-Title"/>
    <w:basedOn w:val="Normal"/>
    <w:next w:val="Normal"/>
    <w:link w:val="Heading3Char"/>
    <w:autoRedefine/>
    <w:qFormat/>
    <w:rsid w:val="00B0623B"/>
    <w:pPr>
      <w:keepNext/>
      <w:numPr>
        <w:numId w:val="43"/>
      </w:numPr>
      <w:tabs>
        <w:tab w:val="left" w:pos="142"/>
      </w:tabs>
      <w:spacing w:before="240" w:line="240" w:lineRule="auto"/>
      <w:ind w:hanging="720"/>
      <w:outlineLvl w:val="2"/>
    </w:pPr>
    <w:rPr>
      <w:bCs/>
      <w:caps/>
      <w:color w:val="FFC10E"/>
      <w:sz w:val="28"/>
      <w:szCs w:val="28"/>
    </w:rPr>
  </w:style>
  <w:style w:type="paragraph" w:styleId="Heading4">
    <w:name w:val="heading 4"/>
    <w:aliases w:val="Subsubtitle"/>
    <w:basedOn w:val="Normal"/>
    <w:next w:val="Normal"/>
    <w:autoRedefine/>
    <w:qFormat/>
    <w:rsid w:val="00B0623B"/>
    <w:pPr>
      <w:keepNext/>
      <w:spacing w:before="240" w:after="40" w:line="240" w:lineRule="auto"/>
      <w:outlineLvl w:val="3"/>
    </w:pPr>
    <w:rPr>
      <w:b/>
      <w:bCs/>
      <w:szCs w:val="24"/>
    </w:rPr>
  </w:style>
  <w:style w:type="paragraph" w:styleId="Heading5">
    <w:name w:val="heading 5"/>
    <w:basedOn w:val="Normal"/>
    <w:next w:val="Normal"/>
    <w:rsid w:val="00B0623B"/>
    <w:pPr>
      <w:keepNext/>
      <w:spacing w:before="220" w:after="40" w:line="240" w:lineRule="auto"/>
      <w:outlineLvl w:val="4"/>
    </w:pPr>
    <w:rPr>
      <w:bCs/>
      <w:u w:val="single"/>
    </w:rPr>
  </w:style>
  <w:style w:type="paragraph" w:styleId="Heading6">
    <w:name w:val="heading 6"/>
    <w:basedOn w:val="Normal"/>
    <w:next w:val="Normal"/>
    <w:rsid w:val="00B0623B"/>
    <w:pPr>
      <w:keepNext/>
      <w:spacing w:after="40" w:line="240" w:lineRule="auto"/>
      <w:outlineLvl w:val="5"/>
    </w:pPr>
    <w:rPr>
      <w:b/>
      <w:bCs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ointsavailable">
    <w:name w:val="Points available"/>
    <w:basedOn w:val="Caption"/>
    <w:link w:val="PointsavailableChar"/>
    <w:autoRedefine/>
    <w:qFormat/>
    <w:rsid w:val="00B0623B"/>
    <w:pPr>
      <w:pBdr>
        <w:bottom w:val="single" w:sz="2" w:space="1" w:color="69962C" w:themeColor="background1" w:themeShade="BF"/>
      </w:pBdr>
      <w:spacing w:before="0" w:after="0" w:line="288" w:lineRule="auto"/>
      <w:ind w:left="720" w:hanging="720"/>
    </w:pPr>
    <w:rPr>
      <w:rFonts w:eastAsia="Calibri" w:cs="Times New Roman"/>
      <w:bCs w:val="0"/>
      <w:color w:val="FFC10E"/>
      <w:sz w:val="22"/>
      <w:szCs w:val="16"/>
    </w:rPr>
  </w:style>
  <w:style w:type="character" w:customStyle="1" w:styleId="PointsavailableChar">
    <w:name w:val="Points available Char"/>
    <w:basedOn w:val="DefaultParagraphFont"/>
    <w:link w:val="Pointsavailable"/>
    <w:rsid w:val="00B0623B"/>
    <w:rPr>
      <w:rFonts w:ascii="Arial" w:eastAsia="Calibri" w:hAnsi="Arial"/>
      <w:b/>
      <w:color w:val="FFC10E"/>
      <w:sz w:val="22"/>
      <w:szCs w:val="16"/>
      <w:lang w:val="en-AU"/>
    </w:rPr>
  </w:style>
  <w:style w:type="paragraph" w:styleId="Caption">
    <w:name w:val="caption"/>
    <w:basedOn w:val="Normal"/>
    <w:next w:val="Normal"/>
    <w:rsid w:val="00B0623B"/>
    <w:rPr>
      <w:b/>
      <w:bCs/>
      <w:color w:val="808080"/>
      <w:sz w:val="16"/>
      <w:szCs w:val="20"/>
    </w:rPr>
  </w:style>
  <w:style w:type="table" w:styleId="TableClassic1">
    <w:name w:val="Table Classic 1"/>
    <w:basedOn w:val="TableNormal"/>
    <w:locked/>
    <w:rsid w:val="00017B56"/>
    <w:pPr>
      <w:spacing w:before="120" w:after="12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Style1">
    <w:name w:val="Style1"/>
    <w:basedOn w:val="TableNormal"/>
    <w:uiPriority w:val="99"/>
    <w:rsid w:val="00B0623B"/>
    <w:tblPr>
      <w:tblBorders>
        <w:top w:val="single" w:sz="4" w:space="0" w:color="365F91" w:themeColor="accent1" w:themeShade="BF"/>
        <w:bottom w:val="single" w:sz="4" w:space="0" w:color="365F91" w:themeColor="accent1" w:themeShade="BF"/>
        <w:insideH w:val="single" w:sz="4" w:space="0" w:color="365F91" w:themeColor="accent1" w:themeShade="BF"/>
      </w:tblBorders>
    </w:tblPr>
  </w:style>
  <w:style w:type="table" w:styleId="MediumList1-Accent4">
    <w:name w:val="Medium List 1 Accent 4"/>
    <w:basedOn w:val="TableNormal"/>
    <w:uiPriority w:val="65"/>
    <w:locked/>
    <w:rsid w:val="00B0623B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numbering" w:customStyle="1" w:styleId="Bullets">
    <w:name w:val="Bullets"/>
    <w:basedOn w:val="NoList"/>
    <w:locked/>
    <w:rsid w:val="00B0623B"/>
    <w:pPr>
      <w:numPr>
        <w:numId w:val="7"/>
      </w:numPr>
    </w:pPr>
  </w:style>
  <w:style w:type="table" w:styleId="ColorfulGrid-Accent5">
    <w:name w:val="Colorful Grid Accent 5"/>
    <w:basedOn w:val="TableNormal"/>
    <w:uiPriority w:val="73"/>
    <w:locked/>
    <w:rsid w:val="00B0623B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paragraph" w:customStyle="1" w:styleId="Bullettext">
    <w:name w:val="Bullet text"/>
    <w:basedOn w:val="Normal"/>
    <w:link w:val="BullettextChar"/>
    <w:autoRedefine/>
    <w:qFormat/>
    <w:rsid w:val="00B0623B"/>
    <w:pPr>
      <w:numPr>
        <w:numId w:val="47"/>
      </w:numPr>
    </w:pPr>
    <w:rPr>
      <w:szCs w:val="20"/>
      <w:lang w:val="en-US"/>
    </w:rPr>
  </w:style>
  <w:style w:type="character" w:customStyle="1" w:styleId="BullettextChar">
    <w:name w:val="Bullet text Char"/>
    <w:basedOn w:val="DefaultParagraphFont"/>
    <w:link w:val="Bullettext"/>
    <w:rsid w:val="00B0623B"/>
    <w:rPr>
      <w:rFonts w:ascii="Arial" w:eastAsia="Arial" w:hAnsi="Arial" w:cs="Arial"/>
      <w:color w:val="000000"/>
    </w:rPr>
  </w:style>
  <w:style w:type="table" w:styleId="TableGrid">
    <w:name w:val="Table Grid"/>
    <w:aliases w:val="GBCA Table 1,GBCA Table"/>
    <w:basedOn w:val="TableNormal"/>
    <w:locked/>
    <w:rsid w:val="00B062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talics">
    <w:name w:val="Italics"/>
    <w:basedOn w:val="DefaultParagraphFont"/>
    <w:uiPriority w:val="1"/>
    <w:rsid w:val="00B0623B"/>
    <w:rPr>
      <w:i/>
    </w:rPr>
  </w:style>
  <w:style w:type="paragraph" w:styleId="List">
    <w:name w:val="List"/>
    <w:basedOn w:val="Normal"/>
    <w:rsid w:val="00B0623B"/>
    <w:pPr>
      <w:numPr>
        <w:numId w:val="26"/>
      </w:numPr>
    </w:pPr>
  </w:style>
  <w:style w:type="character" w:customStyle="1" w:styleId="StyleBold">
    <w:name w:val="Style Bold"/>
    <w:basedOn w:val="DefaultParagraphFont"/>
    <w:rsid w:val="00B0623B"/>
    <w:rPr>
      <w:b/>
      <w:bCs/>
    </w:rPr>
  </w:style>
  <w:style w:type="table" w:styleId="Table3Deffects1">
    <w:name w:val="Table 3D effects 1"/>
    <w:basedOn w:val="TableNormal"/>
    <w:locked/>
    <w:rsid w:val="00B0623B"/>
    <w:pPr>
      <w:spacing w:before="120" w:after="120" w:line="276" w:lineRule="auto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locked/>
    <w:rsid w:val="00B0623B"/>
    <w:pPr>
      <w:spacing w:before="120" w:after="120" w:line="276" w:lineRule="auto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aliases w:val="Body of text - Bullet point,List (1st level)"/>
    <w:basedOn w:val="Normal"/>
    <w:link w:val="ListParagraphChar"/>
    <w:uiPriority w:val="34"/>
    <w:qFormat/>
    <w:locked/>
    <w:rsid w:val="005C2F1A"/>
    <w:pPr>
      <w:ind w:left="720"/>
      <w:contextualSpacing/>
    </w:pPr>
  </w:style>
  <w:style w:type="paragraph" w:customStyle="1" w:styleId="Centered">
    <w:name w:val="Centered"/>
    <w:basedOn w:val="Normal"/>
    <w:rsid w:val="00B0623B"/>
    <w:pPr>
      <w:jc w:val="center"/>
    </w:pPr>
    <w:rPr>
      <w:rFonts w:eastAsia="Times New Roman" w:cs="Times New Roman"/>
      <w:szCs w:val="20"/>
    </w:rPr>
  </w:style>
  <w:style w:type="table" w:styleId="Table3Deffects3">
    <w:name w:val="Table 3D effects 3"/>
    <w:basedOn w:val="TableNormal"/>
    <w:locked/>
    <w:rsid w:val="00017B56"/>
    <w:pPr>
      <w:spacing w:before="120" w:after="12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Criterionsubheading">
    <w:name w:val="Criterion sub heading"/>
    <w:basedOn w:val="Heading2"/>
    <w:link w:val="CriterionsubheadingChar"/>
    <w:qFormat/>
    <w:rsid w:val="005C2F1A"/>
    <w:pPr>
      <w:numPr>
        <w:numId w:val="34"/>
      </w:numPr>
      <w:tabs>
        <w:tab w:val="left" w:pos="8364"/>
      </w:tabs>
      <w:ind w:hanging="720"/>
    </w:pPr>
  </w:style>
  <w:style w:type="character" w:customStyle="1" w:styleId="Heading2Char">
    <w:name w:val="Heading 2 Char"/>
    <w:aliases w:val="Section Title Char"/>
    <w:basedOn w:val="DefaultParagraphFont"/>
    <w:link w:val="Heading2"/>
    <w:rsid w:val="007771E3"/>
    <w:rPr>
      <w:rFonts w:ascii="Arial" w:hAnsi="Arial" w:cs="Arial"/>
      <w:caps/>
      <w:noProof/>
      <w:color w:val="FFC10E"/>
      <w:sz w:val="36"/>
      <w:szCs w:val="32"/>
      <w:lang w:val="en-AU"/>
    </w:rPr>
  </w:style>
  <w:style w:type="character" w:customStyle="1" w:styleId="CriterionsubheadingChar">
    <w:name w:val="Criterion sub heading Char"/>
    <w:basedOn w:val="Heading2Char"/>
    <w:link w:val="Criterionsubheading"/>
    <w:rsid w:val="005C2F1A"/>
    <w:rPr>
      <w:rFonts w:ascii="Arial" w:hAnsi="Arial" w:cs="Arial"/>
      <w:caps/>
      <w:noProof/>
      <w:color w:val="365F91" w:themeColor="accent1" w:themeShade="BF"/>
      <w:sz w:val="36"/>
      <w:szCs w:val="32"/>
      <w:lang w:val="en-AU"/>
    </w:rPr>
  </w:style>
  <w:style w:type="character" w:styleId="Strong">
    <w:name w:val="Strong"/>
    <w:aliases w:val="GBCA Document Text Bold"/>
    <w:basedOn w:val="DefaultParagraphFont"/>
    <w:qFormat/>
    <w:locked/>
    <w:rsid w:val="005C34D2"/>
    <w:rPr>
      <w:rFonts w:ascii="Arial" w:hAnsi="Arial"/>
      <w:b/>
      <w:bCs/>
    </w:rPr>
  </w:style>
  <w:style w:type="paragraph" w:styleId="BodyText2">
    <w:name w:val="Body Text 2"/>
    <w:aliases w:val="GBCA Document Summary"/>
    <w:basedOn w:val="Normal"/>
    <w:link w:val="BodyText2Char"/>
    <w:autoRedefine/>
    <w:locked/>
    <w:rsid w:val="005C34D2"/>
    <w:pPr>
      <w:pBdr>
        <w:top w:val="single" w:sz="24" w:space="12" w:color="1F497D" w:themeColor="text2"/>
        <w:bottom w:val="single" w:sz="4" w:space="12" w:color="1F497D" w:themeColor="text2"/>
      </w:pBdr>
    </w:pPr>
    <w:rPr>
      <w:b/>
    </w:rPr>
  </w:style>
  <w:style w:type="character" w:customStyle="1" w:styleId="BodyText2Char">
    <w:name w:val="Body Text 2 Char"/>
    <w:aliases w:val="GBCA Document Summary Char"/>
    <w:basedOn w:val="DefaultParagraphFont"/>
    <w:link w:val="BodyText2"/>
    <w:rsid w:val="005C34D2"/>
    <w:rPr>
      <w:rFonts w:ascii="Arial" w:eastAsia="Arial" w:hAnsi="Arial" w:cs="Arial"/>
      <w:b/>
      <w:color w:val="000000"/>
      <w:szCs w:val="22"/>
      <w:lang w:val="en-AU"/>
    </w:rPr>
  </w:style>
  <w:style w:type="paragraph" w:styleId="BalloonText">
    <w:name w:val="Balloon Text"/>
    <w:basedOn w:val="Normal"/>
    <w:link w:val="BalloonTextChar"/>
    <w:locked/>
    <w:rsid w:val="005C34D2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C34D2"/>
    <w:rPr>
      <w:rFonts w:ascii="Tahoma" w:eastAsia="Arial" w:hAnsi="Tahoma" w:cs="Tahoma"/>
      <w:color w:val="000000"/>
      <w:sz w:val="16"/>
      <w:szCs w:val="16"/>
      <w:lang w:val="en-AU"/>
    </w:rPr>
  </w:style>
  <w:style w:type="character" w:customStyle="1" w:styleId="DocumentTextGreenBold">
    <w:name w:val="Document Text Green Bold"/>
    <w:basedOn w:val="DefaultParagraphFont"/>
    <w:uiPriority w:val="1"/>
    <w:qFormat/>
    <w:rsid w:val="005C34D2"/>
    <w:rPr>
      <w:b/>
      <w:color w:val="1F497D" w:themeColor="text2"/>
    </w:rPr>
  </w:style>
  <w:style w:type="character" w:customStyle="1" w:styleId="Heading3Char">
    <w:name w:val="Heading 3 Char"/>
    <w:aliases w:val="Criterion Sub-Title Char"/>
    <w:basedOn w:val="DefaultParagraphFont"/>
    <w:link w:val="Heading3"/>
    <w:rsid w:val="00B0623B"/>
    <w:rPr>
      <w:rFonts w:ascii="Arial" w:eastAsia="Arial" w:hAnsi="Arial" w:cs="Arial"/>
      <w:bCs/>
      <w:caps/>
      <w:color w:val="FFC10E"/>
      <w:sz w:val="28"/>
      <w:szCs w:val="28"/>
      <w:lang w:val="en-AU"/>
    </w:rPr>
  </w:style>
  <w:style w:type="paragraph" w:customStyle="1" w:styleId="Bluetext">
    <w:name w:val="Blue text"/>
    <w:basedOn w:val="Normal"/>
    <w:qFormat/>
    <w:rsid w:val="001C55B2"/>
    <w:rPr>
      <w:color w:val="8064A2" w:themeColor="accent4"/>
    </w:rPr>
  </w:style>
  <w:style w:type="table" w:styleId="MediumGrid1-Accent1">
    <w:name w:val="Medium Grid 1 Accent 1"/>
    <w:basedOn w:val="TableNormal"/>
    <w:uiPriority w:val="67"/>
    <w:locked/>
    <w:rsid w:val="001C55B2"/>
    <w:rPr>
      <w:rFonts w:asciiTheme="minorHAnsi" w:eastAsiaTheme="minorEastAsia" w:hAnsiTheme="minorHAnsi" w:cstheme="minorBidi"/>
      <w:sz w:val="22"/>
      <w:szCs w:val="22"/>
      <w:lang w:val="en-AU" w:eastAsia="en-AU"/>
    </w:r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paragraph" w:customStyle="1" w:styleId="DateIssue">
    <w:name w:val="Date Issue"/>
    <w:basedOn w:val="Normal"/>
    <w:qFormat/>
    <w:rsid w:val="001C55B2"/>
    <w:pPr>
      <w:spacing w:line="336" w:lineRule="exact"/>
    </w:pPr>
    <w:rPr>
      <w:sz w:val="28"/>
    </w:rPr>
  </w:style>
  <w:style w:type="character" w:customStyle="1" w:styleId="ListParagraphChar">
    <w:name w:val="List Paragraph Char"/>
    <w:aliases w:val="Body of text - Bullet point Char,List (1st level) Char"/>
    <w:basedOn w:val="DefaultParagraphFont"/>
    <w:link w:val="ListParagraph"/>
    <w:uiPriority w:val="34"/>
    <w:rsid w:val="00CC3B44"/>
    <w:rPr>
      <w:rFonts w:ascii="Arial" w:eastAsia="Arial" w:hAnsi="Arial" w:cs="Arial"/>
      <w:color w:val="000000"/>
      <w:szCs w:val="22"/>
      <w:lang w:val="en-AU"/>
    </w:rPr>
  </w:style>
  <w:style w:type="paragraph" w:styleId="CommentText">
    <w:name w:val="annotation text"/>
    <w:basedOn w:val="Normal"/>
    <w:link w:val="CommentTextChar"/>
    <w:uiPriority w:val="99"/>
    <w:locked/>
    <w:rsid w:val="00CC3B44"/>
    <w:pPr>
      <w:spacing w:before="0" w:after="200"/>
    </w:pPr>
    <w:rPr>
      <w:rFonts w:eastAsiaTheme="minorHAnsi" w:cstheme="minorBidi"/>
      <w:color w:val="auto"/>
      <w:sz w:val="22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C3B44"/>
    <w:rPr>
      <w:rFonts w:ascii="Arial" w:eastAsiaTheme="minorHAnsi" w:hAnsi="Arial" w:cstheme="minorBidi"/>
      <w:sz w:val="22"/>
      <w:lang w:val="en-AU"/>
    </w:rPr>
  </w:style>
  <w:style w:type="character" w:styleId="CommentReference">
    <w:name w:val="annotation reference"/>
    <w:basedOn w:val="DefaultParagraphFont"/>
    <w:uiPriority w:val="99"/>
    <w:unhideWhenUsed/>
    <w:locked/>
    <w:rsid w:val="00CC3B44"/>
    <w:rPr>
      <w:sz w:val="16"/>
      <w:szCs w:val="16"/>
    </w:rPr>
  </w:style>
  <w:style w:type="paragraph" w:customStyle="1" w:styleId="BodyoftextBulletPoint">
    <w:name w:val="Body of text – Bullet Point"/>
    <w:basedOn w:val="Normal"/>
    <w:link w:val="BodyoftextBulletPointChar"/>
    <w:qFormat/>
    <w:rsid w:val="007E6C71"/>
    <w:pPr>
      <w:numPr>
        <w:numId w:val="37"/>
      </w:numPr>
      <w:spacing w:before="0" w:after="200"/>
    </w:pPr>
    <w:rPr>
      <w:rFonts w:asciiTheme="minorHAnsi" w:eastAsiaTheme="minorHAnsi" w:hAnsiTheme="minorHAnsi" w:cstheme="minorBidi"/>
      <w:color w:val="auto"/>
      <w:sz w:val="22"/>
    </w:rPr>
  </w:style>
  <w:style w:type="character" w:customStyle="1" w:styleId="BodyoftextBulletPointChar">
    <w:name w:val="Body of text – Bullet Point Char"/>
    <w:basedOn w:val="DefaultParagraphFont"/>
    <w:link w:val="BodyoftextBulletPoint"/>
    <w:rsid w:val="007E6C71"/>
    <w:rPr>
      <w:rFonts w:asciiTheme="minorHAnsi" w:eastAsiaTheme="minorHAnsi" w:hAnsiTheme="minorHAnsi" w:cstheme="minorBidi"/>
      <w:sz w:val="22"/>
      <w:szCs w:val="22"/>
      <w:lang w:val="en-AU"/>
    </w:rPr>
  </w:style>
  <w:style w:type="table" w:customStyle="1" w:styleId="GBCATable1">
    <w:name w:val="GBCA Table1"/>
    <w:basedOn w:val="TableNormal"/>
    <w:next w:val="TableGrid"/>
    <w:rsid w:val="00370BAD"/>
    <w:pPr>
      <w:spacing w:before="120" w:after="120"/>
    </w:pPr>
    <w:rPr>
      <w:rFonts w:ascii="Arial" w:hAnsi="Arial"/>
      <w:sz w:val="18"/>
      <w:lang w:val="en-AU" w:eastAsia="en-AU"/>
    </w:rPr>
    <w:tblPr>
      <w:tblStyleRowBandSize w:val="1"/>
      <w:tblBorders>
        <w:top w:val="single" w:sz="24" w:space="0" w:color="1F497D" w:themeColor="text2"/>
        <w:bottom w:val="single" w:sz="12" w:space="0" w:color="1F497D" w:themeColor="text2"/>
        <w:insideH w:val="dotted" w:sz="4" w:space="0" w:color="1F497D" w:themeColor="text2"/>
      </w:tblBorders>
      <w:tblCellMar>
        <w:left w:w="0" w:type="dxa"/>
        <w:right w:w="0" w:type="dxa"/>
      </w:tblCellMar>
    </w:tblPr>
    <w:tcPr>
      <w:shd w:val="clear" w:color="auto" w:fill="auto"/>
      <w:vAlign w:val="center"/>
    </w:tcPr>
    <w:tblStylePr w:type="firstRow">
      <w:rPr>
        <w:rFonts w:ascii="Arial" w:hAnsi="Arial"/>
        <w:b/>
        <w:color w:val="auto"/>
        <w:sz w:val="28"/>
      </w:rPr>
    </w:tblStylePr>
    <w:tblStylePr w:type="firstCol">
      <w:rPr>
        <w:rFonts w:ascii="Arial" w:hAnsi="Arial"/>
        <w:b/>
        <w:sz w:val="22"/>
      </w:rPr>
    </w:tblStylePr>
    <w:tblStylePr w:type="band1Horz">
      <w:pPr>
        <w:jc w:val="left"/>
      </w:pPr>
      <w:tblPr/>
      <w:tcPr>
        <w:vAlign w:val="top"/>
      </w:tcPr>
    </w:tblStylePr>
  </w:style>
  <w:style w:type="table" w:customStyle="1" w:styleId="Style3">
    <w:name w:val="Style3"/>
    <w:basedOn w:val="TableNormal"/>
    <w:uiPriority w:val="99"/>
    <w:rsid w:val="007771E3"/>
    <w:tblPr/>
  </w:style>
  <w:style w:type="paragraph" w:styleId="CommentSubject">
    <w:name w:val="annotation subject"/>
    <w:basedOn w:val="CommentText"/>
    <w:next w:val="CommentText"/>
    <w:link w:val="CommentSubjectChar"/>
    <w:locked/>
    <w:rsid w:val="00DE30E0"/>
    <w:pPr>
      <w:spacing w:before="120" w:after="120" w:line="240" w:lineRule="auto"/>
    </w:pPr>
    <w:rPr>
      <w:rFonts w:eastAsia="Arial" w:cs="Arial"/>
      <w:b/>
      <w:bCs/>
      <w:color w:val="000000"/>
      <w:sz w:val="20"/>
    </w:rPr>
  </w:style>
  <w:style w:type="character" w:customStyle="1" w:styleId="CommentSubjectChar">
    <w:name w:val="Comment Subject Char"/>
    <w:basedOn w:val="CommentTextChar"/>
    <w:link w:val="CommentSubject"/>
    <w:rsid w:val="00DE30E0"/>
    <w:rPr>
      <w:rFonts w:ascii="Arial" w:eastAsia="Arial" w:hAnsi="Arial" w:cs="Arial"/>
      <w:b/>
      <w:bCs/>
      <w:color w:val="000000"/>
      <w:sz w:val="22"/>
      <w:lang w:val="en-AU"/>
    </w:rPr>
  </w:style>
  <w:style w:type="paragraph" w:styleId="Header">
    <w:name w:val="header"/>
    <w:basedOn w:val="Normal"/>
    <w:link w:val="HeaderChar"/>
    <w:locked/>
    <w:rsid w:val="009A05DF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rsid w:val="009A05DF"/>
    <w:rPr>
      <w:rFonts w:ascii="Arial" w:eastAsia="Arial" w:hAnsi="Arial" w:cs="Arial"/>
      <w:color w:val="000000"/>
      <w:szCs w:val="22"/>
      <w:lang w:val="en-AU"/>
    </w:rPr>
  </w:style>
  <w:style w:type="paragraph" w:styleId="Footer">
    <w:name w:val="footer"/>
    <w:basedOn w:val="Normal"/>
    <w:link w:val="FooterChar"/>
    <w:locked/>
    <w:rsid w:val="009A05DF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rsid w:val="009A05DF"/>
    <w:rPr>
      <w:rFonts w:ascii="Arial" w:eastAsia="Arial" w:hAnsi="Arial" w:cs="Arial"/>
      <w:color w:val="000000"/>
      <w:szCs w:val="22"/>
      <w:lang w:val="en-AU"/>
    </w:rPr>
  </w:style>
  <w:style w:type="table" w:customStyle="1" w:styleId="GBCATable2">
    <w:name w:val="GBCA Table2"/>
    <w:basedOn w:val="TableNormal"/>
    <w:next w:val="TableGrid"/>
    <w:rsid w:val="00680341"/>
    <w:pPr>
      <w:spacing w:before="120" w:after="120"/>
    </w:pPr>
    <w:rPr>
      <w:rFonts w:ascii="Arial" w:hAnsi="Arial"/>
      <w:sz w:val="18"/>
    </w:rPr>
    <w:tblPr>
      <w:tblStyleRowBandSize w:val="1"/>
      <w:tblBorders>
        <w:top w:val="single" w:sz="24" w:space="0" w:color="1F497D" w:themeColor="text2"/>
        <w:bottom w:val="single" w:sz="12" w:space="0" w:color="1F497D" w:themeColor="text2"/>
        <w:insideH w:val="dotted" w:sz="4" w:space="0" w:color="1F497D" w:themeColor="text2"/>
      </w:tblBorders>
      <w:tblCellMar>
        <w:left w:w="0" w:type="dxa"/>
        <w:right w:w="0" w:type="dxa"/>
      </w:tblCellMar>
    </w:tblPr>
    <w:tcPr>
      <w:shd w:val="clear" w:color="auto" w:fill="auto"/>
      <w:vAlign w:val="center"/>
    </w:tcPr>
    <w:tblStylePr w:type="firstRow">
      <w:rPr>
        <w:rFonts w:ascii="Arial" w:hAnsi="Arial"/>
        <w:b/>
        <w:color w:val="auto"/>
        <w:sz w:val="28"/>
      </w:rPr>
    </w:tblStylePr>
    <w:tblStylePr w:type="firstCol">
      <w:rPr>
        <w:rFonts w:ascii="Arial" w:hAnsi="Arial"/>
        <w:b/>
        <w:sz w:val="22"/>
      </w:rPr>
    </w:tblStylePr>
    <w:tblStylePr w:type="band1Horz">
      <w:pPr>
        <w:jc w:val="left"/>
      </w:pPr>
      <w:tblPr/>
      <w:tcPr>
        <w:vAlign w:val="top"/>
      </w:tcPr>
    </w:tblStylePr>
  </w:style>
  <w:style w:type="paragraph" w:customStyle="1" w:styleId="Criterion">
    <w:name w:val="Criterion"/>
    <w:basedOn w:val="Heading3"/>
    <w:link w:val="CriterionChar"/>
    <w:autoRedefine/>
    <w:qFormat/>
    <w:rsid w:val="00B0623B"/>
    <w:pPr>
      <w:numPr>
        <w:numId w:val="0"/>
      </w:numPr>
      <w:ind w:left="720" w:hanging="720"/>
    </w:pPr>
  </w:style>
  <w:style w:type="character" w:customStyle="1" w:styleId="CriterionChar">
    <w:name w:val="Criterion Char"/>
    <w:basedOn w:val="Heading3Char"/>
    <w:link w:val="Criterion"/>
    <w:rsid w:val="00B0623B"/>
    <w:rPr>
      <w:rFonts w:ascii="Arial" w:eastAsia="Arial" w:hAnsi="Arial" w:cs="Arial"/>
      <w:bCs/>
      <w:caps/>
      <w:color w:val="FFC10E"/>
      <w:sz w:val="28"/>
      <w:szCs w:val="28"/>
      <w:lang w:val="en-AU"/>
    </w:rPr>
  </w:style>
  <w:style w:type="paragraph" w:styleId="Revision">
    <w:name w:val="Revision"/>
    <w:hidden/>
    <w:uiPriority w:val="99"/>
    <w:semiHidden/>
    <w:rsid w:val="00980AE8"/>
    <w:rPr>
      <w:rFonts w:ascii="Arial" w:eastAsia="Arial" w:hAnsi="Arial" w:cs="Arial"/>
      <w:color w:val="000000"/>
      <w:szCs w:val="22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899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55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bonet.GBCAUS\AppData\Local\Microsoft\Windows\Temporary%20Internet%20Files\Content.MSO\92FE18E7.dotx" TargetMode="External"/></Relationships>
</file>

<file path=word/theme/theme1.xml><?xml version="1.0" encoding="utf-8"?>
<a:theme xmlns:a="http://schemas.openxmlformats.org/drawingml/2006/main" name="Office Theme">
  <a:themeElements>
    <a:clrScheme name="Green Star colours">
      <a:dk1>
        <a:srgbClr val="FFC20E"/>
      </a:dk1>
      <a:lt1>
        <a:srgbClr val="8DC63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2985c86-f8c2-4ffb-9ed4-056f10e7bf99" xsi:nil="true"/>
    <lcf76f155ced4ddcb4097134ff3c332f xmlns="a5091d4f-8901-46df-85f4-029614b39d2e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41C3597F76DEA4A8B37024205BF4B46" ma:contentTypeVersion="17" ma:contentTypeDescription="Create a new document." ma:contentTypeScope="" ma:versionID="6ac477a13282f944558128cb6fcce79e">
  <xsd:schema xmlns:xsd="http://www.w3.org/2001/XMLSchema" xmlns:xs="http://www.w3.org/2001/XMLSchema" xmlns:p="http://schemas.microsoft.com/office/2006/metadata/properties" xmlns:ns2="a5091d4f-8901-46df-85f4-029614b39d2e" xmlns:ns3="52985c86-f8c2-4ffb-9ed4-056f10e7bf99" targetNamespace="http://schemas.microsoft.com/office/2006/metadata/properties" ma:root="true" ma:fieldsID="c8c45b8fc6e422bb6708a8c2881a4894" ns2:_="" ns3:_="">
    <xsd:import namespace="a5091d4f-8901-46df-85f4-029614b39d2e"/>
    <xsd:import namespace="52985c86-f8c2-4ffb-9ed4-056f10e7bf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091d4f-8901-46df-85f4-029614b39d2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2f39ea20-3bab-4327-8f6b-3db4142d071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985c86-f8c2-4ffb-9ed4-056f10e7bf99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f71b23a-5fce-4da9-9150-57ae8890a66e}" ma:internalName="TaxCatchAll" ma:showField="CatchAllData" ma:web="52985c86-f8c2-4ffb-9ed4-056f10e7bf9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CHICAGO.XSL" StyleName="Chicago Fifteenth Edition"/>
</file>

<file path=customXml/itemProps1.xml><?xml version="1.0" encoding="utf-8"?>
<ds:datastoreItem xmlns:ds="http://schemas.openxmlformats.org/officeDocument/2006/customXml" ds:itemID="{0FB4B98D-D87F-4231-87F0-6D87202154E8}">
  <ds:schemaRefs>
    <ds:schemaRef ds:uri="http://schemas.microsoft.com/office/2006/metadata/properties"/>
    <ds:schemaRef ds:uri="http://schemas.microsoft.com/office/infopath/2007/PartnerControls"/>
    <ds:schemaRef ds:uri="52985c86-f8c2-4ffb-9ed4-056f10e7bf99"/>
    <ds:schemaRef ds:uri="a5091d4f-8901-46df-85f4-029614b39d2e"/>
  </ds:schemaRefs>
</ds:datastoreItem>
</file>

<file path=customXml/itemProps2.xml><?xml version="1.0" encoding="utf-8"?>
<ds:datastoreItem xmlns:ds="http://schemas.openxmlformats.org/officeDocument/2006/customXml" ds:itemID="{ABBBB09D-4384-4771-83FA-3C261F7AE84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CCF475F-E2CE-4E4A-AD61-B5F4B63A7E31}"/>
</file>

<file path=customXml/itemProps4.xml><?xml version="1.0" encoding="utf-8"?>
<ds:datastoreItem xmlns:ds="http://schemas.openxmlformats.org/officeDocument/2006/customXml" ds:itemID="{8BC01955-FED9-46AE-B8DD-B84E1C7E0A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92FE18E7</Template>
  <TotalTime>39</TotalTime>
  <Pages>10</Pages>
  <Words>1247</Words>
  <Characters>7110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8341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Davina Knox</dc:creator>
  <cp:lastModifiedBy>Bhumika Mistry</cp:lastModifiedBy>
  <cp:revision>28</cp:revision>
  <cp:lastPrinted>1900-12-31T14:00:00Z</cp:lastPrinted>
  <dcterms:created xsi:type="dcterms:W3CDTF">2017-07-06T00:24:00Z</dcterms:created>
  <dcterms:modified xsi:type="dcterms:W3CDTF">2022-10-10T21:33:00Z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0x010100841C3597F76DEA4A8B37024205BF4B46</vt:lpwstr>
  </property>
  <property fmtid="{D5CDD505-2E9C-101B-9397-08002B2CF9AE}" pid="3" name="MediaServiceImageTags">
    <vt:lpwstr/>
  </property>
</Properties>
</file>